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t>Approval Processes and Acceptance Test Report for Network Partners</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7FA20B0F"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Pr>
          <w:rFonts w:ascii="Noto Sans" w:hAnsi="Noto Sans"/>
          <w:b w:val="0"/>
          <w:sz w:val="27"/>
        </w:rPr>
        <w:t>Version 1.7</w:t>
      </w:r>
      <w:r w:rsidRPr="00427C54">
        <w:rPr>
          <w:rFonts w:ascii="Noto Sans" w:hAnsi="Noto Sans" w:cs="Noto Sans"/>
          <w:b w:val="0"/>
          <w:sz w:val="27"/>
          <w:szCs w:val="27"/>
        </w:rPr>
        <w:fldChar w:fldCharType="end"/>
      </w:r>
    </w:p>
    <w:p w14:paraId="1AF35AE3" w14:textId="77777777" w:rsidR="004C2BA7" w:rsidRPr="00427C54" w:rsidRDefault="004C2BA7" w:rsidP="00594431">
      <w:pPr>
        <w:pStyle w:val="Fliesstext"/>
        <w:ind w:left="0"/>
      </w:pPr>
    </w:p>
    <w:p w14:paraId="1AF35AE4" w14:textId="77777777" w:rsidR="00D42F8C" w:rsidRPr="00427C54" w:rsidRDefault="00D42F8C" w:rsidP="00D52F38">
      <w:pPr>
        <w:pStyle w:val="Fliesstext"/>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137541634"/>
      <w:r>
        <w:lastRenderedPageBreak/>
        <w:t>Document history</w:t>
      </w:r>
      <w:bookmarkEnd w:id="0"/>
    </w:p>
    <w:p w14:paraId="4AD70A15" w14:textId="77777777" w:rsidR="00492A1B" w:rsidRPr="00492A1B" w:rsidRDefault="00492A1B" w:rsidP="00492A1B">
      <w:pPr>
        <w:spacing w:after="120" w:line="260" w:lineRule="atLeast"/>
        <w:ind w:left="0"/>
        <w:rPr>
          <w:spacing w:val="-4"/>
          <w:sz w:val="19"/>
        </w:rPr>
      </w:pPr>
      <w:bookmarkStart w:id="1" w:name="_Hlk79595331"/>
      <w:r>
        <w:rPr>
          <w:spacing w:val="-4"/>
          <w:sz w:val="19"/>
        </w:rPr>
        <w:t>All the changes carried out in this document are listed below with the version designation, the change date, a brief description of the change and the specification of the chapters affected.</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rsidTr="00575C63">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rPr>
            </w:pPr>
            <w:r>
              <w:rPr>
                <w:b/>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rPr>
            </w:pPr>
            <w:r>
              <w:rPr>
                <w:b/>
              </w:rPr>
              <w:t>Date</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rPr>
            </w:pPr>
            <w:r>
              <w:rPr>
                <w:b/>
              </w:rPr>
              <w:t>Description</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rPr>
            </w:pPr>
            <w:r>
              <w:rPr>
                <w:b/>
              </w:rPr>
              <w:t>Chapter(s)</w:t>
            </w:r>
          </w:p>
        </w:tc>
      </w:tr>
      <w:tr w:rsidR="000871FB" w:rsidRPr="00492A1B" w14:paraId="64AAACCE" w14:textId="77777777" w:rsidTr="00534191">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rsidP="00534191">
            <w:pPr>
              <w:tabs>
                <w:tab w:val="left" w:pos="227"/>
              </w:tabs>
              <w:spacing w:before="40" w:after="40"/>
              <w:ind w:left="0"/>
              <w:jc w:val="center"/>
              <w:rPr>
                <w:rFonts w:cs="Noto Sans"/>
                <w:sz w:val="17"/>
                <w:szCs w:val="17"/>
              </w:rPr>
            </w:pPr>
            <w:r>
              <w:rPr>
                <w:color w:val="auto"/>
              </w:rPr>
              <w:t>1.7</w:t>
            </w:r>
          </w:p>
        </w:tc>
        <w:tc>
          <w:tcPr>
            <w:tcW w:w="1274" w:type="dxa"/>
          </w:tcPr>
          <w:p w14:paraId="08A9F5EF" w14:textId="4FC05843" w:rsidR="000871FB" w:rsidRPr="00492A1B" w:rsidRDefault="00A3307B" w:rsidP="00534191">
            <w:pPr>
              <w:tabs>
                <w:tab w:val="left" w:pos="227"/>
              </w:tabs>
              <w:spacing w:before="40" w:after="40"/>
              <w:ind w:left="0"/>
              <w:jc w:val="center"/>
              <w:rPr>
                <w:rFonts w:cs="Noto Sans"/>
                <w:sz w:val="17"/>
                <w:szCs w:val="17"/>
              </w:rPr>
            </w:pPr>
            <w:r>
              <w:rPr>
                <w:color w:val="auto"/>
              </w:rPr>
              <w:t>01/06/2023</w:t>
            </w:r>
          </w:p>
        </w:tc>
        <w:tc>
          <w:tcPr>
            <w:tcW w:w="5698" w:type="dxa"/>
          </w:tcPr>
          <w:p w14:paraId="06A4EE70" w14:textId="4DBBD60E" w:rsidR="000871FB" w:rsidRPr="00A0292D" w:rsidRDefault="00B82EC6" w:rsidP="00534191">
            <w:pPr>
              <w:tabs>
                <w:tab w:val="left" w:pos="227"/>
              </w:tabs>
              <w:spacing w:before="40" w:after="40"/>
              <w:ind w:left="0"/>
              <w:rPr>
                <w:rFonts w:cs="Noto Sans"/>
              </w:rPr>
            </w:pPr>
            <w:r>
              <w:rPr>
                <w:color w:val="auto"/>
              </w:rPr>
              <w:t>Update for release 1.21: Another test case added</w:t>
            </w:r>
          </w:p>
        </w:tc>
        <w:tc>
          <w:tcPr>
            <w:tcW w:w="1418" w:type="dxa"/>
          </w:tcPr>
          <w:p w14:paraId="005C014E" w14:textId="20EA4F18" w:rsidR="000871FB" w:rsidRPr="00492A1B" w:rsidRDefault="004647EE" w:rsidP="00534191">
            <w:pPr>
              <w:tabs>
                <w:tab w:val="left" w:pos="227"/>
              </w:tabs>
              <w:spacing w:before="40" w:after="40"/>
              <w:ind w:left="0"/>
              <w:jc w:val="center"/>
              <w:rPr>
                <w:rFonts w:cs="Noto Sans"/>
                <w:sz w:val="17"/>
                <w:szCs w:val="17"/>
              </w:rPr>
            </w:pPr>
            <w:r>
              <w:rPr>
                <w:sz w:val="17"/>
              </w:rPr>
              <w:t>2.4</w:t>
            </w:r>
          </w:p>
        </w:tc>
      </w:tr>
      <w:tr w:rsidR="00D36356" w:rsidRPr="00492A1B" w14:paraId="33573B15" w14:textId="77777777" w:rsidTr="00574D63">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rsidP="00574D63">
            <w:pPr>
              <w:tabs>
                <w:tab w:val="left" w:pos="227"/>
              </w:tabs>
              <w:spacing w:before="40" w:after="40"/>
              <w:ind w:left="0"/>
              <w:jc w:val="center"/>
              <w:rPr>
                <w:rFonts w:cs="Noto Sans"/>
                <w:sz w:val="17"/>
                <w:szCs w:val="17"/>
              </w:rPr>
            </w:pPr>
            <w:r>
              <w:rPr>
                <w:color w:val="auto"/>
              </w:rPr>
              <w:t>1.6</w:t>
            </w:r>
          </w:p>
        </w:tc>
        <w:tc>
          <w:tcPr>
            <w:tcW w:w="1274" w:type="dxa"/>
          </w:tcPr>
          <w:p w14:paraId="1E520F53" w14:textId="60649378" w:rsidR="00D36356" w:rsidRPr="00492A1B" w:rsidRDefault="00F90B8F" w:rsidP="00574D63">
            <w:pPr>
              <w:tabs>
                <w:tab w:val="left" w:pos="227"/>
              </w:tabs>
              <w:spacing w:before="40" w:after="40"/>
              <w:ind w:left="0"/>
              <w:jc w:val="center"/>
              <w:rPr>
                <w:rFonts w:cs="Noto Sans"/>
                <w:sz w:val="17"/>
                <w:szCs w:val="17"/>
              </w:rPr>
            </w:pPr>
            <w:r>
              <w:rPr>
                <w:color w:val="auto"/>
              </w:rPr>
              <w:t>30/09/2022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rPr>
            </w:pPr>
            <w:r>
              <w:rPr>
                <w:color w:val="auto"/>
              </w:rPr>
              <w:t>Document classification changed to C2</w:t>
            </w:r>
          </w:p>
          <w:p w14:paraId="59D95D3F" w14:textId="77777777" w:rsidR="000E34CB" w:rsidRDefault="00F90B8F" w:rsidP="00F90B8F">
            <w:pPr>
              <w:tabs>
                <w:tab w:val="left" w:pos="227"/>
              </w:tabs>
              <w:spacing w:before="40" w:after="40"/>
              <w:ind w:left="0"/>
              <w:rPr>
                <w:rFonts w:cs="Noto Sans"/>
                <w:color w:val="auto"/>
              </w:rPr>
            </w:pPr>
            <w:r>
              <w:rPr>
                <w:color w:val="auto"/>
              </w:rPr>
              <w:t>Versioning adjusted to Test Handbook</w:t>
            </w:r>
          </w:p>
          <w:p w14:paraId="1680D1A0" w14:textId="77777777" w:rsidR="00D36356" w:rsidRDefault="000E34CB" w:rsidP="00F90B8F">
            <w:pPr>
              <w:tabs>
                <w:tab w:val="left" w:pos="227"/>
              </w:tabs>
              <w:spacing w:before="40" w:after="40"/>
              <w:ind w:left="0"/>
              <w:rPr>
                <w:rFonts w:cs="Noto Sans"/>
                <w:color w:val="auto"/>
              </w:rPr>
            </w:pPr>
            <w:r>
              <w:rPr>
                <w:color w:val="auto"/>
              </w:rPr>
              <w:t>References to ISR and external registration forms removed</w:t>
            </w:r>
          </w:p>
          <w:p w14:paraId="4D229774" w14:textId="49778B5B" w:rsidR="00A0292D" w:rsidRPr="00A0292D" w:rsidRDefault="00A0292D" w:rsidP="00F90B8F">
            <w:pPr>
              <w:tabs>
                <w:tab w:val="left" w:pos="227"/>
              </w:tabs>
              <w:spacing w:before="40" w:after="40"/>
              <w:ind w:left="0"/>
              <w:rPr>
                <w:rFonts w:cs="Noto Sans"/>
              </w:rPr>
            </w:pPr>
            <w:r>
              <w:t>Test case numbering adjusted to Production following chapter deletion</w:t>
            </w:r>
          </w:p>
        </w:tc>
        <w:tc>
          <w:tcPr>
            <w:tcW w:w="1418" w:type="dxa"/>
          </w:tcPr>
          <w:p w14:paraId="43190EBD" w14:textId="77777777" w:rsidR="00D36356" w:rsidRPr="00492A1B" w:rsidRDefault="00D36356" w:rsidP="00574D63">
            <w:pPr>
              <w:tabs>
                <w:tab w:val="left" w:pos="227"/>
              </w:tabs>
              <w:spacing w:before="40" w:after="40"/>
              <w:ind w:left="0"/>
              <w:jc w:val="center"/>
              <w:rPr>
                <w:rFonts w:cs="Noto Sans"/>
                <w:sz w:val="17"/>
                <w:szCs w:val="17"/>
              </w:rPr>
            </w:pPr>
          </w:p>
        </w:tc>
      </w:tr>
      <w:tr w:rsidR="00F90B8F" w:rsidRPr="00492A1B" w14:paraId="523C41E8" w14:textId="77777777" w:rsidTr="00574D63">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rPr>
            </w:pPr>
            <w:r>
              <w:rPr>
                <w:color w:val="auto"/>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rPr>
            </w:pPr>
            <w:r>
              <w:rPr>
                <w:color w:val="auto"/>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rPr>
            </w:pPr>
            <w:r>
              <w:rPr>
                <w:color w:val="auto"/>
              </w:rPr>
              <w:t>Test Handbook revised and additions concerning NWP API V3 added</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7DB81BF6" w14:textId="77777777" w:rsidTr="00EB2C0F">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rPr>
            </w:pPr>
            <w:r>
              <w:rPr>
                <w:color w:val="auto"/>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rPr>
            </w:pPr>
            <w:r>
              <w:rPr>
                <w:color w:val="auto"/>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V2.5 test cases added</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5C978DE5" w14:textId="77777777" w:rsidTr="00F938A8">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rPr>
            </w:pPr>
            <w:r>
              <w:rPr>
                <w:color w:val="auto"/>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rPr>
            </w:pPr>
            <w:r>
              <w:rPr>
                <w:color w:val="auto"/>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V2.3 test cases added</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99CFBA5" w14:textId="77777777" w:rsidTr="0072689A">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rPr>
            </w:pPr>
            <w:r>
              <w:rPr>
                <w:color w:val="auto"/>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rPr>
            </w:pPr>
            <w:r>
              <w:rPr>
                <w:color w:val="auto"/>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rPr>
            </w:pPr>
            <w:r>
              <w:rPr>
                <w:color w:val="auto"/>
              </w:rPr>
              <w:t>Search invoice issuer test case adjusted</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F0F926C" w14:textId="77777777" w:rsidTr="00BA3726">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rPr>
            </w:pPr>
            <w:r>
              <w:rPr>
                <w:color w:val="auto"/>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rPr>
            </w:pPr>
            <w:r>
              <w:rPr>
                <w:color w:val="auto"/>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rPr>
            </w:pPr>
            <w:r>
              <w:rPr>
                <w:color w:val="auto"/>
              </w:rPr>
              <w:t>New test case added</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2947DB6F" w14:textId="77777777" w:rsidTr="00575C63">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rPr>
            </w:pPr>
            <w:r>
              <w:rPr>
                <w:color w:val="auto"/>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rPr>
            </w:pPr>
            <w:r>
              <w:rPr>
                <w:color w:val="auto"/>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rPr>
            </w:pPr>
            <w:r>
              <w:rPr>
                <w:color w:val="auto"/>
              </w:rPr>
              <w:t>First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rPr>
            </w:pPr>
          </w:p>
        </w:tc>
      </w:tr>
    </w:tbl>
    <w:p w14:paraId="0699C046" w14:textId="2D778EE8" w:rsidR="00492A1B" w:rsidRPr="00492A1B" w:rsidRDefault="00492A1B" w:rsidP="00492A1B">
      <w:pPr>
        <w:spacing w:before="120" w:after="240" w:line="260" w:lineRule="atLeast"/>
        <w:ind w:left="1134" w:hanging="1134"/>
        <w:rPr>
          <w:i/>
          <w:color w:val="auto"/>
          <w:sz w:val="19"/>
        </w:rPr>
      </w:pPr>
      <w:bookmarkStart w:id="2" w:name="_Ref86922609"/>
      <w:r>
        <w:rPr>
          <w:i/>
          <w:color w:val="auto"/>
          <w:sz w:val="19"/>
        </w:rPr>
        <w:t xml:space="preserve">Table </w:t>
      </w:r>
      <w:r w:rsidRPr="00492A1B">
        <w:rPr>
          <w:i/>
          <w:color w:val="auto"/>
          <w:sz w:val="19"/>
        </w:rPr>
        <w:fldChar w:fldCharType="begin"/>
      </w:r>
      <w:r w:rsidRPr="00492A1B">
        <w:rPr>
          <w:i/>
          <w:color w:val="auto"/>
          <w:sz w:val="19"/>
        </w:rPr>
        <w:instrText xml:space="preserve"> SEQ Tabelle \* ARABIC </w:instrText>
      </w:r>
      <w:r w:rsidRPr="00492A1B">
        <w:rPr>
          <w:i/>
          <w:color w:val="auto"/>
          <w:sz w:val="19"/>
        </w:rPr>
        <w:fldChar w:fldCharType="separate"/>
      </w:r>
      <w:r>
        <w:rPr>
          <w:i/>
          <w:color w:val="auto"/>
          <w:sz w:val="19"/>
        </w:rPr>
        <w:t>1</w:t>
      </w:r>
      <w:r w:rsidRPr="00492A1B">
        <w:rPr>
          <w:i/>
          <w:color w:val="auto"/>
          <w:sz w:val="19"/>
        </w:rPr>
        <w:fldChar w:fldCharType="end"/>
      </w:r>
      <w:bookmarkEnd w:id="2"/>
      <w:r>
        <w:rPr>
          <w:i/>
          <w:color w:val="auto"/>
          <w:sz w:val="19"/>
        </w:rPr>
        <w:t xml:space="preserve">: </w:t>
      </w:r>
      <w:r w:rsidRPr="00492A1B">
        <w:rPr>
          <w:i/>
          <w:color w:val="auto"/>
          <w:sz w:val="19"/>
        </w:rPr>
        <w:tab/>
      </w:r>
      <w:r>
        <w:rPr>
          <w:i/>
          <w:color w:val="auto"/>
          <w:sz w:val="19"/>
        </w:rPr>
        <w:t>Document history</w:t>
      </w:r>
    </w:p>
    <w:p w14:paraId="5371FD58" w14:textId="77777777" w:rsidR="00492A1B" w:rsidRPr="00492A1B" w:rsidRDefault="00492A1B" w:rsidP="00492A1B">
      <w:pPr>
        <w:spacing w:after="120" w:line="260" w:lineRule="atLeast"/>
        <w:ind w:left="0"/>
        <w:rPr>
          <w:rFonts w:eastAsia="MS Mincho"/>
          <w:spacing w:val="-4"/>
          <w:sz w:val="19"/>
        </w:rPr>
      </w:pPr>
      <w:r>
        <w:rPr>
          <w:spacing w:val="-4"/>
          <w:sz w:val="19"/>
        </w:rPr>
        <w:t>Please address all suggestions, corrections, and proposed improvements to this document to:</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rsidTr="00575C63">
        <w:tc>
          <w:tcPr>
            <w:tcW w:w="9360" w:type="dxa"/>
            <w:hideMark/>
          </w:tcPr>
          <w:p w14:paraId="5710F07C" w14:textId="77777777" w:rsidR="00492A1B" w:rsidRPr="00492A1B" w:rsidRDefault="00492A1B" w:rsidP="00492A1B">
            <w:pPr>
              <w:spacing w:line="260" w:lineRule="atLeast"/>
              <w:ind w:left="0"/>
              <w:rPr>
                <w:rFonts w:eastAsia="MS Mincho"/>
                <w:color w:val="auto"/>
                <w:sz w:val="19"/>
              </w:rPr>
            </w:pPr>
            <w:r w:rsidRPr="00492A1B">
              <w:rPr>
                <w:b/>
                <w:bCs/>
                <w:color w:val="auto"/>
                <w:sz w:val="19"/>
              </w:rPr>
              <w:t>SIX BBS Ltd</w:t>
            </w:r>
            <w:r>
              <w:rPr>
                <w:color w:val="auto"/>
                <w:sz w:val="19"/>
              </w:rPr>
              <w:t xml:space="preserve"> </w:t>
            </w:r>
            <w:r w:rsidRPr="00492A1B">
              <w:rPr>
                <w:color w:val="auto"/>
                <w:sz w:val="19"/>
              </w:rPr>
              <w:br/>
            </w:r>
            <w:r>
              <w:rPr>
                <w:color w:val="auto"/>
                <w:sz w:val="19"/>
              </w:rPr>
              <w:t>eBill &amp; Direct Debit Support</w:t>
            </w:r>
            <w:r w:rsidRPr="00492A1B">
              <w:rPr>
                <w:color w:val="auto"/>
                <w:sz w:val="19"/>
              </w:rPr>
              <w:br/>
            </w:r>
            <w:r>
              <w:rPr>
                <w:color w:val="auto"/>
                <w:sz w:val="19"/>
              </w:rPr>
              <w:t xml:space="preserve"> Hardturmstrasse 201 </w:t>
            </w:r>
            <w:r w:rsidRPr="00492A1B">
              <w:rPr>
                <w:color w:val="auto"/>
                <w:sz w:val="19"/>
              </w:rPr>
              <w:br/>
            </w:r>
            <w:r>
              <w:rPr>
                <w:color w:val="auto"/>
                <w:sz w:val="19"/>
              </w:rPr>
              <w:t>CH-8005 Zurich</w:t>
            </w:r>
          </w:p>
          <w:p w14:paraId="3FE6A4E1" w14:textId="2C18303D" w:rsidR="00492A1B" w:rsidRPr="00492A1B" w:rsidRDefault="00492A1B" w:rsidP="00492A1B">
            <w:pPr>
              <w:spacing w:line="260" w:lineRule="atLeast"/>
              <w:ind w:left="0"/>
              <w:rPr>
                <w:rFonts w:eastAsia="MS Mincho"/>
                <w:color w:val="auto"/>
                <w:sz w:val="19"/>
                <w:u w:val="single"/>
              </w:rPr>
            </w:pPr>
            <w:r>
              <w:rPr>
                <w:color w:val="auto"/>
                <w:sz w:val="19"/>
              </w:rPr>
              <w:t xml:space="preserve">E-mail: </w:t>
            </w:r>
            <w:r w:rsidRPr="00492A1B">
              <w:rPr>
                <w:color w:val="auto"/>
                <w:sz w:val="19"/>
              </w:rPr>
              <w:tab/>
            </w:r>
            <w:hyperlink r:id="rId17" w:history="1">
              <w:r>
                <w:rPr>
                  <w:color w:val="auto"/>
                  <w:sz w:val="19"/>
                  <w:u w:val="single"/>
                </w:rPr>
                <w:t>support.billing-payments@six-group.com</w:t>
              </w:r>
            </w:hyperlink>
          </w:p>
        </w:tc>
      </w:tr>
      <w:tr w:rsidR="00492A1B" w:rsidRPr="00492A1B" w14:paraId="62C1BE41" w14:textId="77777777" w:rsidTr="00575C63">
        <w:trPr>
          <w:trHeight w:val="72"/>
        </w:trPr>
        <w:tc>
          <w:tcPr>
            <w:tcW w:w="9360" w:type="dxa"/>
          </w:tcPr>
          <w:p w14:paraId="3592FB5C" w14:textId="36FF4D68" w:rsidR="00492A1B" w:rsidRPr="00492A1B" w:rsidRDefault="00DC2141" w:rsidP="00492A1B">
            <w:pPr>
              <w:spacing w:line="240" w:lineRule="auto"/>
              <w:ind w:left="0"/>
              <w:rPr>
                <w:color w:val="auto"/>
                <w:sz w:val="19"/>
              </w:rPr>
            </w:pPr>
            <w:hyperlink r:id="rId18" w:history="1">
              <w:r w:rsidR="00D77609">
                <w:rPr>
                  <w:color w:val="auto"/>
                  <w:sz w:val="19"/>
                  <w:u w:val="single"/>
                </w:rPr>
                <w:t>www.six-group.com</w:t>
              </w:r>
            </w:hyperlink>
          </w:p>
        </w:tc>
      </w:tr>
    </w:tbl>
    <w:p w14:paraId="1AF35B13" w14:textId="3C752F49" w:rsidR="00487990" w:rsidRPr="00427C54" w:rsidRDefault="002C699D" w:rsidP="00D36356">
      <w:pPr>
        <w:pStyle w:val="berschrift0ohneEinzug"/>
      </w:pPr>
      <w:bookmarkStart w:id="3" w:name="_Toc137541635"/>
      <w:bookmarkEnd w:id="1"/>
      <w:r>
        <w:lastRenderedPageBreak/>
        <w:t>General information</w:t>
      </w:r>
      <w:bookmarkEnd w:id="3"/>
    </w:p>
    <w:p w14:paraId="1AF35B14" w14:textId="77777777" w:rsidR="000979D1" w:rsidRPr="00427C54" w:rsidRDefault="000979D1" w:rsidP="00D52F38">
      <w:pPr>
        <w:pStyle w:val="FliesstextohneEinzug"/>
        <w:rPr>
          <w:color w:val="000000" w:themeColor="text1"/>
        </w:rPr>
      </w:pPr>
      <w:r>
        <w:rPr>
          <w:color w:val="000000" w:themeColor="text1"/>
        </w:rPr>
        <w:t>SIX reserves the right to amend this document as required within the scope of the applicable contractual conditions.</w:t>
      </w:r>
    </w:p>
    <w:p w14:paraId="1AF35B15" w14:textId="77777777" w:rsidR="000979D1" w:rsidRPr="00427C54" w:rsidRDefault="000979D1" w:rsidP="00D52F38">
      <w:pPr>
        <w:pStyle w:val="FliesstextohneEinzug"/>
        <w:rPr>
          <w:color w:val="000000" w:themeColor="text1"/>
        </w:rPr>
      </w:pPr>
      <w:r>
        <w:rPr>
          <w:color w:val="000000" w:themeColor="text1"/>
        </w:rPr>
        <w:t>All rights are reserved for this document, including photomechanical reproduction, storage on electronic media, and translation into foreign languages.</w:t>
      </w:r>
    </w:p>
    <w:p w14:paraId="1AF35B16" w14:textId="77777777" w:rsidR="000979D1" w:rsidRPr="00427C54" w:rsidRDefault="000979D1" w:rsidP="00D52F38">
      <w:pPr>
        <w:pStyle w:val="FliesstextohneEinzug"/>
        <w:rPr>
          <w:color w:val="000000" w:themeColor="text1"/>
        </w:rPr>
      </w:pPr>
      <w:r>
        <w:rPr>
          <w:color w:val="000000" w:themeColor="text1"/>
        </w:rPr>
        <w:t>The document has been prepared with the utmost care, but errors and inaccuracies cannot be completely ruled out. SIX cannot assume any legal responsibility or liability for errors or their consequences.</w:t>
      </w:r>
    </w:p>
    <w:p w14:paraId="1AF35B17" w14:textId="3D4446E3" w:rsidR="004C2BA7" w:rsidRPr="00427C54" w:rsidRDefault="000979D1" w:rsidP="00D52F38">
      <w:pPr>
        <w:pStyle w:val="FliesstextohneEinzug"/>
        <w:rPr>
          <w:color w:val="000000" w:themeColor="text1"/>
        </w:rPr>
      </w:pPr>
      <w:r>
        <w:rPr>
          <w:color w:val="000000" w:themeColor="text1"/>
        </w:rPr>
        <w:t xml:space="preserve">If you find any errors in this document or have any suggestions for improvement, we would be grateful if you could send us your feedback by e-mail to </w:t>
      </w:r>
      <w:hyperlink r:id="rId19" w:history="1">
        <w:r>
          <w:rPr>
            <w:rStyle w:val="Hyperlink"/>
            <w:color w:val="000000" w:themeColor="text1"/>
          </w:rPr>
          <w:t>support.billing-payment@six-group.com.</w:t>
        </w:r>
      </w:hyperlink>
    </w:p>
    <w:p w14:paraId="6315E6A3" w14:textId="3CEA884B" w:rsidR="00B134D7" w:rsidRPr="00427C54" w:rsidRDefault="00B134D7" w:rsidP="00A37F47">
      <w:pPr>
        <w:pStyle w:val="berschrift0"/>
        <w:spacing w:before="120" w:after="120" w:line="240" w:lineRule="atLeast"/>
      </w:pPr>
      <w:r>
        <w:t>Target Audience</w:t>
      </w:r>
    </w:p>
    <w:p w14:paraId="1AF35B1A" w14:textId="070CD79E" w:rsidR="000979D1" w:rsidRPr="00427C54" w:rsidRDefault="000979D1" w:rsidP="00D52F38">
      <w:pPr>
        <w:pStyle w:val="FliesstextohneEinzug"/>
      </w:pPr>
      <w:r>
        <w:t>The Acceptance Test Report for Network Partners is aimed at providers of services relating to electronic invoicing that wish to make the eBill service available to their customers (invoice issuers) via the central eBill infrastructure.</w:t>
      </w:r>
    </w:p>
    <w:p w14:paraId="1AF35B1C" w14:textId="77777777" w:rsidR="000979D1" w:rsidRPr="00427C54" w:rsidRDefault="000979D1" w:rsidP="00A37F47">
      <w:pPr>
        <w:pStyle w:val="berschrift0"/>
        <w:spacing w:before="120" w:after="120" w:line="240" w:lineRule="atLeast"/>
      </w:pPr>
      <w:r>
        <w:t>Purpose</w:t>
      </w:r>
    </w:p>
    <w:p w14:paraId="1AF35B1D" w14:textId="1F778D3E" w:rsidR="000979D1" w:rsidRPr="00427C54" w:rsidRDefault="00EE3576" w:rsidP="00D52F38">
      <w:pPr>
        <w:pStyle w:val="FliesstextohneEinzug"/>
      </w:pPr>
      <w:r>
        <w:t>The “Acceptance Test Report” is a supplement to the Test Handbook for Network Partners and the Technical Instructions for Onboarding. It documents the test aspects for connection as a network partner.</w:t>
      </w:r>
    </w:p>
    <w:p w14:paraId="1AF35B21" w14:textId="77777777" w:rsidR="000979D1" w:rsidRPr="00427C54" w:rsidRDefault="000979D1" w:rsidP="00A73F41">
      <w:pPr>
        <w:spacing w:before="120" w:line="260" w:lineRule="atLeast"/>
        <w:ind w:left="0"/>
        <w:jc w:val="both"/>
        <w:rPr>
          <w:rFonts w:cs="Noto Sans"/>
          <w:color w:val="auto"/>
        </w:rPr>
      </w:pPr>
    </w:p>
    <w:p w14:paraId="1AF35B22" w14:textId="77777777" w:rsidR="004C2BA7" w:rsidRPr="00427C54" w:rsidRDefault="004C2BA7" w:rsidP="00BD67C7">
      <w:pPr>
        <w:pStyle w:val="berschrift0ohneEinzug"/>
      </w:pPr>
      <w:bookmarkStart w:id="4" w:name="_Toc137541636"/>
      <w:r>
        <w:lastRenderedPageBreak/>
        <w:t>Table of Contents</w:t>
      </w:r>
      <w:bookmarkEnd w:id="4"/>
    </w:p>
    <w:p w14:paraId="55D8D948" w14:textId="38E456EF" w:rsidR="00D77609" w:rsidRDefault="002E4646">
      <w:pPr>
        <w:pStyle w:val="TOC1"/>
        <w:rPr>
          <w:rFonts w:asciiTheme="minorHAnsi" w:eastAsiaTheme="minorEastAsia" w:hAnsiTheme="minorHAnsi" w:cstheme="minorBidi"/>
          <w:b w:val="0"/>
          <w:noProof/>
          <w:color w:val="auto"/>
          <w:sz w:val="22"/>
          <w:szCs w:val="22"/>
          <w:lang w:eastAsia="ja-JP"/>
        </w:rPr>
      </w:pPr>
      <w:r w:rsidRPr="00427C54">
        <w:rPr>
          <w:rFonts w:cs="Noto Sans"/>
          <w:color w:val="000000" w:themeColor="text1"/>
        </w:rPr>
        <w:fldChar w:fldCharType="begin"/>
      </w:r>
      <w:r w:rsidRPr="00427C54">
        <w:rPr>
          <w:rFonts w:cs="Noto Sans"/>
          <w:color w:val="000000" w:themeColor="text1"/>
        </w:rPr>
        <w:instrText xml:space="preserve"> TOC \o "1-3" \h \z \u </w:instrText>
      </w:r>
      <w:r w:rsidRPr="00427C54">
        <w:rPr>
          <w:rFonts w:cs="Noto Sans"/>
          <w:color w:val="000000" w:themeColor="text1"/>
        </w:rPr>
        <w:fldChar w:fldCharType="separate"/>
      </w:r>
      <w:hyperlink w:anchor="_Toc137541634" w:history="1">
        <w:r w:rsidR="00D77609" w:rsidRPr="00465165">
          <w:rPr>
            <w:rStyle w:val="Hyperlink"/>
            <w:noProof/>
          </w:rPr>
          <w:t>Document history</w:t>
        </w:r>
        <w:r w:rsidR="00D77609">
          <w:rPr>
            <w:noProof/>
            <w:webHidden/>
          </w:rPr>
          <w:tab/>
        </w:r>
        <w:r w:rsidR="00D77609">
          <w:rPr>
            <w:noProof/>
            <w:webHidden/>
          </w:rPr>
          <w:fldChar w:fldCharType="begin"/>
        </w:r>
        <w:r w:rsidR="00D77609">
          <w:rPr>
            <w:noProof/>
            <w:webHidden/>
          </w:rPr>
          <w:instrText xml:space="preserve"> PAGEREF _Toc137541634 \h </w:instrText>
        </w:r>
        <w:r w:rsidR="00D77609">
          <w:rPr>
            <w:noProof/>
            <w:webHidden/>
          </w:rPr>
        </w:r>
        <w:r w:rsidR="00D77609">
          <w:rPr>
            <w:noProof/>
            <w:webHidden/>
          </w:rPr>
          <w:fldChar w:fldCharType="separate"/>
        </w:r>
        <w:r w:rsidR="00D77609">
          <w:rPr>
            <w:noProof/>
            <w:webHidden/>
          </w:rPr>
          <w:t>2</w:t>
        </w:r>
        <w:r w:rsidR="00D77609">
          <w:rPr>
            <w:noProof/>
            <w:webHidden/>
          </w:rPr>
          <w:fldChar w:fldCharType="end"/>
        </w:r>
      </w:hyperlink>
    </w:p>
    <w:p w14:paraId="7B147937" w14:textId="01B930D9" w:rsidR="00D77609" w:rsidRDefault="00DC2141">
      <w:pPr>
        <w:pStyle w:val="TOC1"/>
        <w:rPr>
          <w:rFonts w:asciiTheme="minorHAnsi" w:eastAsiaTheme="minorEastAsia" w:hAnsiTheme="minorHAnsi" w:cstheme="minorBidi"/>
          <w:b w:val="0"/>
          <w:noProof/>
          <w:color w:val="auto"/>
          <w:sz w:val="22"/>
          <w:szCs w:val="22"/>
          <w:lang w:eastAsia="ja-JP"/>
        </w:rPr>
      </w:pPr>
      <w:hyperlink w:anchor="_Toc137541635" w:history="1">
        <w:r w:rsidR="00D77609" w:rsidRPr="00465165">
          <w:rPr>
            <w:rStyle w:val="Hyperlink"/>
            <w:noProof/>
          </w:rPr>
          <w:t>General information</w:t>
        </w:r>
        <w:r w:rsidR="00D77609">
          <w:rPr>
            <w:noProof/>
            <w:webHidden/>
          </w:rPr>
          <w:tab/>
        </w:r>
        <w:r w:rsidR="00D77609">
          <w:rPr>
            <w:noProof/>
            <w:webHidden/>
          </w:rPr>
          <w:fldChar w:fldCharType="begin"/>
        </w:r>
        <w:r w:rsidR="00D77609">
          <w:rPr>
            <w:noProof/>
            <w:webHidden/>
          </w:rPr>
          <w:instrText xml:space="preserve"> PAGEREF _Toc137541635 \h </w:instrText>
        </w:r>
        <w:r w:rsidR="00D77609">
          <w:rPr>
            <w:noProof/>
            <w:webHidden/>
          </w:rPr>
        </w:r>
        <w:r w:rsidR="00D77609">
          <w:rPr>
            <w:noProof/>
            <w:webHidden/>
          </w:rPr>
          <w:fldChar w:fldCharType="separate"/>
        </w:r>
        <w:r w:rsidR="00D77609">
          <w:rPr>
            <w:noProof/>
            <w:webHidden/>
          </w:rPr>
          <w:t>3</w:t>
        </w:r>
        <w:r w:rsidR="00D77609">
          <w:rPr>
            <w:noProof/>
            <w:webHidden/>
          </w:rPr>
          <w:fldChar w:fldCharType="end"/>
        </w:r>
      </w:hyperlink>
    </w:p>
    <w:p w14:paraId="5B7B3FEB" w14:textId="40FDCD65" w:rsidR="00D77609" w:rsidRDefault="00DC2141">
      <w:pPr>
        <w:pStyle w:val="TOC1"/>
        <w:rPr>
          <w:rFonts w:asciiTheme="minorHAnsi" w:eastAsiaTheme="minorEastAsia" w:hAnsiTheme="minorHAnsi" w:cstheme="minorBidi"/>
          <w:b w:val="0"/>
          <w:noProof/>
          <w:color w:val="auto"/>
          <w:sz w:val="22"/>
          <w:szCs w:val="22"/>
          <w:lang w:eastAsia="ja-JP"/>
        </w:rPr>
      </w:pPr>
      <w:hyperlink w:anchor="_Toc137541636" w:history="1">
        <w:r w:rsidR="00D77609" w:rsidRPr="00465165">
          <w:rPr>
            <w:rStyle w:val="Hyperlink"/>
            <w:noProof/>
          </w:rPr>
          <w:t>Table of Contents</w:t>
        </w:r>
        <w:r w:rsidR="00D77609">
          <w:rPr>
            <w:noProof/>
            <w:webHidden/>
          </w:rPr>
          <w:tab/>
        </w:r>
        <w:r w:rsidR="00D77609">
          <w:rPr>
            <w:noProof/>
            <w:webHidden/>
          </w:rPr>
          <w:fldChar w:fldCharType="begin"/>
        </w:r>
        <w:r w:rsidR="00D77609">
          <w:rPr>
            <w:noProof/>
            <w:webHidden/>
          </w:rPr>
          <w:instrText xml:space="preserve"> PAGEREF _Toc137541636 \h </w:instrText>
        </w:r>
        <w:r w:rsidR="00D77609">
          <w:rPr>
            <w:noProof/>
            <w:webHidden/>
          </w:rPr>
        </w:r>
        <w:r w:rsidR="00D77609">
          <w:rPr>
            <w:noProof/>
            <w:webHidden/>
          </w:rPr>
          <w:fldChar w:fldCharType="separate"/>
        </w:r>
        <w:r w:rsidR="00D77609">
          <w:rPr>
            <w:noProof/>
            <w:webHidden/>
          </w:rPr>
          <w:t>4</w:t>
        </w:r>
        <w:r w:rsidR="00D77609">
          <w:rPr>
            <w:noProof/>
            <w:webHidden/>
          </w:rPr>
          <w:fldChar w:fldCharType="end"/>
        </w:r>
      </w:hyperlink>
    </w:p>
    <w:p w14:paraId="22500DD6" w14:textId="1DB46DAA" w:rsidR="00D77609" w:rsidRDefault="00DC2141">
      <w:pPr>
        <w:pStyle w:val="TOC1"/>
        <w:rPr>
          <w:rFonts w:asciiTheme="minorHAnsi" w:eastAsiaTheme="minorEastAsia" w:hAnsiTheme="minorHAnsi" w:cstheme="minorBidi"/>
          <w:b w:val="0"/>
          <w:noProof/>
          <w:color w:val="auto"/>
          <w:sz w:val="22"/>
          <w:szCs w:val="22"/>
          <w:lang w:eastAsia="ja-JP"/>
        </w:rPr>
      </w:pPr>
      <w:hyperlink w:anchor="_Toc137541637" w:history="1">
        <w:r w:rsidR="00D77609" w:rsidRPr="00465165">
          <w:rPr>
            <w:rStyle w:val="Hyperlink"/>
            <w:noProof/>
          </w:rPr>
          <w:t>1</w:t>
        </w:r>
        <w:r w:rsidR="00D77609">
          <w:rPr>
            <w:rFonts w:asciiTheme="minorHAnsi" w:eastAsiaTheme="minorEastAsia" w:hAnsiTheme="minorHAnsi" w:cstheme="minorBidi"/>
            <w:b w:val="0"/>
            <w:noProof/>
            <w:color w:val="auto"/>
            <w:sz w:val="22"/>
            <w:szCs w:val="22"/>
            <w:lang w:eastAsia="ja-JP"/>
          </w:rPr>
          <w:tab/>
        </w:r>
        <w:r w:rsidR="00D77609" w:rsidRPr="00465165">
          <w:rPr>
            <w:rStyle w:val="Hyperlink"/>
            <w:noProof/>
          </w:rPr>
          <w:t>Overview of Acceptance Test Report</w:t>
        </w:r>
        <w:r w:rsidR="00D77609">
          <w:rPr>
            <w:noProof/>
            <w:webHidden/>
          </w:rPr>
          <w:tab/>
        </w:r>
        <w:r w:rsidR="00D77609">
          <w:rPr>
            <w:noProof/>
            <w:webHidden/>
          </w:rPr>
          <w:fldChar w:fldCharType="begin"/>
        </w:r>
        <w:r w:rsidR="00D77609">
          <w:rPr>
            <w:noProof/>
            <w:webHidden/>
          </w:rPr>
          <w:instrText xml:space="preserve"> PAGEREF _Toc137541637 \h </w:instrText>
        </w:r>
        <w:r w:rsidR="00D77609">
          <w:rPr>
            <w:noProof/>
            <w:webHidden/>
          </w:rPr>
        </w:r>
        <w:r w:rsidR="00D77609">
          <w:rPr>
            <w:noProof/>
            <w:webHidden/>
          </w:rPr>
          <w:fldChar w:fldCharType="separate"/>
        </w:r>
        <w:r w:rsidR="00D77609">
          <w:rPr>
            <w:noProof/>
            <w:webHidden/>
          </w:rPr>
          <w:t>5</w:t>
        </w:r>
        <w:r w:rsidR="00D77609">
          <w:rPr>
            <w:noProof/>
            <w:webHidden/>
          </w:rPr>
          <w:fldChar w:fldCharType="end"/>
        </w:r>
      </w:hyperlink>
    </w:p>
    <w:p w14:paraId="742FA10F" w14:textId="11593E3E" w:rsidR="00D77609" w:rsidRDefault="00DC2141">
      <w:pPr>
        <w:pStyle w:val="TOC2"/>
        <w:rPr>
          <w:rFonts w:asciiTheme="minorHAnsi" w:eastAsiaTheme="minorEastAsia" w:hAnsiTheme="minorHAnsi" w:cstheme="minorBidi"/>
          <w:noProof/>
          <w:color w:val="auto"/>
          <w:sz w:val="22"/>
          <w:szCs w:val="22"/>
          <w:lang w:eastAsia="ja-JP"/>
        </w:rPr>
      </w:pPr>
      <w:hyperlink w:anchor="_Toc137541638" w:history="1">
        <w:r w:rsidR="00D77609" w:rsidRPr="00465165">
          <w:rPr>
            <w:rStyle w:val="Hyperlink"/>
            <w:rFonts w:cs="Noto Sans"/>
            <w:noProof/>
          </w:rPr>
          <w:t>1.1</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General Information on Approval and Acceptance</w:t>
        </w:r>
        <w:r w:rsidR="00D77609">
          <w:rPr>
            <w:noProof/>
            <w:webHidden/>
          </w:rPr>
          <w:tab/>
        </w:r>
        <w:r w:rsidR="00D77609">
          <w:rPr>
            <w:noProof/>
            <w:webHidden/>
          </w:rPr>
          <w:fldChar w:fldCharType="begin"/>
        </w:r>
        <w:r w:rsidR="00D77609">
          <w:rPr>
            <w:noProof/>
            <w:webHidden/>
          </w:rPr>
          <w:instrText xml:space="preserve"> PAGEREF _Toc137541638 \h </w:instrText>
        </w:r>
        <w:r w:rsidR="00D77609">
          <w:rPr>
            <w:noProof/>
            <w:webHidden/>
          </w:rPr>
        </w:r>
        <w:r w:rsidR="00D77609">
          <w:rPr>
            <w:noProof/>
            <w:webHidden/>
          </w:rPr>
          <w:fldChar w:fldCharType="separate"/>
        </w:r>
        <w:r w:rsidR="00D77609">
          <w:rPr>
            <w:noProof/>
            <w:webHidden/>
          </w:rPr>
          <w:t>5</w:t>
        </w:r>
        <w:r w:rsidR="00D77609">
          <w:rPr>
            <w:noProof/>
            <w:webHidden/>
          </w:rPr>
          <w:fldChar w:fldCharType="end"/>
        </w:r>
      </w:hyperlink>
    </w:p>
    <w:p w14:paraId="62429FE1" w14:textId="32B8236D" w:rsidR="00D77609" w:rsidRDefault="00DC2141">
      <w:pPr>
        <w:pStyle w:val="TOC1"/>
        <w:rPr>
          <w:rFonts w:asciiTheme="minorHAnsi" w:eastAsiaTheme="minorEastAsia" w:hAnsiTheme="minorHAnsi" w:cstheme="minorBidi"/>
          <w:b w:val="0"/>
          <w:noProof/>
          <w:color w:val="auto"/>
          <w:sz w:val="22"/>
          <w:szCs w:val="22"/>
          <w:lang w:eastAsia="ja-JP"/>
        </w:rPr>
      </w:pPr>
      <w:hyperlink w:anchor="_Toc137541639" w:history="1">
        <w:r w:rsidR="00D77609" w:rsidRPr="00465165">
          <w:rPr>
            <w:rStyle w:val="Hyperlink"/>
            <w:noProof/>
          </w:rPr>
          <w:t>2</w:t>
        </w:r>
        <w:r w:rsidR="00D77609">
          <w:rPr>
            <w:rFonts w:asciiTheme="minorHAnsi" w:eastAsiaTheme="minorEastAsia" w:hAnsiTheme="minorHAnsi" w:cstheme="minorBidi"/>
            <w:b w:val="0"/>
            <w:noProof/>
            <w:color w:val="auto"/>
            <w:sz w:val="22"/>
            <w:szCs w:val="22"/>
            <w:lang w:eastAsia="ja-JP"/>
          </w:rPr>
          <w:tab/>
        </w:r>
        <w:r w:rsidR="00D77609" w:rsidRPr="00465165">
          <w:rPr>
            <w:rStyle w:val="Hyperlink"/>
            <w:noProof/>
          </w:rPr>
          <w:t>Network Partner Function Test Cases</w:t>
        </w:r>
        <w:r w:rsidR="00D77609">
          <w:rPr>
            <w:noProof/>
            <w:webHidden/>
          </w:rPr>
          <w:tab/>
        </w:r>
        <w:r w:rsidR="00D77609">
          <w:rPr>
            <w:noProof/>
            <w:webHidden/>
          </w:rPr>
          <w:fldChar w:fldCharType="begin"/>
        </w:r>
        <w:r w:rsidR="00D77609">
          <w:rPr>
            <w:noProof/>
            <w:webHidden/>
          </w:rPr>
          <w:instrText xml:space="preserve"> PAGEREF _Toc137541639 \h </w:instrText>
        </w:r>
        <w:r w:rsidR="00D77609">
          <w:rPr>
            <w:noProof/>
            <w:webHidden/>
          </w:rPr>
        </w:r>
        <w:r w:rsidR="00D77609">
          <w:rPr>
            <w:noProof/>
            <w:webHidden/>
          </w:rPr>
          <w:fldChar w:fldCharType="separate"/>
        </w:r>
        <w:r w:rsidR="00D77609">
          <w:rPr>
            <w:noProof/>
            <w:webHidden/>
          </w:rPr>
          <w:t>6</w:t>
        </w:r>
        <w:r w:rsidR="00D77609">
          <w:rPr>
            <w:noProof/>
            <w:webHidden/>
          </w:rPr>
          <w:fldChar w:fldCharType="end"/>
        </w:r>
      </w:hyperlink>
    </w:p>
    <w:p w14:paraId="30FC5614" w14:textId="5BCFB43D" w:rsidR="00D77609" w:rsidRDefault="00DC2141">
      <w:pPr>
        <w:pStyle w:val="TOC2"/>
        <w:rPr>
          <w:rFonts w:asciiTheme="minorHAnsi" w:eastAsiaTheme="minorEastAsia" w:hAnsiTheme="minorHAnsi" w:cstheme="minorBidi"/>
          <w:noProof/>
          <w:color w:val="auto"/>
          <w:sz w:val="22"/>
          <w:szCs w:val="22"/>
          <w:lang w:eastAsia="ja-JP"/>
        </w:rPr>
      </w:pPr>
      <w:hyperlink w:anchor="_Toc137541640" w:history="1">
        <w:r w:rsidR="00D77609" w:rsidRPr="00465165">
          <w:rPr>
            <w:rStyle w:val="Hyperlink"/>
            <w:rFonts w:cs="Noto Sans"/>
            <w:noProof/>
          </w:rPr>
          <w:t>2.1</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System Status</w:t>
        </w:r>
        <w:r w:rsidR="00D77609">
          <w:rPr>
            <w:noProof/>
            <w:webHidden/>
          </w:rPr>
          <w:tab/>
        </w:r>
        <w:r w:rsidR="00D77609">
          <w:rPr>
            <w:noProof/>
            <w:webHidden/>
          </w:rPr>
          <w:fldChar w:fldCharType="begin"/>
        </w:r>
        <w:r w:rsidR="00D77609">
          <w:rPr>
            <w:noProof/>
            <w:webHidden/>
          </w:rPr>
          <w:instrText xml:space="preserve"> PAGEREF _Toc137541640 \h </w:instrText>
        </w:r>
        <w:r w:rsidR="00D77609">
          <w:rPr>
            <w:noProof/>
            <w:webHidden/>
          </w:rPr>
        </w:r>
        <w:r w:rsidR="00D77609">
          <w:rPr>
            <w:noProof/>
            <w:webHidden/>
          </w:rPr>
          <w:fldChar w:fldCharType="separate"/>
        </w:r>
        <w:r w:rsidR="00D77609">
          <w:rPr>
            <w:noProof/>
            <w:webHidden/>
          </w:rPr>
          <w:t>6</w:t>
        </w:r>
        <w:r w:rsidR="00D77609">
          <w:rPr>
            <w:noProof/>
            <w:webHidden/>
          </w:rPr>
          <w:fldChar w:fldCharType="end"/>
        </w:r>
      </w:hyperlink>
    </w:p>
    <w:p w14:paraId="5B7F00D9" w14:textId="661D61E3" w:rsidR="00D77609" w:rsidRDefault="00DC2141">
      <w:pPr>
        <w:pStyle w:val="TOC2"/>
        <w:rPr>
          <w:rFonts w:asciiTheme="minorHAnsi" w:eastAsiaTheme="minorEastAsia" w:hAnsiTheme="minorHAnsi" w:cstheme="minorBidi"/>
          <w:noProof/>
          <w:color w:val="auto"/>
          <w:sz w:val="22"/>
          <w:szCs w:val="22"/>
          <w:lang w:eastAsia="ja-JP"/>
        </w:rPr>
      </w:pPr>
      <w:hyperlink w:anchor="_Toc137541641" w:history="1">
        <w:r w:rsidR="00D77609" w:rsidRPr="00465165">
          <w:rPr>
            <w:rStyle w:val="Hyperlink"/>
            <w:rFonts w:cs="Noto Sans"/>
            <w:noProof/>
          </w:rPr>
          <w:t>2.2</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Sectors</w:t>
        </w:r>
        <w:r w:rsidR="00D77609">
          <w:rPr>
            <w:noProof/>
            <w:webHidden/>
          </w:rPr>
          <w:tab/>
        </w:r>
        <w:r w:rsidR="00D77609">
          <w:rPr>
            <w:noProof/>
            <w:webHidden/>
          </w:rPr>
          <w:fldChar w:fldCharType="begin"/>
        </w:r>
        <w:r w:rsidR="00D77609">
          <w:rPr>
            <w:noProof/>
            <w:webHidden/>
          </w:rPr>
          <w:instrText xml:space="preserve"> PAGEREF _Toc137541641 \h </w:instrText>
        </w:r>
        <w:r w:rsidR="00D77609">
          <w:rPr>
            <w:noProof/>
            <w:webHidden/>
          </w:rPr>
        </w:r>
        <w:r w:rsidR="00D77609">
          <w:rPr>
            <w:noProof/>
            <w:webHidden/>
          </w:rPr>
          <w:fldChar w:fldCharType="separate"/>
        </w:r>
        <w:r w:rsidR="00D77609">
          <w:rPr>
            <w:noProof/>
            <w:webHidden/>
          </w:rPr>
          <w:t>7</w:t>
        </w:r>
        <w:r w:rsidR="00D77609">
          <w:rPr>
            <w:noProof/>
            <w:webHidden/>
          </w:rPr>
          <w:fldChar w:fldCharType="end"/>
        </w:r>
      </w:hyperlink>
    </w:p>
    <w:p w14:paraId="32507EE4" w14:textId="04283B3C" w:rsidR="00D77609" w:rsidRDefault="00DC2141">
      <w:pPr>
        <w:pStyle w:val="TOC2"/>
        <w:rPr>
          <w:rFonts w:asciiTheme="minorHAnsi" w:eastAsiaTheme="minorEastAsia" w:hAnsiTheme="minorHAnsi" w:cstheme="minorBidi"/>
          <w:noProof/>
          <w:color w:val="auto"/>
          <w:sz w:val="22"/>
          <w:szCs w:val="22"/>
          <w:lang w:eastAsia="ja-JP"/>
        </w:rPr>
      </w:pPr>
      <w:hyperlink w:anchor="_Toc137541642" w:history="1">
        <w:r w:rsidR="00D77609" w:rsidRPr="00465165">
          <w:rPr>
            <w:rStyle w:val="Hyperlink"/>
            <w:rFonts w:cs="Noto Sans"/>
            <w:noProof/>
          </w:rPr>
          <w:t>2.3</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Searching/Querying Invoice Issuers</w:t>
        </w:r>
        <w:r w:rsidR="00D77609">
          <w:rPr>
            <w:noProof/>
            <w:webHidden/>
          </w:rPr>
          <w:tab/>
        </w:r>
        <w:r w:rsidR="00D77609">
          <w:rPr>
            <w:noProof/>
            <w:webHidden/>
          </w:rPr>
          <w:fldChar w:fldCharType="begin"/>
        </w:r>
        <w:r w:rsidR="00D77609">
          <w:rPr>
            <w:noProof/>
            <w:webHidden/>
          </w:rPr>
          <w:instrText xml:space="preserve"> PAGEREF _Toc137541642 \h </w:instrText>
        </w:r>
        <w:r w:rsidR="00D77609">
          <w:rPr>
            <w:noProof/>
            <w:webHidden/>
          </w:rPr>
        </w:r>
        <w:r w:rsidR="00D77609">
          <w:rPr>
            <w:noProof/>
            <w:webHidden/>
          </w:rPr>
          <w:fldChar w:fldCharType="separate"/>
        </w:r>
        <w:r w:rsidR="00D77609">
          <w:rPr>
            <w:noProof/>
            <w:webHidden/>
          </w:rPr>
          <w:t>8</w:t>
        </w:r>
        <w:r w:rsidR="00D77609">
          <w:rPr>
            <w:noProof/>
            <w:webHidden/>
          </w:rPr>
          <w:fldChar w:fldCharType="end"/>
        </w:r>
      </w:hyperlink>
    </w:p>
    <w:p w14:paraId="5520C68C" w14:textId="65218C8D" w:rsidR="00D77609" w:rsidRDefault="00DC2141">
      <w:pPr>
        <w:pStyle w:val="TOC2"/>
        <w:rPr>
          <w:rFonts w:asciiTheme="minorHAnsi" w:eastAsiaTheme="minorEastAsia" w:hAnsiTheme="minorHAnsi" w:cstheme="minorBidi"/>
          <w:noProof/>
          <w:color w:val="auto"/>
          <w:sz w:val="22"/>
          <w:szCs w:val="22"/>
          <w:lang w:eastAsia="ja-JP"/>
        </w:rPr>
      </w:pPr>
      <w:hyperlink w:anchor="_Toc137541643" w:history="1">
        <w:r w:rsidR="00D77609" w:rsidRPr="00465165">
          <w:rPr>
            <w:rStyle w:val="Hyperlink"/>
            <w:rFonts w:cs="Noto Sans"/>
            <w:noProof/>
          </w:rPr>
          <w:t>2.4</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Registering Invoice Issuers (*)</w:t>
        </w:r>
        <w:r w:rsidR="00D77609">
          <w:rPr>
            <w:noProof/>
            <w:webHidden/>
          </w:rPr>
          <w:tab/>
        </w:r>
        <w:r w:rsidR="00D77609">
          <w:rPr>
            <w:noProof/>
            <w:webHidden/>
          </w:rPr>
          <w:fldChar w:fldCharType="begin"/>
        </w:r>
        <w:r w:rsidR="00D77609">
          <w:rPr>
            <w:noProof/>
            <w:webHidden/>
          </w:rPr>
          <w:instrText xml:space="preserve"> PAGEREF _Toc137541643 \h </w:instrText>
        </w:r>
        <w:r w:rsidR="00D77609">
          <w:rPr>
            <w:noProof/>
            <w:webHidden/>
          </w:rPr>
        </w:r>
        <w:r w:rsidR="00D77609">
          <w:rPr>
            <w:noProof/>
            <w:webHidden/>
          </w:rPr>
          <w:fldChar w:fldCharType="separate"/>
        </w:r>
        <w:r w:rsidR="00D77609">
          <w:rPr>
            <w:noProof/>
            <w:webHidden/>
          </w:rPr>
          <w:t>9</w:t>
        </w:r>
        <w:r w:rsidR="00D77609">
          <w:rPr>
            <w:noProof/>
            <w:webHidden/>
          </w:rPr>
          <w:fldChar w:fldCharType="end"/>
        </w:r>
      </w:hyperlink>
    </w:p>
    <w:p w14:paraId="656DBAE7" w14:textId="29C1B8B6" w:rsidR="00D77609" w:rsidRDefault="00DC2141">
      <w:pPr>
        <w:pStyle w:val="TOC2"/>
        <w:rPr>
          <w:rFonts w:asciiTheme="minorHAnsi" w:eastAsiaTheme="minorEastAsia" w:hAnsiTheme="minorHAnsi" w:cstheme="minorBidi"/>
          <w:noProof/>
          <w:color w:val="auto"/>
          <w:sz w:val="22"/>
          <w:szCs w:val="22"/>
          <w:lang w:eastAsia="ja-JP"/>
        </w:rPr>
      </w:pPr>
      <w:hyperlink w:anchor="_Toc137541644" w:history="1">
        <w:r w:rsidR="00D77609" w:rsidRPr="00465165">
          <w:rPr>
            <w:rStyle w:val="Hyperlink"/>
            <w:rFonts w:cs="Noto Sans"/>
            <w:noProof/>
          </w:rPr>
          <w:t>2.5</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Editing Invoice Issuer Data (*)</w:t>
        </w:r>
        <w:r w:rsidR="00D77609">
          <w:rPr>
            <w:noProof/>
            <w:webHidden/>
          </w:rPr>
          <w:tab/>
        </w:r>
        <w:r w:rsidR="00D77609">
          <w:rPr>
            <w:noProof/>
            <w:webHidden/>
          </w:rPr>
          <w:fldChar w:fldCharType="begin"/>
        </w:r>
        <w:r w:rsidR="00D77609">
          <w:rPr>
            <w:noProof/>
            <w:webHidden/>
          </w:rPr>
          <w:instrText xml:space="preserve"> PAGEREF _Toc137541644 \h </w:instrText>
        </w:r>
        <w:r w:rsidR="00D77609">
          <w:rPr>
            <w:noProof/>
            <w:webHidden/>
          </w:rPr>
        </w:r>
        <w:r w:rsidR="00D77609">
          <w:rPr>
            <w:noProof/>
            <w:webHidden/>
          </w:rPr>
          <w:fldChar w:fldCharType="separate"/>
        </w:r>
        <w:r w:rsidR="00D77609">
          <w:rPr>
            <w:noProof/>
            <w:webHidden/>
          </w:rPr>
          <w:t>10</w:t>
        </w:r>
        <w:r w:rsidR="00D77609">
          <w:rPr>
            <w:noProof/>
            <w:webHidden/>
          </w:rPr>
          <w:fldChar w:fldCharType="end"/>
        </w:r>
      </w:hyperlink>
    </w:p>
    <w:p w14:paraId="3DA82C26" w14:textId="161B533B" w:rsidR="00D77609" w:rsidRDefault="00DC2141">
      <w:pPr>
        <w:pStyle w:val="TOC3"/>
        <w:rPr>
          <w:rFonts w:asciiTheme="minorHAnsi" w:eastAsiaTheme="minorEastAsia" w:hAnsiTheme="minorHAnsi" w:cstheme="minorBidi"/>
          <w:noProof/>
          <w:color w:val="auto"/>
          <w:sz w:val="22"/>
          <w:szCs w:val="22"/>
          <w:lang w:eastAsia="ja-JP"/>
        </w:rPr>
      </w:pPr>
      <w:hyperlink w:anchor="_Toc137541645" w:history="1">
        <w:r w:rsidR="00D77609" w:rsidRPr="00465165">
          <w:rPr>
            <w:rStyle w:val="Hyperlink"/>
            <w:noProof/>
          </w:rPr>
          <w:t>2.5.1</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Editing Invoice Issuer Data Logo (*)</w:t>
        </w:r>
        <w:r w:rsidR="00D77609">
          <w:rPr>
            <w:noProof/>
            <w:webHidden/>
          </w:rPr>
          <w:tab/>
        </w:r>
        <w:r w:rsidR="00D77609">
          <w:rPr>
            <w:noProof/>
            <w:webHidden/>
          </w:rPr>
          <w:fldChar w:fldCharType="begin"/>
        </w:r>
        <w:r w:rsidR="00D77609">
          <w:rPr>
            <w:noProof/>
            <w:webHidden/>
          </w:rPr>
          <w:instrText xml:space="preserve"> PAGEREF _Toc137541645 \h </w:instrText>
        </w:r>
        <w:r w:rsidR="00D77609">
          <w:rPr>
            <w:noProof/>
            <w:webHidden/>
          </w:rPr>
        </w:r>
        <w:r w:rsidR="00D77609">
          <w:rPr>
            <w:noProof/>
            <w:webHidden/>
          </w:rPr>
          <w:fldChar w:fldCharType="separate"/>
        </w:r>
        <w:r w:rsidR="00D77609">
          <w:rPr>
            <w:noProof/>
            <w:webHidden/>
          </w:rPr>
          <w:t>12</w:t>
        </w:r>
        <w:r w:rsidR="00D77609">
          <w:rPr>
            <w:noProof/>
            <w:webHidden/>
          </w:rPr>
          <w:fldChar w:fldCharType="end"/>
        </w:r>
      </w:hyperlink>
    </w:p>
    <w:p w14:paraId="77B28DC9" w14:textId="5B78754E" w:rsidR="00D77609" w:rsidRDefault="00DC2141">
      <w:pPr>
        <w:pStyle w:val="TOC3"/>
        <w:rPr>
          <w:rFonts w:asciiTheme="minorHAnsi" w:eastAsiaTheme="minorEastAsia" w:hAnsiTheme="minorHAnsi" w:cstheme="minorBidi"/>
          <w:noProof/>
          <w:color w:val="auto"/>
          <w:sz w:val="22"/>
          <w:szCs w:val="22"/>
          <w:lang w:eastAsia="ja-JP"/>
        </w:rPr>
      </w:pPr>
      <w:hyperlink w:anchor="_Toc137541646" w:history="1">
        <w:r w:rsidR="00D77609" w:rsidRPr="00465165">
          <w:rPr>
            <w:rStyle w:val="Hyperlink"/>
            <w:noProof/>
          </w:rPr>
          <w:t>2.5.2</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Deregistering Invoice Issuers (*)</w:t>
        </w:r>
        <w:r w:rsidR="00D77609">
          <w:rPr>
            <w:noProof/>
            <w:webHidden/>
          </w:rPr>
          <w:tab/>
        </w:r>
        <w:r w:rsidR="00D77609">
          <w:rPr>
            <w:noProof/>
            <w:webHidden/>
          </w:rPr>
          <w:fldChar w:fldCharType="begin"/>
        </w:r>
        <w:r w:rsidR="00D77609">
          <w:rPr>
            <w:noProof/>
            <w:webHidden/>
          </w:rPr>
          <w:instrText xml:space="preserve"> PAGEREF _Toc137541646 \h </w:instrText>
        </w:r>
        <w:r w:rsidR="00D77609">
          <w:rPr>
            <w:noProof/>
            <w:webHidden/>
          </w:rPr>
        </w:r>
        <w:r w:rsidR="00D77609">
          <w:rPr>
            <w:noProof/>
            <w:webHidden/>
          </w:rPr>
          <w:fldChar w:fldCharType="separate"/>
        </w:r>
        <w:r w:rsidR="00D77609">
          <w:rPr>
            <w:noProof/>
            <w:webHidden/>
          </w:rPr>
          <w:t>13</w:t>
        </w:r>
        <w:r w:rsidR="00D77609">
          <w:rPr>
            <w:noProof/>
            <w:webHidden/>
          </w:rPr>
          <w:fldChar w:fldCharType="end"/>
        </w:r>
      </w:hyperlink>
    </w:p>
    <w:p w14:paraId="17F64C03" w14:textId="0BEB6D06" w:rsidR="00D77609" w:rsidRDefault="00DC2141">
      <w:pPr>
        <w:pStyle w:val="TOC2"/>
        <w:rPr>
          <w:rFonts w:asciiTheme="minorHAnsi" w:eastAsiaTheme="minorEastAsia" w:hAnsiTheme="minorHAnsi" w:cstheme="minorBidi"/>
          <w:noProof/>
          <w:color w:val="auto"/>
          <w:sz w:val="22"/>
          <w:szCs w:val="22"/>
          <w:lang w:eastAsia="ja-JP"/>
        </w:rPr>
      </w:pPr>
      <w:hyperlink w:anchor="_Toc137541647" w:history="1">
        <w:r w:rsidR="00D77609" w:rsidRPr="00465165">
          <w:rPr>
            <w:rStyle w:val="Hyperlink"/>
            <w:rFonts w:cs="Noto Sans"/>
            <w:noProof/>
          </w:rPr>
          <w:t>2.6</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Submitting Invoice Issuer Supplementary Document</w:t>
        </w:r>
        <w:r w:rsidR="00D77609">
          <w:rPr>
            <w:noProof/>
            <w:webHidden/>
          </w:rPr>
          <w:tab/>
        </w:r>
        <w:r w:rsidR="00D77609">
          <w:rPr>
            <w:noProof/>
            <w:webHidden/>
          </w:rPr>
          <w:fldChar w:fldCharType="begin"/>
        </w:r>
        <w:r w:rsidR="00D77609">
          <w:rPr>
            <w:noProof/>
            <w:webHidden/>
          </w:rPr>
          <w:instrText xml:space="preserve"> PAGEREF _Toc137541647 \h </w:instrText>
        </w:r>
        <w:r w:rsidR="00D77609">
          <w:rPr>
            <w:noProof/>
            <w:webHidden/>
          </w:rPr>
        </w:r>
        <w:r w:rsidR="00D77609">
          <w:rPr>
            <w:noProof/>
            <w:webHidden/>
          </w:rPr>
          <w:fldChar w:fldCharType="separate"/>
        </w:r>
        <w:r w:rsidR="00D77609">
          <w:rPr>
            <w:noProof/>
            <w:webHidden/>
          </w:rPr>
          <w:t>14</w:t>
        </w:r>
        <w:r w:rsidR="00D77609">
          <w:rPr>
            <w:noProof/>
            <w:webHidden/>
          </w:rPr>
          <w:fldChar w:fldCharType="end"/>
        </w:r>
      </w:hyperlink>
    </w:p>
    <w:p w14:paraId="5ECEC975" w14:textId="604FF8D8" w:rsidR="00D77609" w:rsidRDefault="00DC2141">
      <w:pPr>
        <w:pStyle w:val="TOC2"/>
        <w:rPr>
          <w:rFonts w:asciiTheme="minorHAnsi" w:eastAsiaTheme="minorEastAsia" w:hAnsiTheme="minorHAnsi" w:cstheme="minorBidi"/>
          <w:noProof/>
          <w:color w:val="auto"/>
          <w:sz w:val="22"/>
          <w:szCs w:val="22"/>
          <w:lang w:eastAsia="ja-JP"/>
        </w:rPr>
      </w:pPr>
      <w:hyperlink w:anchor="_Toc137541648" w:history="1">
        <w:r w:rsidR="00D77609" w:rsidRPr="00465165">
          <w:rPr>
            <w:rStyle w:val="Hyperlink"/>
            <w:rFonts w:cs="Noto Sans"/>
            <w:noProof/>
          </w:rPr>
          <w:t>2.7</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Invoice Issuer Supplementary Documents</w:t>
        </w:r>
        <w:r w:rsidR="00D77609">
          <w:rPr>
            <w:noProof/>
            <w:webHidden/>
          </w:rPr>
          <w:tab/>
        </w:r>
        <w:r w:rsidR="00D77609">
          <w:rPr>
            <w:noProof/>
            <w:webHidden/>
          </w:rPr>
          <w:fldChar w:fldCharType="begin"/>
        </w:r>
        <w:r w:rsidR="00D77609">
          <w:rPr>
            <w:noProof/>
            <w:webHidden/>
          </w:rPr>
          <w:instrText xml:space="preserve"> PAGEREF _Toc137541648 \h </w:instrText>
        </w:r>
        <w:r w:rsidR="00D77609">
          <w:rPr>
            <w:noProof/>
            <w:webHidden/>
          </w:rPr>
        </w:r>
        <w:r w:rsidR="00D77609">
          <w:rPr>
            <w:noProof/>
            <w:webHidden/>
          </w:rPr>
          <w:fldChar w:fldCharType="separate"/>
        </w:r>
        <w:r w:rsidR="00D77609">
          <w:rPr>
            <w:noProof/>
            <w:webHidden/>
          </w:rPr>
          <w:t>15</w:t>
        </w:r>
        <w:r w:rsidR="00D77609">
          <w:rPr>
            <w:noProof/>
            <w:webHidden/>
          </w:rPr>
          <w:fldChar w:fldCharType="end"/>
        </w:r>
      </w:hyperlink>
    </w:p>
    <w:p w14:paraId="3E137A73" w14:textId="17160B64" w:rsidR="00D77609" w:rsidRDefault="00DC2141">
      <w:pPr>
        <w:pStyle w:val="TOC2"/>
        <w:rPr>
          <w:rFonts w:asciiTheme="minorHAnsi" w:eastAsiaTheme="minorEastAsia" w:hAnsiTheme="minorHAnsi" w:cstheme="minorBidi"/>
          <w:noProof/>
          <w:color w:val="auto"/>
          <w:sz w:val="22"/>
          <w:szCs w:val="22"/>
          <w:lang w:eastAsia="ja-JP"/>
        </w:rPr>
      </w:pPr>
      <w:hyperlink w:anchor="_Toc137541649" w:history="1">
        <w:r w:rsidR="00D77609" w:rsidRPr="00465165">
          <w:rPr>
            <w:rStyle w:val="Hyperlink"/>
            <w:rFonts w:cs="Noto Sans"/>
            <w:noProof/>
          </w:rPr>
          <w:t>2.8</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Editing Invoice Issuer Supplementary Documents</w:t>
        </w:r>
        <w:r w:rsidR="00D77609">
          <w:rPr>
            <w:noProof/>
            <w:webHidden/>
          </w:rPr>
          <w:tab/>
        </w:r>
        <w:r w:rsidR="00D77609">
          <w:rPr>
            <w:noProof/>
            <w:webHidden/>
          </w:rPr>
          <w:fldChar w:fldCharType="begin"/>
        </w:r>
        <w:r w:rsidR="00D77609">
          <w:rPr>
            <w:noProof/>
            <w:webHidden/>
          </w:rPr>
          <w:instrText xml:space="preserve"> PAGEREF _Toc137541649 \h </w:instrText>
        </w:r>
        <w:r w:rsidR="00D77609">
          <w:rPr>
            <w:noProof/>
            <w:webHidden/>
          </w:rPr>
        </w:r>
        <w:r w:rsidR="00D77609">
          <w:rPr>
            <w:noProof/>
            <w:webHidden/>
          </w:rPr>
          <w:fldChar w:fldCharType="separate"/>
        </w:r>
        <w:r w:rsidR="00D77609">
          <w:rPr>
            <w:noProof/>
            <w:webHidden/>
          </w:rPr>
          <w:t>16</w:t>
        </w:r>
        <w:r w:rsidR="00D77609">
          <w:rPr>
            <w:noProof/>
            <w:webHidden/>
          </w:rPr>
          <w:fldChar w:fldCharType="end"/>
        </w:r>
      </w:hyperlink>
    </w:p>
    <w:p w14:paraId="0C4D6BAA" w14:textId="5F3DB5C7" w:rsidR="00D77609" w:rsidRDefault="00DC2141">
      <w:pPr>
        <w:pStyle w:val="TOC2"/>
        <w:rPr>
          <w:rFonts w:asciiTheme="minorHAnsi" w:eastAsiaTheme="minorEastAsia" w:hAnsiTheme="minorHAnsi" w:cstheme="minorBidi"/>
          <w:noProof/>
          <w:color w:val="auto"/>
          <w:sz w:val="22"/>
          <w:szCs w:val="22"/>
          <w:lang w:eastAsia="ja-JP"/>
        </w:rPr>
      </w:pPr>
      <w:hyperlink w:anchor="_Toc137541650" w:history="1">
        <w:r w:rsidR="00D77609" w:rsidRPr="00465165">
          <w:rPr>
            <w:rStyle w:val="Hyperlink"/>
            <w:rFonts w:cs="Noto Sans"/>
            <w:noProof/>
          </w:rPr>
          <w:t>2.9</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Deleting Invoice Issuer Supplementary Documents</w:t>
        </w:r>
        <w:r w:rsidR="00D77609">
          <w:rPr>
            <w:noProof/>
            <w:webHidden/>
          </w:rPr>
          <w:tab/>
        </w:r>
        <w:r w:rsidR="00D77609">
          <w:rPr>
            <w:noProof/>
            <w:webHidden/>
          </w:rPr>
          <w:fldChar w:fldCharType="begin"/>
        </w:r>
        <w:r w:rsidR="00D77609">
          <w:rPr>
            <w:noProof/>
            <w:webHidden/>
          </w:rPr>
          <w:instrText xml:space="preserve"> PAGEREF _Toc137541650 \h </w:instrText>
        </w:r>
        <w:r w:rsidR="00D77609">
          <w:rPr>
            <w:noProof/>
            <w:webHidden/>
          </w:rPr>
        </w:r>
        <w:r w:rsidR="00D77609">
          <w:rPr>
            <w:noProof/>
            <w:webHidden/>
          </w:rPr>
          <w:fldChar w:fldCharType="separate"/>
        </w:r>
        <w:r w:rsidR="00D77609">
          <w:rPr>
            <w:noProof/>
            <w:webHidden/>
          </w:rPr>
          <w:t>17</w:t>
        </w:r>
        <w:r w:rsidR="00D77609">
          <w:rPr>
            <w:noProof/>
            <w:webHidden/>
          </w:rPr>
          <w:fldChar w:fldCharType="end"/>
        </w:r>
      </w:hyperlink>
    </w:p>
    <w:p w14:paraId="11282317" w14:textId="7EFA0F2F" w:rsidR="00D77609" w:rsidRDefault="00DC2141">
      <w:pPr>
        <w:pStyle w:val="TOC2"/>
        <w:rPr>
          <w:rFonts w:asciiTheme="minorHAnsi" w:eastAsiaTheme="minorEastAsia" w:hAnsiTheme="minorHAnsi" w:cstheme="minorBidi"/>
          <w:noProof/>
          <w:color w:val="auto"/>
          <w:sz w:val="22"/>
          <w:szCs w:val="22"/>
          <w:lang w:eastAsia="ja-JP"/>
        </w:rPr>
      </w:pPr>
      <w:hyperlink w:anchor="_Toc137541651" w:history="1">
        <w:r w:rsidR="00D77609" w:rsidRPr="00465165">
          <w:rPr>
            <w:rStyle w:val="Hyperlink"/>
            <w:rFonts w:cs="Noto Sans"/>
            <w:noProof/>
          </w:rPr>
          <w:t>2.10</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Invoice Recipients (*)</w:t>
        </w:r>
        <w:r w:rsidR="00D77609">
          <w:rPr>
            <w:noProof/>
            <w:webHidden/>
          </w:rPr>
          <w:tab/>
        </w:r>
        <w:r w:rsidR="00D77609">
          <w:rPr>
            <w:noProof/>
            <w:webHidden/>
          </w:rPr>
          <w:fldChar w:fldCharType="begin"/>
        </w:r>
        <w:r w:rsidR="00D77609">
          <w:rPr>
            <w:noProof/>
            <w:webHidden/>
          </w:rPr>
          <w:instrText xml:space="preserve"> PAGEREF _Toc137541651 \h </w:instrText>
        </w:r>
        <w:r w:rsidR="00D77609">
          <w:rPr>
            <w:noProof/>
            <w:webHidden/>
          </w:rPr>
        </w:r>
        <w:r w:rsidR="00D77609">
          <w:rPr>
            <w:noProof/>
            <w:webHidden/>
          </w:rPr>
          <w:fldChar w:fldCharType="separate"/>
        </w:r>
        <w:r w:rsidR="00D77609">
          <w:rPr>
            <w:noProof/>
            <w:webHidden/>
          </w:rPr>
          <w:t>18</w:t>
        </w:r>
        <w:r w:rsidR="00D77609">
          <w:rPr>
            <w:noProof/>
            <w:webHidden/>
          </w:rPr>
          <w:fldChar w:fldCharType="end"/>
        </w:r>
      </w:hyperlink>
    </w:p>
    <w:p w14:paraId="4BD6E406" w14:textId="38523AAA" w:rsidR="00D77609" w:rsidRDefault="00DC2141">
      <w:pPr>
        <w:pStyle w:val="TOC2"/>
        <w:rPr>
          <w:rFonts w:asciiTheme="minorHAnsi" w:eastAsiaTheme="minorEastAsia" w:hAnsiTheme="minorHAnsi" w:cstheme="minorBidi"/>
          <w:noProof/>
          <w:color w:val="auto"/>
          <w:sz w:val="22"/>
          <w:szCs w:val="22"/>
          <w:lang w:eastAsia="ja-JP"/>
        </w:rPr>
      </w:pPr>
      <w:hyperlink w:anchor="_Toc137541652" w:history="1">
        <w:r w:rsidR="00D77609" w:rsidRPr="00465165">
          <w:rPr>
            <w:rStyle w:val="Hyperlink"/>
            <w:rFonts w:cs="Noto Sans"/>
            <w:noProof/>
          </w:rPr>
          <w:t>2.11</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Submitting Business Cases (*)</w:t>
        </w:r>
        <w:r w:rsidR="00D77609">
          <w:rPr>
            <w:noProof/>
            <w:webHidden/>
          </w:rPr>
          <w:tab/>
        </w:r>
        <w:r w:rsidR="00D77609">
          <w:rPr>
            <w:noProof/>
            <w:webHidden/>
          </w:rPr>
          <w:fldChar w:fldCharType="begin"/>
        </w:r>
        <w:r w:rsidR="00D77609">
          <w:rPr>
            <w:noProof/>
            <w:webHidden/>
          </w:rPr>
          <w:instrText xml:space="preserve"> PAGEREF _Toc137541652 \h </w:instrText>
        </w:r>
        <w:r w:rsidR="00D77609">
          <w:rPr>
            <w:noProof/>
            <w:webHidden/>
          </w:rPr>
        </w:r>
        <w:r w:rsidR="00D77609">
          <w:rPr>
            <w:noProof/>
            <w:webHidden/>
          </w:rPr>
          <w:fldChar w:fldCharType="separate"/>
        </w:r>
        <w:r w:rsidR="00D77609">
          <w:rPr>
            <w:noProof/>
            <w:webHidden/>
          </w:rPr>
          <w:t>20</w:t>
        </w:r>
        <w:r w:rsidR="00D77609">
          <w:rPr>
            <w:noProof/>
            <w:webHidden/>
          </w:rPr>
          <w:fldChar w:fldCharType="end"/>
        </w:r>
      </w:hyperlink>
    </w:p>
    <w:p w14:paraId="0DF69CA4" w14:textId="5B8CF87C" w:rsidR="00D77609" w:rsidRDefault="00DC2141">
      <w:pPr>
        <w:pStyle w:val="TOC2"/>
        <w:rPr>
          <w:rFonts w:asciiTheme="minorHAnsi" w:eastAsiaTheme="minorEastAsia" w:hAnsiTheme="minorHAnsi" w:cstheme="minorBidi"/>
          <w:noProof/>
          <w:color w:val="auto"/>
          <w:sz w:val="22"/>
          <w:szCs w:val="22"/>
          <w:lang w:eastAsia="ja-JP"/>
        </w:rPr>
      </w:pPr>
      <w:hyperlink w:anchor="_Toc137541653" w:history="1">
        <w:r w:rsidR="00D77609" w:rsidRPr="00465165">
          <w:rPr>
            <w:rStyle w:val="Hyperlink"/>
            <w:rFonts w:cs="Noto Sans"/>
            <w:noProof/>
          </w:rPr>
          <w:t>2.12</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Business Case Data</w:t>
        </w:r>
        <w:r w:rsidR="00D77609">
          <w:rPr>
            <w:noProof/>
            <w:webHidden/>
          </w:rPr>
          <w:tab/>
        </w:r>
        <w:r w:rsidR="00D77609">
          <w:rPr>
            <w:noProof/>
            <w:webHidden/>
          </w:rPr>
          <w:fldChar w:fldCharType="begin"/>
        </w:r>
        <w:r w:rsidR="00D77609">
          <w:rPr>
            <w:noProof/>
            <w:webHidden/>
          </w:rPr>
          <w:instrText xml:space="preserve"> PAGEREF _Toc137541653 \h </w:instrText>
        </w:r>
        <w:r w:rsidR="00D77609">
          <w:rPr>
            <w:noProof/>
            <w:webHidden/>
          </w:rPr>
        </w:r>
        <w:r w:rsidR="00D77609">
          <w:rPr>
            <w:noProof/>
            <w:webHidden/>
          </w:rPr>
          <w:fldChar w:fldCharType="separate"/>
        </w:r>
        <w:r w:rsidR="00D77609">
          <w:rPr>
            <w:noProof/>
            <w:webHidden/>
          </w:rPr>
          <w:t>22</w:t>
        </w:r>
        <w:r w:rsidR="00D77609">
          <w:rPr>
            <w:noProof/>
            <w:webHidden/>
          </w:rPr>
          <w:fldChar w:fldCharType="end"/>
        </w:r>
      </w:hyperlink>
    </w:p>
    <w:p w14:paraId="48E3E69E" w14:textId="596F253A" w:rsidR="00D77609" w:rsidRDefault="00DC2141">
      <w:pPr>
        <w:pStyle w:val="TOC2"/>
        <w:rPr>
          <w:rFonts w:asciiTheme="minorHAnsi" w:eastAsiaTheme="minorEastAsia" w:hAnsiTheme="minorHAnsi" w:cstheme="minorBidi"/>
          <w:noProof/>
          <w:color w:val="auto"/>
          <w:sz w:val="22"/>
          <w:szCs w:val="22"/>
          <w:lang w:eastAsia="ja-JP"/>
        </w:rPr>
      </w:pPr>
      <w:hyperlink w:anchor="_Toc137541654" w:history="1">
        <w:r w:rsidR="00D77609" w:rsidRPr="00465165">
          <w:rPr>
            <w:rStyle w:val="Hyperlink"/>
            <w:rFonts w:cs="Noto Sans"/>
            <w:noProof/>
          </w:rPr>
          <w:t>2.13</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Business Case Processing Events</w:t>
        </w:r>
        <w:r w:rsidR="00D77609">
          <w:rPr>
            <w:noProof/>
            <w:webHidden/>
          </w:rPr>
          <w:tab/>
        </w:r>
        <w:r w:rsidR="00D77609">
          <w:rPr>
            <w:noProof/>
            <w:webHidden/>
          </w:rPr>
          <w:fldChar w:fldCharType="begin"/>
        </w:r>
        <w:r w:rsidR="00D77609">
          <w:rPr>
            <w:noProof/>
            <w:webHidden/>
          </w:rPr>
          <w:instrText xml:space="preserve"> PAGEREF _Toc137541654 \h </w:instrText>
        </w:r>
        <w:r w:rsidR="00D77609">
          <w:rPr>
            <w:noProof/>
            <w:webHidden/>
          </w:rPr>
        </w:r>
        <w:r w:rsidR="00D77609">
          <w:rPr>
            <w:noProof/>
            <w:webHidden/>
          </w:rPr>
          <w:fldChar w:fldCharType="separate"/>
        </w:r>
        <w:r w:rsidR="00D77609">
          <w:rPr>
            <w:noProof/>
            <w:webHidden/>
          </w:rPr>
          <w:t>23</w:t>
        </w:r>
        <w:r w:rsidR="00D77609">
          <w:rPr>
            <w:noProof/>
            <w:webHidden/>
          </w:rPr>
          <w:fldChar w:fldCharType="end"/>
        </w:r>
      </w:hyperlink>
    </w:p>
    <w:p w14:paraId="6A130739" w14:textId="0AEDF43E" w:rsidR="00D77609" w:rsidRDefault="00DC2141">
      <w:pPr>
        <w:pStyle w:val="TOC2"/>
        <w:rPr>
          <w:rFonts w:asciiTheme="minorHAnsi" w:eastAsiaTheme="minorEastAsia" w:hAnsiTheme="minorHAnsi" w:cstheme="minorBidi"/>
          <w:noProof/>
          <w:color w:val="auto"/>
          <w:sz w:val="22"/>
          <w:szCs w:val="22"/>
          <w:lang w:eastAsia="ja-JP"/>
        </w:rPr>
      </w:pPr>
      <w:hyperlink w:anchor="_Toc137541655" w:history="1">
        <w:r w:rsidR="00D77609" w:rsidRPr="00465165">
          <w:rPr>
            <w:rStyle w:val="Hyperlink"/>
            <w:rFonts w:cs="Noto Sans"/>
            <w:noProof/>
          </w:rPr>
          <w:t>2.14</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Retrieving Subscription and Cancellation Events (*)</w:t>
        </w:r>
        <w:r w:rsidR="00D77609">
          <w:rPr>
            <w:noProof/>
            <w:webHidden/>
          </w:rPr>
          <w:tab/>
        </w:r>
        <w:r w:rsidR="00D77609">
          <w:rPr>
            <w:noProof/>
            <w:webHidden/>
          </w:rPr>
          <w:fldChar w:fldCharType="begin"/>
        </w:r>
        <w:r w:rsidR="00D77609">
          <w:rPr>
            <w:noProof/>
            <w:webHidden/>
          </w:rPr>
          <w:instrText xml:space="preserve"> PAGEREF _Toc137541655 \h </w:instrText>
        </w:r>
        <w:r w:rsidR="00D77609">
          <w:rPr>
            <w:noProof/>
            <w:webHidden/>
          </w:rPr>
        </w:r>
        <w:r w:rsidR="00D77609">
          <w:rPr>
            <w:noProof/>
            <w:webHidden/>
          </w:rPr>
          <w:fldChar w:fldCharType="separate"/>
        </w:r>
        <w:r w:rsidR="00D77609">
          <w:rPr>
            <w:noProof/>
            <w:webHidden/>
          </w:rPr>
          <w:t>24</w:t>
        </w:r>
        <w:r w:rsidR="00D77609">
          <w:rPr>
            <w:noProof/>
            <w:webHidden/>
          </w:rPr>
          <w:fldChar w:fldCharType="end"/>
        </w:r>
      </w:hyperlink>
    </w:p>
    <w:p w14:paraId="77090F03" w14:textId="676F0CA9" w:rsidR="00D77609" w:rsidRDefault="00DC2141">
      <w:pPr>
        <w:pStyle w:val="TOC2"/>
        <w:rPr>
          <w:rFonts w:asciiTheme="minorHAnsi" w:eastAsiaTheme="minorEastAsia" w:hAnsiTheme="minorHAnsi" w:cstheme="minorBidi"/>
          <w:noProof/>
          <w:color w:val="auto"/>
          <w:sz w:val="22"/>
          <w:szCs w:val="22"/>
          <w:lang w:eastAsia="ja-JP"/>
        </w:rPr>
      </w:pPr>
      <w:hyperlink w:anchor="_Toc137541656" w:history="1">
        <w:r w:rsidR="00D77609" w:rsidRPr="00465165">
          <w:rPr>
            <w:rStyle w:val="Hyperlink"/>
            <w:rFonts w:cs="Noto Sans"/>
            <w:noProof/>
          </w:rPr>
          <w:t>2.15</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Changed E-Mail Addresses</w:t>
        </w:r>
        <w:r w:rsidR="00D77609">
          <w:rPr>
            <w:noProof/>
            <w:webHidden/>
          </w:rPr>
          <w:tab/>
        </w:r>
        <w:r w:rsidR="00D77609">
          <w:rPr>
            <w:noProof/>
            <w:webHidden/>
          </w:rPr>
          <w:fldChar w:fldCharType="begin"/>
        </w:r>
        <w:r w:rsidR="00D77609">
          <w:rPr>
            <w:noProof/>
            <w:webHidden/>
          </w:rPr>
          <w:instrText xml:space="preserve"> PAGEREF _Toc137541656 \h </w:instrText>
        </w:r>
        <w:r w:rsidR="00D77609">
          <w:rPr>
            <w:noProof/>
            <w:webHidden/>
          </w:rPr>
        </w:r>
        <w:r w:rsidR="00D77609">
          <w:rPr>
            <w:noProof/>
            <w:webHidden/>
          </w:rPr>
          <w:fldChar w:fldCharType="separate"/>
        </w:r>
        <w:r w:rsidR="00D77609">
          <w:rPr>
            <w:noProof/>
            <w:webHidden/>
          </w:rPr>
          <w:t>25</w:t>
        </w:r>
        <w:r w:rsidR="00D77609">
          <w:rPr>
            <w:noProof/>
            <w:webHidden/>
          </w:rPr>
          <w:fldChar w:fldCharType="end"/>
        </w:r>
      </w:hyperlink>
    </w:p>
    <w:p w14:paraId="3191E937" w14:textId="11648DA1" w:rsidR="00D77609" w:rsidRDefault="00DC2141">
      <w:pPr>
        <w:pStyle w:val="TOC2"/>
        <w:rPr>
          <w:rFonts w:asciiTheme="minorHAnsi" w:eastAsiaTheme="minorEastAsia" w:hAnsiTheme="minorHAnsi" w:cstheme="minorBidi"/>
          <w:noProof/>
          <w:color w:val="auto"/>
          <w:sz w:val="22"/>
          <w:szCs w:val="22"/>
          <w:lang w:eastAsia="ja-JP"/>
        </w:rPr>
      </w:pPr>
      <w:hyperlink w:anchor="_Toc137541657" w:history="1">
        <w:r w:rsidR="00D77609" w:rsidRPr="00465165">
          <w:rPr>
            <w:rStyle w:val="Hyperlink"/>
            <w:rFonts w:cs="Noto Sans"/>
            <w:noProof/>
          </w:rPr>
          <w:t>2.16</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Invoice Recipient Subscription via Invoice Issuer Website</w:t>
        </w:r>
        <w:r w:rsidR="00D77609">
          <w:rPr>
            <w:noProof/>
            <w:webHidden/>
          </w:rPr>
          <w:tab/>
        </w:r>
        <w:r w:rsidR="00D77609">
          <w:rPr>
            <w:noProof/>
            <w:webHidden/>
          </w:rPr>
          <w:fldChar w:fldCharType="begin"/>
        </w:r>
        <w:r w:rsidR="00D77609">
          <w:rPr>
            <w:noProof/>
            <w:webHidden/>
          </w:rPr>
          <w:instrText xml:space="preserve"> PAGEREF _Toc137541657 \h </w:instrText>
        </w:r>
        <w:r w:rsidR="00D77609">
          <w:rPr>
            <w:noProof/>
            <w:webHidden/>
          </w:rPr>
        </w:r>
        <w:r w:rsidR="00D77609">
          <w:rPr>
            <w:noProof/>
            <w:webHidden/>
          </w:rPr>
          <w:fldChar w:fldCharType="separate"/>
        </w:r>
        <w:r w:rsidR="00D77609">
          <w:rPr>
            <w:noProof/>
            <w:webHidden/>
          </w:rPr>
          <w:t>26</w:t>
        </w:r>
        <w:r w:rsidR="00D77609">
          <w:rPr>
            <w:noProof/>
            <w:webHidden/>
          </w:rPr>
          <w:fldChar w:fldCharType="end"/>
        </w:r>
      </w:hyperlink>
    </w:p>
    <w:p w14:paraId="45ACB806" w14:textId="713E8AA4" w:rsidR="00D77609" w:rsidRDefault="00DC2141">
      <w:pPr>
        <w:pStyle w:val="TOC2"/>
        <w:rPr>
          <w:rFonts w:asciiTheme="minorHAnsi" w:eastAsiaTheme="minorEastAsia" w:hAnsiTheme="minorHAnsi" w:cstheme="minorBidi"/>
          <w:noProof/>
          <w:color w:val="auto"/>
          <w:sz w:val="22"/>
          <w:szCs w:val="22"/>
          <w:lang w:eastAsia="ja-JP"/>
        </w:rPr>
      </w:pPr>
      <w:hyperlink w:anchor="_Toc137541658" w:history="1">
        <w:r w:rsidR="00D77609" w:rsidRPr="00465165">
          <w:rPr>
            <w:rStyle w:val="Hyperlink"/>
            <w:rFonts w:cs="Noto Sans"/>
            <w:noProof/>
          </w:rPr>
          <w:t>2.17</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Checking if Invoice Recipient Is Available in eBill Infrastructure</w:t>
        </w:r>
        <w:r w:rsidR="00D77609">
          <w:rPr>
            <w:noProof/>
            <w:webHidden/>
          </w:rPr>
          <w:tab/>
        </w:r>
        <w:r w:rsidR="00D77609">
          <w:rPr>
            <w:noProof/>
            <w:webHidden/>
          </w:rPr>
          <w:fldChar w:fldCharType="begin"/>
        </w:r>
        <w:r w:rsidR="00D77609">
          <w:rPr>
            <w:noProof/>
            <w:webHidden/>
          </w:rPr>
          <w:instrText xml:space="preserve"> PAGEREF _Toc137541658 \h </w:instrText>
        </w:r>
        <w:r w:rsidR="00D77609">
          <w:rPr>
            <w:noProof/>
            <w:webHidden/>
          </w:rPr>
        </w:r>
        <w:r w:rsidR="00D77609">
          <w:rPr>
            <w:noProof/>
            <w:webHidden/>
          </w:rPr>
          <w:fldChar w:fldCharType="separate"/>
        </w:r>
        <w:r w:rsidR="00D77609">
          <w:rPr>
            <w:noProof/>
            <w:webHidden/>
          </w:rPr>
          <w:t>27</w:t>
        </w:r>
        <w:r w:rsidR="00D77609">
          <w:rPr>
            <w:noProof/>
            <w:webHidden/>
          </w:rPr>
          <w:fldChar w:fldCharType="end"/>
        </w:r>
      </w:hyperlink>
    </w:p>
    <w:p w14:paraId="0E1C9E3E" w14:textId="646B8FA1" w:rsidR="00D77609" w:rsidRDefault="00DC2141">
      <w:pPr>
        <w:pStyle w:val="TOC2"/>
        <w:rPr>
          <w:rFonts w:asciiTheme="minorHAnsi" w:eastAsiaTheme="minorEastAsia" w:hAnsiTheme="minorHAnsi" w:cstheme="minorBidi"/>
          <w:noProof/>
          <w:color w:val="auto"/>
          <w:sz w:val="22"/>
          <w:szCs w:val="22"/>
          <w:lang w:eastAsia="ja-JP"/>
        </w:rPr>
      </w:pPr>
      <w:hyperlink w:anchor="_Toc137541659" w:history="1">
        <w:r w:rsidR="00D77609" w:rsidRPr="00465165">
          <w:rPr>
            <w:rStyle w:val="Hyperlink"/>
            <w:rFonts w:cs="Noto Sans"/>
            <w:noProof/>
          </w:rPr>
          <w:t>2.18</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Creating or Editing Subscription Forms in eBill Infrastructure</w:t>
        </w:r>
        <w:r w:rsidR="00D77609">
          <w:rPr>
            <w:noProof/>
            <w:webHidden/>
          </w:rPr>
          <w:tab/>
        </w:r>
        <w:r w:rsidR="00D77609">
          <w:rPr>
            <w:noProof/>
            <w:webHidden/>
          </w:rPr>
          <w:fldChar w:fldCharType="begin"/>
        </w:r>
        <w:r w:rsidR="00D77609">
          <w:rPr>
            <w:noProof/>
            <w:webHidden/>
          </w:rPr>
          <w:instrText xml:space="preserve"> PAGEREF _Toc137541659 \h </w:instrText>
        </w:r>
        <w:r w:rsidR="00D77609">
          <w:rPr>
            <w:noProof/>
            <w:webHidden/>
          </w:rPr>
        </w:r>
        <w:r w:rsidR="00D77609">
          <w:rPr>
            <w:noProof/>
            <w:webHidden/>
          </w:rPr>
          <w:fldChar w:fldCharType="separate"/>
        </w:r>
        <w:r w:rsidR="00D77609">
          <w:rPr>
            <w:noProof/>
            <w:webHidden/>
          </w:rPr>
          <w:t>28</w:t>
        </w:r>
        <w:r w:rsidR="00D77609">
          <w:rPr>
            <w:noProof/>
            <w:webHidden/>
          </w:rPr>
          <w:fldChar w:fldCharType="end"/>
        </w:r>
      </w:hyperlink>
    </w:p>
    <w:p w14:paraId="7AEF5EC0" w14:textId="4FBDACE6" w:rsidR="00D77609" w:rsidRDefault="00DC2141">
      <w:pPr>
        <w:pStyle w:val="TOC2"/>
        <w:rPr>
          <w:rFonts w:asciiTheme="minorHAnsi" w:eastAsiaTheme="minorEastAsia" w:hAnsiTheme="minorHAnsi" w:cstheme="minorBidi"/>
          <w:noProof/>
          <w:color w:val="auto"/>
          <w:sz w:val="22"/>
          <w:szCs w:val="22"/>
          <w:lang w:eastAsia="ja-JP"/>
        </w:rPr>
      </w:pPr>
      <w:hyperlink w:anchor="_Toc137541660" w:history="1">
        <w:r w:rsidR="00D77609" w:rsidRPr="00465165">
          <w:rPr>
            <w:rStyle w:val="Hyperlink"/>
            <w:rFonts w:cs="Noto Sans"/>
            <w:noProof/>
          </w:rPr>
          <w:t>2.19</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Querying Subscription Forms</w:t>
        </w:r>
        <w:r w:rsidR="00D77609">
          <w:rPr>
            <w:noProof/>
            <w:webHidden/>
          </w:rPr>
          <w:tab/>
        </w:r>
        <w:r w:rsidR="00D77609">
          <w:rPr>
            <w:noProof/>
            <w:webHidden/>
          </w:rPr>
          <w:fldChar w:fldCharType="begin"/>
        </w:r>
        <w:r w:rsidR="00D77609">
          <w:rPr>
            <w:noProof/>
            <w:webHidden/>
          </w:rPr>
          <w:instrText xml:space="preserve"> PAGEREF _Toc137541660 \h </w:instrText>
        </w:r>
        <w:r w:rsidR="00D77609">
          <w:rPr>
            <w:noProof/>
            <w:webHidden/>
          </w:rPr>
        </w:r>
        <w:r w:rsidR="00D77609">
          <w:rPr>
            <w:noProof/>
            <w:webHidden/>
          </w:rPr>
          <w:fldChar w:fldCharType="separate"/>
        </w:r>
        <w:r w:rsidR="00D77609">
          <w:rPr>
            <w:noProof/>
            <w:webHidden/>
          </w:rPr>
          <w:t>29</w:t>
        </w:r>
        <w:r w:rsidR="00D77609">
          <w:rPr>
            <w:noProof/>
            <w:webHidden/>
          </w:rPr>
          <w:fldChar w:fldCharType="end"/>
        </w:r>
      </w:hyperlink>
    </w:p>
    <w:p w14:paraId="4C12EEB9" w14:textId="5F3B96BA" w:rsidR="00D77609" w:rsidRDefault="00DC2141">
      <w:pPr>
        <w:pStyle w:val="TOC2"/>
        <w:rPr>
          <w:rFonts w:asciiTheme="minorHAnsi" w:eastAsiaTheme="minorEastAsia" w:hAnsiTheme="minorHAnsi" w:cstheme="minorBidi"/>
          <w:noProof/>
          <w:color w:val="auto"/>
          <w:sz w:val="22"/>
          <w:szCs w:val="22"/>
          <w:lang w:eastAsia="ja-JP"/>
        </w:rPr>
      </w:pPr>
      <w:hyperlink w:anchor="_Toc137541661" w:history="1">
        <w:r w:rsidR="00D77609" w:rsidRPr="00465165">
          <w:rPr>
            <w:rStyle w:val="Hyperlink"/>
            <w:rFonts w:cs="Noto Sans"/>
            <w:noProof/>
          </w:rPr>
          <w:t>2.20</w:t>
        </w:r>
        <w:r w:rsidR="00D77609">
          <w:rPr>
            <w:rFonts w:asciiTheme="minorHAnsi" w:eastAsiaTheme="minorEastAsia" w:hAnsiTheme="minorHAnsi" w:cstheme="minorBidi"/>
            <w:noProof/>
            <w:color w:val="auto"/>
            <w:sz w:val="22"/>
            <w:szCs w:val="22"/>
            <w:lang w:eastAsia="ja-JP"/>
          </w:rPr>
          <w:tab/>
        </w:r>
        <w:r w:rsidR="00D77609" w:rsidRPr="00465165">
          <w:rPr>
            <w:rStyle w:val="Hyperlink"/>
            <w:noProof/>
          </w:rPr>
          <w:t>Deleting Subscription Forms</w:t>
        </w:r>
        <w:r w:rsidR="00D77609">
          <w:rPr>
            <w:noProof/>
            <w:webHidden/>
          </w:rPr>
          <w:tab/>
        </w:r>
        <w:r w:rsidR="00D77609">
          <w:rPr>
            <w:noProof/>
            <w:webHidden/>
          </w:rPr>
          <w:fldChar w:fldCharType="begin"/>
        </w:r>
        <w:r w:rsidR="00D77609">
          <w:rPr>
            <w:noProof/>
            <w:webHidden/>
          </w:rPr>
          <w:instrText xml:space="preserve"> PAGEREF _Toc137541661 \h </w:instrText>
        </w:r>
        <w:r w:rsidR="00D77609">
          <w:rPr>
            <w:noProof/>
            <w:webHidden/>
          </w:rPr>
        </w:r>
        <w:r w:rsidR="00D77609">
          <w:rPr>
            <w:noProof/>
            <w:webHidden/>
          </w:rPr>
          <w:fldChar w:fldCharType="separate"/>
        </w:r>
        <w:r w:rsidR="00D77609">
          <w:rPr>
            <w:noProof/>
            <w:webHidden/>
          </w:rPr>
          <w:t>30</w:t>
        </w:r>
        <w:r w:rsidR="00D77609">
          <w:rPr>
            <w:noProof/>
            <w:webHidden/>
          </w:rPr>
          <w:fldChar w:fldCharType="end"/>
        </w:r>
      </w:hyperlink>
    </w:p>
    <w:p w14:paraId="18FB2B2E" w14:textId="0D5D1C88" w:rsidR="00AC1A7E" w:rsidRPr="00427C54" w:rsidRDefault="002E4646" w:rsidP="00A73F41">
      <w:pPr>
        <w:pStyle w:val="TOC1"/>
        <w:jc w:val="both"/>
        <w:rPr>
          <w:rFonts w:cs="Noto Sans"/>
          <w:color w:val="000000" w:themeColor="text1"/>
        </w:rPr>
        <w:sectPr w:rsidR="00AC1A7E" w:rsidRPr="00427C54" w:rsidSect="00487990">
          <w:headerReference w:type="default" r:id="rId20"/>
          <w:footerReference w:type="default" r:id="rId21"/>
          <w:pgSz w:w="11906" w:h="16838" w:code="9"/>
          <w:pgMar w:top="2268" w:right="851" w:bottom="964" w:left="851" w:header="680" w:footer="454" w:gutter="851"/>
          <w:cols w:space="720"/>
          <w:docGrid w:linePitch="360"/>
        </w:sectPr>
      </w:pPr>
      <w:r w:rsidRPr="00427C54">
        <w:rPr>
          <w:rFonts w:cs="Noto Sans"/>
          <w:color w:val="000000" w:themeColor="text1"/>
        </w:rPr>
        <w:fldChar w:fldCharType="end"/>
      </w:r>
    </w:p>
    <w:p w14:paraId="1AF35B47" w14:textId="6C02A8A4" w:rsidR="00DE2600" w:rsidRPr="00427C54" w:rsidRDefault="00356BAE" w:rsidP="00855986">
      <w:pPr>
        <w:pStyle w:val="Heading1"/>
      </w:pPr>
      <w:bookmarkStart w:id="5" w:name="_Toc137541637"/>
      <w:bookmarkStart w:id="6" w:name="_Ref449563848"/>
      <w:r>
        <w:lastRenderedPageBreak/>
        <w:t>Overview of Acceptance Test Report</w:t>
      </w:r>
      <w:bookmarkEnd w:id="5"/>
    </w:p>
    <w:tbl>
      <w:tblPr>
        <w:tblStyle w:val="TableGrid"/>
        <w:tblW w:w="0" w:type="auto"/>
        <w:tblInd w:w="959" w:type="dxa"/>
        <w:tblLook w:val="04A0" w:firstRow="1" w:lastRow="0" w:firstColumn="1" w:lastColumn="0" w:noHBand="0" w:noVBand="1"/>
      </w:tblPr>
      <w:tblGrid>
        <w:gridCol w:w="3052"/>
        <w:gridCol w:w="5332"/>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pPr>
            <w:r>
              <w:t>Network partner (NWP)</w:t>
            </w:r>
          </w:p>
        </w:tc>
        <w:tc>
          <w:tcPr>
            <w:tcW w:w="5420" w:type="dxa"/>
            <w:vAlign w:val="center"/>
          </w:tcPr>
          <w:p w14:paraId="7913D744" w14:textId="5BEA9758" w:rsidR="00356BAE" w:rsidRPr="00427C54" w:rsidRDefault="00356BAE" w:rsidP="00102D62">
            <w:pPr>
              <w:pStyle w:val="Tabelle"/>
              <w:rPr>
                <w:color w:val="4F81BD" w:themeColor="accent1"/>
              </w:rPr>
            </w:pPr>
            <w:r>
              <w:rPr>
                <w:color w:val="4F81BD" w:themeColor="accent1"/>
              </w:rPr>
              <w:t>&lt; Name of NWP &gt;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pPr>
            <w:r>
              <w:t>Network partner PM</w:t>
            </w:r>
          </w:p>
        </w:tc>
        <w:tc>
          <w:tcPr>
            <w:tcW w:w="5420" w:type="dxa"/>
            <w:vAlign w:val="center"/>
          </w:tcPr>
          <w:p w14:paraId="7140B1FD" w14:textId="59568227" w:rsidR="00356BAE" w:rsidRPr="00427C54" w:rsidRDefault="00356BAE" w:rsidP="00102D62">
            <w:pPr>
              <w:pStyle w:val="Tabelle"/>
            </w:pPr>
            <w:r>
              <w:rPr>
                <w:color w:val="4F81BD" w:themeColor="accent1"/>
              </w:rPr>
              <w:t>&lt; Last name, first name, e-mail address &gt;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pPr>
            <w:r>
              <w:t>SIX PM</w:t>
            </w:r>
          </w:p>
        </w:tc>
        <w:tc>
          <w:tcPr>
            <w:tcW w:w="5420" w:type="dxa"/>
            <w:vAlign w:val="center"/>
          </w:tcPr>
          <w:p w14:paraId="60929360" w14:textId="093BE2DA" w:rsidR="00356BAE" w:rsidRPr="00427C54" w:rsidRDefault="00356BAE" w:rsidP="00102D62">
            <w:pPr>
              <w:pStyle w:val="Tabelle"/>
            </w:pPr>
            <w:r>
              <w:rPr>
                <w:color w:val="4F81BD" w:themeColor="accent1"/>
              </w:rPr>
              <w:t>&lt; Last name, first name, e-mail address &gt;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pPr>
            <w:r>
              <w:t>NWP test manager</w:t>
            </w:r>
          </w:p>
        </w:tc>
        <w:tc>
          <w:tcPr>
            <w:tcW w:w="5420" w:type="dxa"/>
            <w:vAlign w:val="center"/>
          </w:tcPr>
          <w:p w14:paraId="5CCBE1EA" w14:textId="712F5A28" w:rsidR="00356BAE" w:rsidRPr="00427C54" w:rsidRDefault="00356BAE" w:rsidP="00102D62">
            <w:pPr>
              <w:pStyle w:val="Tabelle"/>
            </w:pPr>
            <w:r>
              <w:rPr>
                <w:color w:val="4F81BD" w:themeColor="accent1"/>
              </w:rPr>
              <w:t>&lt; Last name, first name, e-mail address &gt;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pPr>
            <w:r>
              <w:t>SIX test manager</w:t>
            </w:r>
          </w:p>
        </w:tc>
        <w:tc>
          <w:tcPr>
            <w:tcW w:w="5420" w:type="dxa"/>
            <w:vAlign w:val="center"/>
          </w:tcPr>
          <w:p w14:paraId="2D6B40B4" w14:textId="21A34B55" w:rsidR="00356BAE" w:rsidRPr="00427C54" w:rsidRDefault="00356BAE" w:rsidP="00102D62">
            <w:pPr>
              <w:pStyle w:val="Tabelle"/>
            </w:pPr>
            <w:r>
              <w:rPr>
                <w:color w:val="4F81BD" w:themeColor="accent1"/>
              </w:rPr>
              <w:t>&lt; Last name, first name, e-mail address &gt;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pPr>
            <w:r>
              <w:t xml:space="preserve">Test environment </w:t>
            </w:r>
          </w:p>
        </w:tc>
        <w:tc>
          <w:tcPr>
            <w:tcW w:w="5420" w:type="dxa"/>
            <w:vAlign w:val="center"/>
          </w:tcPr>
          <w:p w14:paraId="6BA14B55" w14:textId="412E1300" w:rsidR="00356BAE" w:rsidRPr="00427C54" w:rsidRDefault="00356BAE" w:rsidP="00102D62">
            <w:pPr>
              <w:pStyle w:val="Tabelle"/>
              <w:rPr>
                <w:color w:val="4F81BD" w:themeColor="accent1"/>
              </w:rPr>
            </w:pPr>
            <w:r>
              <w:rPr>
                <w:color w:val="4F81BD" w:themeColor="accent1"/>
              </w:rPr>
              <w:t>&lt; XE/XP level &gt;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pPr>
            <w:r>
              <w:t>Test date</w:t>
            </w:r>
          </w:p>
        </w:tc>
        <w:tc>
          <w:tcPr>
            <w:tcW w:w="5420" w:type="dxa"/>
            <w:vAlign w:val="center"/>
          </w:tcPr>
          <w:p w14:paraId="37FBC77F" w14:textId="7AA2C8EF" w:rsidR="00356BAE" w:rsidRPr="00427C54" w:rsidRDefault="007917CB" w:rsidP="00102D62">
            <w:pPr>
              <w:pStyle w:val="Tabelle"/>
              <w:rPr>
                <w:color w:val="4F81BD" w:themeColor="accent1"/>
              </w:rPr>
            </w:pPr>
            <w:r>
              <w:rPr>
                <w:color w:val="4F81BD" w:themeColor="accent1"/>
              </w:rPr>
              <w:t>&lt; dd mmmm yyyy &gt;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pPr>
          </w:p>
        </w:tc>
        <w:tc>
          <w:tcPr>
            <w:tcW w:w="5420" w:type="dxa"/>
            <w:vAlign w:val="center"/>
          </w:tcPr>
          <w:p w14:paraId="017B3ACF" w14:textId="77777777" w:rsidR="00356BAE" w:rsidRPr="00427C54" w:rsidRDefault="00356BAE" w:rsidP="00102D62">
            <w:pPr>
              <w:pStyle w:val="Tabelle"/>
            </w:pPr>
          </w:p>
        </w:tc>
      </w:tr>
    </w:tbl>
    <w:p w14:paraId="187034DB" w14:textId="77777777" w:rsidR="00EC1183" w:rsidRPr="00427C54" w:rsidRDefault="00EC1183" w:rsidP="00EC1183">
      <w:pPr>
        <w:ind w:left="0"/>
        <w:jc w:val="both"/>
        <w:rPr>
          <w:rFonts w:cs="Noto Sans"/>
        </w:rPr>
      </w:pPr>
    </w:p>
    <w:p w14:paraId="505DC9EC" w14:textId="77777777" w:rsidR="00356BAE" w:rsidRPr="00427C54" w:rsidRDefault="00356BAE" w:rsidP="00102D62">
      <w:pPr>
        <w:pStyle w:val="Heading2"/>
      </w:pPr>
      <w:bookmarkStart w:id="7" w:name="_Toc137541638"/>
      <w:r>
        <w:t>General Information on Approval and Acceptance</w:t>
      </w:r>
      <w:bookmarkEnd w:id="7"/>
    </w:p>
    <w:p w14:paraId="391832FC" w14:textId="402EADD5" w:rsidR="00356BAE" w:rsidRPr="00427C54" w:rsidRDefault="007917CB" w:rsidP="00D52F38">
      <w:pPr>
        <w:pStyle w:val="Zwischentitel"/>
        <w:spacing w:line="240" w:lineRule="atLeast"/>
        <w:rPr>
          <w:rFonts w:cs="Arial"/>
          <w:color w:val="auto"/>
          <w:sz w:val="19"/>
        </w:rPr>
      </w:pPr>
      <w:r>
        <w:rPr>
          <w:color w:val="auto"/>
          <w:sz w:val="19"/>
        </w:rPr>
        <w:t>General information</w:t>
      </w:r>
    </w:p>
    <w:p w14:paraId="7068B5A0" w14:textId="0CFCE89E" w:rsidR="00356BAE" w:rsidRPr="00427C54" w:rsidRDefault="00356BAE" w:rsidP="00D52F38">
      <w:pPr>
        <w:pStyle w:val="AufzhlungPunkt"/>
      </w:pPr>
      <w:r>
        <w:t>&lt; Restrictions such as installment invoices are not supported &gt;</w:t>
      </w:r>
    </w:p>
    <w:p w14:paraId="7C0CB149" w14:textId="6EE8B1A5" w:rsidR="00356BAE" w:rsidRPr="00427C54" w:rsidRDefault="00356BAE" w:rsidP="00D52F38">
      <w:pPr>
        <w:pStyle w:val="AufzhlungPunkt"/>
      </w:pPr>
      <w:r>
        <w:t>&lt; Special configuration, such as no subscription forms implemented &gt;</w:t>
      </w:r>
    </w:p>
    <w:p w14:paraId="0DFA2898" w14:textId="77777777" w:rsidR="00356BAE" w:rsidRPr="00427C54" w:rsidRDefault="00356BAE" w:rsidP="00D52F38">
      <w:pPr>
        <w:pStyle w:val="AufzhlungPunkt"/>
      </w:pPr>
      <w:r>
        <w:t>&lt; … &gt;</w:t>
      </w:r>
    </w:p>
    <w:p w14:paraId="3F59D2D5" w14:textId="77777777" w:rsidR="00356BAE" w:rsidRPr="00427C54" w:rsidRDefault="00356BAE" w:rsidP="00D52F38">
      <w:pPr>
        <w:pStyle w:val="Zwischentitel"/>
      </w:pPr>
      <w:r>
        <w:t>Test results/findings</w:t>
      </w:r>
    </w:p>
    <w:p w14:paraId="73FA08EC" w14:textId="77777777" w:rsidR="00356BAE" w:rsidRPr="00427C54" w:rsidRDefault="00356BAE" w:rsidP="00D52F38">
      <w:pPr>
        <w:pStyle w:val="AufzhlungPunkt"/>
      </w:pPr>
      <w:r>
        <w:t>&lt; … &gt;</w:t>
      </w:r>
    </w:p>
    <w:p w14:paraId="0C10F6AA" w14:textId="77777777" w:rsidR="00356BAE" w:rsidRPr="00427C54" w:rsidRDefault="00356BAE" w:rsidP="00D52F38">
      <w:pPr>
        <w:pStyle w:val="Zwischentitel"/>
      </w:pPr>
      <w:r>
        <w:t xml:space="preserve">Approval recommendation </w:t>
      </w:r>
    </w:p>
    <w:p w14:paraId="42185D95" w14:textId="33C198B5" w:rsidR="00356BAE" w:rsidRPr="00427C54" w:rsidRDefault="00356BAE" w:rsidP="00D52F38">
      <w:pPr>
        <w:pStyle w:val="Fliesstext"/>
        <w:rPr>
          <w:rFonts w:cs="Noto Sans"/>
        </w:rPr>
      </w:pPr>
      <w:r>
        <w:t>Based on the tests carried out in accordance with the acceptance test report, the network partner and SIX test managers recommend the following:</w:t>
      </w:r>
    </w:p>
    <w:p w14:paraId="327FADC8" w14:textId="77777777" w:rsidR="007917CB" w:rsidRPr="00427C54" w:rsidRDefault="007917CB" w:rsidP="00D52F38">
      <w:pPr>
        <w:pStyle w:val="AufzhlungPunkt"/>
      </w:pPr>
      <w:r>
        <w:t>&lt;Approval recommendation &gt;</w:t>
      </w:r>
    </w:p>
    <w:p w14:paraId="3B0689E3" w14:textId="77777777" w:rsidR="00356BAE" w:rsidRPr="00427C54" w:rsidRDefault="00356BAE" w:rsidP="00A73F41">
      <w:pPr>
        <w:ind w:left="0"/>
        <w:jc w:val="both"/>
        <w:rPr>
          <w:rFonts w:cs="Noto Sans"/>
        </w:rPr>
      </w:pPr>
    </w:p>
    <w:p w14:paraId="1AF35C13" w14:textId="4B5E4ADB" w:rsidR="00766558" w:rsidRPr="00427C54" w:rsidRDefault="00766558" w:rsidP="007E4187">
      <w:pPr>
        <w:spacing w:line="240" w:lineRule="auto"/>
        <w:ind w:left="0"/>
        <w:rPr>
          <w:rFonts w:cs="Noto Sans"/>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Heading1"/>
        <w:ind w:right="2155"/>
      </w:pPr>
      <w:bookmarkStart w:id="8" w:name="_Toc137541639"/>
      <w:r>
        <w:lastRenderedPageBreak/>
        <w:t>Network Partner Function Test Cases</w:t>
      </w:r>
      <w:bookmarkEnd w:id="8"/>
    </w:p>
    <w:p w14:paraId="654430C9" w14:textId="48C12CA4" w:rsidR="00E83FCF" w:rsidRPr="00427C54" w:rsidRDefault="00E83FCF" w:rsidP="00D52F38">
      <w:pPr>
        <w:pStyle w:val="Fliesstext"/>
      </w:pPr>
      <w:r>
        <w:t>This chapter lists the individual test cases. These are based on the test cases described in detail in the “Test Handbook for Network Partners”. All details such as resources, technical operations, validation information etc. can be found in the detailed technical OpenAPI specifications and the documentation of the content of the structured information from the eBill format.</w:t>
      </w:r>
    </w:p>
    <w:p w14:paraId="4ADB845C" w14:textId="5740CBC8" w:rsidR="00077899" w:rsidRPr="00427C54" w:rsidRDefault="00077899" w:rsidP="00D52F38">
      <w:pPr>
        <w:pStyle w:val="Fliesstext"/>
      </w:pPr>
      <w:r>
        <w:t>Network-relevant functions of the NWP API are marked with an asterisk (*) and must be implemented and documented with evidence by the network partner. Test evidence is provided as self-declaration (SD) or as self-declaration with evidence (SDE).</w:t>
      </w:r>
    </w:p>
    <w:p w14:paraId="1AF35C18" w14:textId="77777777" w:rsidR="000E7D62" w:rsidRPr="00427C54" w:rsidRDefault="000E7D62" w:rsidP="00102D62">
      <w:pPr>
        <w:pStyle w:val="Heading2"/>
      </w:pPr>
      <w:bookmarkStart w:id="9" w:name="_Toc137541640"/>
      <w:r>
        <w:t>Querying System Status</w:t>
      </w:r>
      <w:bookmarkEnd w:id="9"/>
    </w:p>
    <w:p w14:paraId="1AF35C19" w14:textId="6CAD58A0" w:rsidR="000E7D62" w:rsidRPr="00427C54" w:rsidRDefault="000E7D62" w:rsidP="00D52F38">
      <w:pPr>
        <w:pStyle w:val="Fliesstext"/>
      </w:pPr>
      <w:r>
        <w:t>Requests information about the system status (can be used as a health check for the eBill infrastructure).</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pPr>
            <w: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D77609"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C1E" w14:textId="72587BFD" w:rsidR="005F1766" w:rsidRPr="00D77609"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pPr>
            <w: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system status.</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pPr>
            <w:r>
              <w:t>1.2</w:t>
            </w:r>
          </w:p>
        </w:tc>
        <w:tc>
          <w:tcPr>
            <w:tcW w:w="2552" w:type="dxa"/>
            <w:shd w:val="clear" w:color="auto" w:fill="auto"/>
          </w:tcPr>
          <w:p w14:paraId="5CCF5F99" w14:textId="77777777" w:rsidR="005006A8" w:rsidRPr="00427C54" w:rsidRDefault="005006A8" w:rsidP="00EC1183">
            <w:pPr>
              <w:pStyle w:val="Tabelle"/>
              <w:cnfStyle w:val="000000000000" w:firstRow="0" w:lastRow="0" w:firstColumn="0" w:lastColumn="0" w:oddVBand="0" w:evenVBand="0" w:oddHBand="0" w:evenHBand="0" w:firstRowFirstColumn="0" w:firstRowLastColumn="0" w:lastRowFirstColumn="0" w:lastRowLastColumn="0"/>
            </w:pPr>
            <w:r>
              <w:t>Query system status.</w:t>
            </w:r>
          </w:p>
          <w:p w14:paraId="1AF35C2F" w14:textId="61D68763" w:rsidR="00A04B33" w:rsidRPr="00427C54" w:rsidRDefault="005006A8" w:rsidP="00EC1183">
            <w:pPr>
              <w:pStyle w:val="Tabelle"/>
              <w:cnfStyle w:val="000000000000" w:firstRow="0" w:lastRow="0" w:firstColumn="0" w:lastColumn="0" w:oddVBand="0" w:evenVBand="0" w:oddHBand="0" w:evenHBand="0" w:firstRowFirstColumn="0" w:firstRowLastColumn="0" w:lastRowFirstColumn="0" w:lastRowLastColumn="0"/>
            </w:pPr>
            <w:r>
              <w:t>Display maintenance window.</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1DA6C1A" w14:textId="252A6E9C" w:rsidR="005F1766" w:rsidRPr="00427C54" w:rsidRDefault="005F1766" w:rsidP="003C4F2C">
      <w:pPr>
        <w:pStyle w:val="Fliesstext"/>
        <w:ind w:left="0"/>
      </w:pPr>
    </w:p>
    <w:p w14:paraId="1AF35C36" w14:textId="057AFA76" w:rsidR="000E7D62" w:rsidRPr="00427C54" w:rsidRDefault="000E7D62" w:rsidP="00EC1183">
      <w:pPr>
        <w:pStyle w:val="Heading2"/>
        <w:pageBreakBefore/>
      </w:pPr>
      <w:bookmarkStart w:id="10" w:name="_Toc137541641"/>
      <w:r>
        <w:lastRenderedPageBreak/>
        <w:t>Querying Sectors</w:t>
      </w:r>
      <w:bookmarkEnd w:id="10"/>
    </w:p>
    <w:p w14:paraId="1AF35C37" w14:textId="6CCA61FE" w:rsidR="000E7D62" w:rsidRPr="00427C54" w:rsidRDefault="00927486" w:rsidP="00D52F38">
      <w:pPr>
        <w:pStyle w:val="Fliesstext"/>
      </w:pPr>
      <w:r>
        <w:t>Sectors are valid across the system and are managed in the eBill infrastructure. The network partner assigns one or more sectors to an invoice issuer during data entry.</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D77609"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C3C" w14:textId="66A2CC99" w:rsidR="00906D1B" w:rsidRPr="00D77609"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pPr>
            <w: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sectors.</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75E83217" w14:textId="003DDD8B" w:rsidR="005F1766" w:rsidRPr="00427C54" w:rsidRDefault="005F1766">
      <w:pPr>
        <w:spacing w:line="240" w:lineRule="auto"/>
        <w:ind w:left="0"/>
        <w:rPr>
          <w:rFonts w:cs="Noto Sans"/>
          <w:b/>
          <w:sz w:val="24"/>
        </w:rPr>
      </w:pPr>
    </w:p>
    <w:p w14:paraId="1AF35C55" w14:textId="3B25D2A6" w:rsidR="000E7D62" w:rsidRPr="00427C54" w:rsidRDefault="00927486" w:rsidP="00EC1183">
      <w:pPr>
        <w:pStyle w:val="Heading2"/>
        <w:pageBreakBefore/>
      </w:pPr>
      <w:bookmarkStart w:id="11" w:name="_Toc137541642"/>
      <w:r>
        <w:lastRenderedPageBreak/>
        <w:t>Searching/Querying Invoice Issuers</w:t>
      </w:r>
      <w:bookmarkEnd w:id="11"/>
    </w:p>
    <w:p w14:paraId="1AF35C56" w14:textId="241135FB" w:rsidR="00927486" w:rsidRPr="00427C54" w:rsidRDefault="00927486" w:rsidP="00D52F38">
      <w:pPr>
        <w:pStyle w:val="Fliesstext"/>
      </w:pPr>
      <w:r>
        <w:t>The network partner can query the invoice issuers connected to the eBill infrastructure. The network partner receives a list with all invoice issuers and can search it for the desired information.</w:t>
      </w:r>
    </w:p>
    <w:p w14:paraId="1AF35C57" w14:textId="77777777" w:rsidR="009B023D" w:rsidRPr="00427C54" w:rsidRDefault="004F4310" w:rsidP="00D52F38">
      <w:pPr>
        <w:pStyle w:val="Fliesstext"/>
      </w:pPr>
      <w:r>
        <w:t>With the exception of the subscription URL, every network partner can see all the information of an invoice issuer. Only the primary network partner sees the subscription URL.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pPr>
            <w:r>
              <w:t>ID</w:t>
            </w:r>
          </w:p>
        </w:tc>
        <w:tc>
          <w:tcPr>
            <w:tcW w:w="3279" w:type="dxa"/>
            <w:tcBorders>
              <w:left w:val="none" w:sz="0" w:space="0" w:color="auto"/>
              <w:right w:val="none" w:sz="0" w:space="0" w:color="auto"/>
            </w:tcBorders>
            <w:shd w:val="clear" w:color="auto" w:fill="CDC7C1"/>
          </w:tcPr>
          <w:p w14:paraId="1AF35C5A" w14:textId="77777777"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pPr>
            <w:r>
              <w:t>Brief description of test</w:t>
            </w:r>
          </w:p>
        </w:tc>
        <w:tc>
          <w:tcPr>
            <w:tcW w:w="1518" w:type="dxa"/>
            <w:tcBorders>
              <w:left w:val="none" w:sz="0" w:space="0" w:color="auto"/>
              <w:right w:val="none" w:sz="0" w:space="0" w:color="auto"/>
            </w:tcBorders>
            <w:shd w:val="clear" w:color="auto" w:fill="CDC7C1"/>
          </w:tcPr>
          <w:p w14:paraId="1AF35C5B" w14:textId="77777777" w:rsidR="00906D1B" w:rsidRPr="00427C5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pPr>
            <w:r>
              <w:t>Declaration</w:t>
            </w:r>
          </w:p>
        </w:tc>
        <w:tc>
          <w:tcPr>
            <w:tcW w:w="1800" w:type="dxa"/>
            <w:tcBorders>
              <w:left w:val="none" w:sz="0" w:space="0" w:color="auto"/>
              <w:right w:val="none" w:sz="0" w:space="0" w:color="auto"/>
            </w:tcBorders>
            <w:shd w:val="clear" w:color="auto" w:fill="CDC7C1"/>
          </w:tcPr>
          <w:p w14:paraId="42C707BF" w14:textId="77777777" w:rsidR="00906D1B" w:rsidRPr="00D77609"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lang w:val="nb-NO"/>
              </w:rPr>
            </w:pPr>
            <w:r w:rsidRPr="00D77609">
              <w:rPr>
                <w:lang w:val="nb-NO"/>
              </w:rPr>
              <w:t>Test result</w:t>
            </w:r>
          </w:p>
          <w:p w14:paraId="1AF35C5C" w14:textId="019195DD" w:rsidR="00906D1B" w:rsidRPr="00D77609"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lang w:val="nb-NO"/>
              </w:rPr>
            </w:pPr>
            <w:r w:rsidRPr="00D77609">
              <w:rPr>
                <w:lang w:val="nb-NO"/>
              </w:rPr>
              <w:t>(OK/NOK/Skip)</w:t>
            </w:r>
          </w:p>
        </w:tc>
        <w:tc>
          <w:tcPr>
            <w:tcW w:w="7153" w:type="dxa"/>
            <w:tcBorders>
              <w:left w:val="none" w:sz="0" w:space="0" w:color="auto"/>
              <w:right w:val="none" w:sz="0" w:space="0" w:color="auto"/>
            </w:tcBorders>
            <w:shd w:val="clear" w:color="auto" w:fill="CDC7C1"/>
          </w:tcPr>
          <w:p w14:paraId="1AF35C5F" w14:textId="3B402CA6"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pPr>
            <w:r>
              <w:t>3.1</w:t>
            </w:r>
          </w:p>
        </w:tc>
        <w:tc>
          <w:tcPr>
            <w:tcW w:w="3279" w:type="dxa"/>
            <w:shd w:val="clear" w:color="auto" w:fill="auto"/>
          </w:tcPr>
          <w:p w14:paraId="1AF35C64" w14:textId="1409E758"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name.</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pPr>
            <w:r>
              <w:t>3.2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With search by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pPr>
            <w:r>
              <w:t>3.3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IBAN/QR-IBAN.</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38049A" w:rsidRPr="00427C54" w14:paraId="546F1E88" w14:textId="77777777" w:rsidTr="00E167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rsidP="00E1678D">
            <w:pPr>
              <w:pStyle w:val="Tabelle"/>
            </w:pPr>
            <w:r>
              <w:t>3.4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rsidP="00E1678D">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Search is performed using multiple search criteria.</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rsidP="00E1678D">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rsidP="00E1678D">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rsidP="00E1678D">
            <w:pPr>
              <w:pStyle w:val="Tabelle"/>
              <w:cnfStyle w:val="000000100000" w:firstRow="0" w:lastRow="0" w:firstColumn="0" w:lastColumn="0" w:oddVBand="0" w:evenVBand="0" w:oddHBand="1" w:evenHBand="0" w:firstRowFirstColumn="0" w:firstRowLastColumn="0" w:lastRowFirstColumn="0" w:lastRowLastColumn="0"/>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pPr>
            <w:r>
              <w:t>3.5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r>
              <w:t>Query detailed data of an invoice issuer. With search by invoice issuer 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p>
        </w:tc>
      </w:tr>
    </w:tbl>
    <w:p w14:paraId="1AF35C80" w14:textId="52ECEEAA" w:rsidR="000E7D62" w:rsidRPr="00427C54" w:rsidRDefault="00927486" w:rsidP="00EC1183">
      <w:pPr>
        <w:pStyle w:val="Heading2"/>
        <w:pageBreakBefore/>
      </w:pPr>
      <w:bookmarkStart w:id="12" w:name="_Toc137541643"/>
      <w:r>
        <w:lastRenderedPageBreak/>
        <w:t>Registering Invoice Issuers (</w:t>
      </w:r>
      <w:r w:rsidRPr="00427C54">
        <w:rPr>
          <w:color w:val="FF0000"/>
        </w:rPr>
        <w:t>*</w:t>
      </w:r>
      <w:r>
        <w:t>)</w:t>
      </w:r>
      <w:bookmarkEnd w:id="12"/>
    </w:p>
    <w:p w14:paraId="1AF35C82" w14:textId="33E3EFCD" w:rsidR="000E7D62" w:rsidRPr="00427C54" w:rsidRDefault="00927486" w:rsidP="00D52F38">
      <w:pPr>
        <w:pStyle w:val="Fliesstext"/>
      </w:pPr>
      <w:r>
        <w:t>This use case is a central element of the services provided by SIX and enables invoice issuers to be onboarded for the eBill service.</w:t>
      </w:r>
    </w:p>
    <w:tbl>
      <w:tblPr>
        <w:tblStyle w:val="LightShadi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pPr>
            <w: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C86" w14:textId="2954D251"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pPr>
            <w: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pPr>
            <w:r>
              <w:t>Set up/register a new invoice issuer without a subscription form.</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rsidP="00F57FAB">
            <w:pPr>
              <w:pStyle w:val="Tabelle"/>
            </w:pPr>
            <w:r>
              <w:t>4.2</w:t>
            </w:r>
          </w:p>
        </w:tc>
        <w:tc>
          <w:tcPr>
            <w:tcW w:w="2481" w:type="dxa"/>
            <w:tcBorders>
              <w:bottom w:val="single" w:sz="4" w:space="0" w:color="auto"/>
            </w:tcBorders>
            <w:shd w:val="clear" w:color="auto" w:fill="auto"/>
          </w:tcPr>
          <w:p w14:paraId="131FA3A6" w14:textId="77777777" w:rsidR="002621EC" w:rsidRPr="00427C54" w:rsidRDefault="002621EC" w:rsidP="00F57FAB">
            <w:pPr>
              <w:pStyle w:val="Tabelle"/>
              <w:cnfStyle w:val="000000000000" w:firstRow="0" w:lastRow="0" w:firstColumn="0" w:lastColumn="0" w:oddVBand="0" w:evenVBand="0" w:oddHBand="0" w:evenHBand="0" w:firstRowFirstColumn="0" w:firstRowLastColumn="0" w:lastRowFirstColumn="0" w:lastRowLastColumn="0"/>
            </w:pPr>
            <w:r>
              <w:t>Set up/register a new invoice issuer for donation requests without a subscription form.</w:t>
            </w:r>
          </w:p>
          <w:p w14:paraId="3FD5D0C6" w14:textId="77777777" w:rsidR="002621EC" w:rsidRPr="00427C54" w:rsidRDefault="002621EC" w:rsidP="00F57FAB">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6" w:type="dxa"/>
            <w:tcBorders>
              <w:bottom w:val="single" w:sz="4" w:space="0" w:color="auto"/>
            </w:tcBorders>
            <w:shd w:val="clear" w:color="auto" w:fill="auto"/>
          </w:tcPr>
          <w:p w14:paraId="08B721FC" w14:textId="77777777" w:rsidR="002621EC" w:rsidRPr="00427C54" w:rsidRDefault="002621EC" w:rsidP="00F57FAB">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686" w:type="dxa"/>
            <w:tcBorders>
              <w:bottom w:val="single" w:sz="4" w:space="0" w:color="auto"/>
            </w:tcBorders>
            <w:shd w:val="clear" w:color="auto" w:fill="auto"/>
          </w:tcPr>
          <w:p w14:paraId="749F8328" w14:textId="77777777" w:rsidR="002621EC" w:rsidRPr="00427C54" w:rsidRDefault="002621EC" w:rsidP="00F57FAB">
            <w:pPr>
              <w:pStyle w:val="Tabelle"/>
              <w:jc w:val="center"/>
              <w:cnfStyle w:val="000000000000" w:firstRow="0" w:lastRow="0" w:firstColumn="0" w:lastColumn="0" w:oddVBand="0" w:evenVBand="0" w:oddHBand="0" w:evenHBand="0" w:firstRowFirstColumn="0" w:firstRowLastColumn="0" w:lastRowFirstColumn="0" w:lastRowLastColumn="0"/>
            </w:pPr>
          </w:p>
        </w:tc>
        <w:tc>
          <w:tcPr>
            <w:tcW w:w="8530" w:type="dxa"/>
            <w:tcBorders>
              <w:bottom w:val="single" w:sz="4" w:space="0" w:color="auto"/>
            </w:tcBorders>
            <w:shd w:val="clear" w:color="auto" w:fill="auto"/>
          </w:tcPr>
          <w:p w14:paraId="267781BB" w14:textId="77777777" w:rsidR="002621EC" w:rsidRPr="00427C54" w:rsidRDefault="002621EC" w:rsidP="00F57FAB">
            <w:pPr>
              <w:pStyle w:val="Tabelle"/>
              <w:cnfStyle w:val="000000000000" w:firstRow="0" w:lastRow="0" w:firstColumn="0" w:lastColumn="0" w:oddVBand="0" w:evenVBand="0" w:oddHBand="0" w:evenHBand="0" w:firstRowFirstColumn="0" w:firstRowLastColumn="0" w:lastRowFirstColumn="0" w:lastRowLastColumn="0"/>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pPr>
            <w:r>
              <w:t>4.3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pPr>
            <w:r>
              <w:t>Repeated setting up/registration of an invoice issuer.</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6DC2877A" w14:textId="77777777" w:rsidR="0010068A" w:rsidRPr="00427C54" w:rsidRDefault="0010068A" w:rsidP="00D52F38">
      <w:pPr>
        <w:pStyle w:val="Fliesstext"/>
      </w:pPr>
    </w:p>
    <w:p w14:paraId="1AF35CB7" w14:textId="5CC235F9" w:rsidR="000E7D62" w:rsidRPr="00427C54" w:rsidRDefault="00927486" w:rsidP="00CC7AB6">
      <w:pPr>
        <w:pStyle w:val="Heading2"/>
        <w:pageBreakBefore/>
      </w:pPr>
      <w:bookmarkStart w:id="13" w:name="_Toc137541644"/>
      <w:r>
        <w:lastRenderedPageBreak/>
        <w:t>Editing Invoice Issuer Data (</w:t>
      </w:r>
      <w:r w:rsidRPr="00427C54">
        <w:rPr>
          <w:color w:val="FF0000"/>
        </w:rPr>
        <w:t>*</w:t>
      </w:r>
      <w:r>
        <w:t>)</w:t>
      </w:r>
      <w:bookmarkEnd w:id="13"/>
    </w:p>
    <w:p w14:paraId="1AF35CB8" w14:textId="77777777" w:rsidR="000E7D62" w:rsidRPr="00427C54" w:rsidRDefault="00927486" w:rsidP="00D52F38">
      <w:pPr>
        <w:pStyle w:val="Fliesstext"/>
      </w:pPr>
      <w:r>
        <w:t>This use case is a central element of the services provided by SIX and makes it possible to keep invoice issuer data up to date. Invoice issuer data can be managed only by the primary network 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pPr>
            <w: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CBD" w14:textId="66427111"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pPr>
            <w: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name.</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pPr>
            <w: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UID number.</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pPr>
            <w: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German.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pPr>
            <w: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French.</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pPr>
            <w: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Italian.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pPr>
            <w: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English.</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pPr>
            <w: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Change/add invoice issuer sector.</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pPr>
            <w: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Change/add invoice issuer account data.</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pPr>
            <w: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r>
              <w:t>Change limits for detection of anomalies.</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pPr>
            <w:r>
              <w:t>5.10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pPr>
            <w:r>
              <w:t xml:space="preserve">Declare invoice issuer </w:t>
            </w:r>
            <w:r>
              <w:lastRenderedPageBreak/>
              <w:t>as a donation organization.</w:t>
            </w:r>
          </w:p>
          <w:p w14:paraId="7FDBF721" w14:textId="7BCC8437" w:rsidR="008C509B" w:rsidRPr="00427C54" w:rsidRDefault="000E2326" w:rsidP="007D24A2">
            <w:pPr>
              <w:pStyle w:val="Tabelle"/>
              <w:cnfStyle w:val="000000000000" w:firstRow="0" w:lastRow="0" w:firstColumn="0" w:lastColumn="0" w:oddVBand="0" w:evenVBand="0" w:oddHBand="0" w:evenHBand="0" w:firstRowFirstColumn="0" w:firstRowLastColumn="0" w:lastRowFirstColumn="0" w:lastRowLastColumn="0"/>
            </w:pPr>
            <w:r>
              <w:t>(o</w:t>
            </w:r>
            <w:r w:rsidR="007D24A2">
              <w:t>ptional if the invoice issuer does not submit donation requests</w:t>
            </w:r>
            <w:r>
              <w:t>)</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pPr>
            <w:r>
              <w:lastRenderedPageBreak/>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pPr>
            <w:r>
              <w:t>5.11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pPr>
            <w:r>
              <w:t>No longer declare invoice issuer as a donation organization.</w:t>
            </w:r>
          </w:p>
          <w:p w14:paraId="4B5CB690" w14:textId="20B2D103" w:rsidR="008C509B" w:rsidRPr="00427C54" w:rsidRDefault="000E2326" w:rsidP="00EC1183">
            <w:pPr>
              <w:pStyle w:val="Tabelle"/>
              <w:cnfStyle w:val="000000100000" w:firstRow="0" w:lastRow="0" w:firstColumn="0" w:lastColumn="0" w:oddVBand="0" w:evenVBand="0" w:oddHBand="1" w:evenHBand="0" w:firstRowFirstColumn="0" w:firstRowLastColumn="0" w:lastRowFirstColumn="0" w:lastRowLastColumn="0"/>
            </w:pPr>
            <w:r>
              <w:t>(o</w:t>
            </w:r>
            <w:r w:rsidR="007657DF">
              <w:t>ptional if the invoice issuer does not submit donation requests</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25" w14:textId="77777777" w:rsidR="000E7D62" w:rsidRPr="00427C54" w:rsidRDefault="000E7D62" w:rsidP="00D52F38">
      <w:pPr>
        <w:pStyle w:val="Fliesstext"/>
      </w:pPr>
    </w:p>
    <w:p w14:paraId="1AF35D28" w14:textId="5691B968" w:rsidR="001E1999" w:rsidRPr="00427C54" w:rsidRDefault="001E1999" w:rsidP="00B6190E">
      <w:pPr>
        <w:pStyle w:val="Heading3"/>
        <w:pageBreakBefore/>
        <w:ind w:left="851"/>
      </w:pPr>
      <w:bookmarkStart w:id="14" w:name="_Toc137541645"/>
      <w:r>
        <w:lastRenderedPageBreak/>
        <w:t>Editing Invoice Issuer Data Logo (</w:t>
      </w:r>
      <w:r w:rsidR="00B6190E" w:rsidRPr="00427C54">
        <w:rPr>
          <w:color w:val="FF0000"/>
        </w:rPr>
        <w:t>*</w:t>
      </w:r>
      <w:r>
        <w:t>)</w:t>
      </w:r>
      <w:bookmarkEnd w:id="14"/>
    </w:p>
    <w:p w14:paraId="1AF35D29" w14:textId="0B37E68D" w:rsidR="001E1999" w:rsidRPr="00427C54" w:rsidRDefault="001E1999" w:rsidP="00D52F38">
      <w:pPr>
        <w:pStyle w:val="Fliesstext"/>
      </w:pPr>
      <w:r>
        <w:t>This use case is a central element of the services provided by SIX and makes it possible to keep invoice issuer data up to date.</w:t>
      </w:r>
    </w:p>
    <w:p w14:paraId="1AF35D2A" w14:textId="069E134E" w:rsidR="001E1999" w:rsidRPr="00427C54" w:rsidRDefault="001E1999" w:rsidP="00D52F38">
      <w:pPr>
        <w:pStyle w:val="Fliesstext"/>
      </w:pPr>
      <w:r>
        <w:t>Invoice issuer data can be managed in full only by the primary network 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D2E" w14:textId="630A47F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pPr>
            <w: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Change invoice issuer logo.</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pPr>
            <w: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pPr>
            <w:r>
              <w:t>Delete invoice issuer logo.</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pPr>
            <w: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Add invoice issuer logo.</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4F" w14:textId="77777777" w:rsidR="001E1999" w:rsidRPr="00427C54" w:rsidRDefault="001E1999" w:rsidP="00D52F38">
      <w:pPr>
        <w:pStyle w:val="Fliesstext"/>
      </w:pPr>
    </w:p>
    <w:p w14:paraId="1AF35D53" w14:textId="7CA08ADE" w:rsidR="000E7D62" w:rsidRPr="00427C54" w:rsidRDefault="00927486" w:rsidP="00B6190E">
      <w:pPr>
        <w:pStyle w:val="Heading3"/>
        <w:pageBreakBefore/>
      </w:pPr>
      <w:bookmarkStart w:id="15" w:name="_Toc137541646"/>
      <w:r>
        <w:lastRenderedPageBreak/>
        <w:t>Deregistering Invoice Issuers (</w:t>
      </w:r>
      <w:r w:rsidRPr="00427C54">
        <w:rPr>
          <w:color w:val="FF0000"/>
        </w:rPr>
        <w:t>*</w:t>
      </w:r>
      <w:r>
        <w:t>)</w:t>
      </w:r>
      <w:bookmarkEnd w:id="15"/>
    </w:p>
    <w:p w14:paraId="1AF35D54" w14:textId="77777777" w:rsidR="00927486" w:rsidRPr="00427C54" w:rsidRDefault="00927486" w:rsidP="00D52F38">
      <w:pPr>
        <w:pStyle w:val="Fliesstext"/>
      </w:pPr>
      <w:r>
        <w:t>This use case is a central element of the services provided by SIX and makes it possible to deregister an invoice issuer from the eBill service. Invoice issuer deregistrations can be performed only by the primary network partner.</w:t>
      </w:r>
    </w:p>
    <w:p w14:paraId="1AF35D55" w14:textId="07E8AD66" w:rsidR="00927486" w:rsidRPr="00427C54" w:rsidRDefault="00927486" w:rsidP="00D52F38">
      <w:pPr>
        <w:pStyle w:val="Fliesstext"/>
      </w:pPr>
      <w:r>
        <w:t>When an invoice issuer is deregistered, it is not deleted but set to “inactive” in the system. As a result, it can no longer submit business cases or be found on the list of invoice issuers in the eBill Portal.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D5A" w14:textId="355CBCC8"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77777777" w:rsidR="0010068A" w:rsidRPr="00427C54" w:rsidRDefault="0010068A" w:rsidP="00EC1183">
            <w:pPr>
              <w:pStyle w:val="Tabelle"/>
            </w:pPr>
            <w:r>
              <w:t>7.1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r>
              <w:t>Deactivate eBill for invoice issuer.</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70" w14:textId="77777777" w:rsidR="000E7D62" w:rsidRPr="00427C54" w:rsidRDefault="000E7D62" w:rsidP="00D52F38">
      <w:pPr>
        <w:pStyle w:val="Fliesstext"/>
      </w:pPr>
    </w:p>
    <w:p w14:paraId="1AF35D72" w14:textId="2FBD2AAD" w:rsidR="000E7D62" w:rsidRPr="00427C54" w:rsidRDefault="00BC7432" w:rsidP="00EC1183">
      <w:pPr>
        <w:pStyle w:val="Heading2"/>
        <w:pageBreakBefore/>
      </w:pPr>
      <w:bookmarkStart w:id="16" w:name="_Toc137541647"/>
      <w:r>
        <w:lastRenderedPageBreak/>
        <w:t>Submitting Invoice Issuer Supplementary Document</w:t>
      </w:r>
      <w:bookmarkEnd w:id="16"/>
    </w:p>
    <w:p w14:paraId="1AF35D73" w14:textId="103FECC0" w:rsidR="000E7D62" w:rsidRPr="00427C54" w:rsidRDefault="00E2273F" w:rsidP="00D52F38">
      <w:pPr>
        <w:pStyle w:val="Fliesstext"/>
      </w:pPr>
      <w:r>
        <w:t>This use case is a supporting element of the services provided by SIX and enables the primary network partner to create invoice issuer supplementary documents that must be attached to all invoice issuer business cases (e.g. price lists) with just one submission.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7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75" w14:textId="77777777" w:rsidR="00906D1B" w:rsidRPr="00427C54" w:rsidRDefault="00906D1B" w:rsidP="00EC118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7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7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5AB983"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D78" w14:textId="73C69334"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7B" w14:textId="13AA400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D1604" w:rsidRPr="00427C54" w14:paraId="1AF35D8A"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7D" w14:textId="77777777" w:rsidR="005D1604" w:rsidRPr="00427C54" w:rsidRDefault="005D1604" w:rsidP="00EC1183">
            <w:pPr>
              <w:pStyle w:val="Tabelle"/>
            </w:pPr>
            <w:r>
              <w:t>8.1</w:t>
            </w:r>
          </w:p>
        </w:tc>
        <w:tc>
          <w:tcPr>
            <w:tcW w:w="3279" w:type="dxa"/>
            <w:tcBorders>
              <w:left w:val="none" w:sz="0" w:space="0" w:color="auto"/>
              <w:right w:val="none" w:sz="0" w:space="0" w:color="auto"/>
            </w:tcBorders>
            <w:shd w:val="clear" w:color="auto" w:fill="auto"/>
          </w:tcPr>
          <w:p w14:paraId="1AF35D80" w14:textId="7CC2BBD7" w:rsidR="005D1604" w:rsidRPr="00427C54" w:rsidRDefault="005D1604" w:rsidP="00EC1183">
            <w:pPr>
              <w:pStyle w:val="Tabelle"/>
              <w:cnfStyle w:val="000000100000" w:firstRow="0" w:lastRow="0" w:firstColumn="0" w:lastColumn="0" w:oddVBand="0" w:evenVBand="0" w:oddHBand="1" w:evenHBand="0" w:firstRowFirstColumn="0" w:firstRowLastColumn="0" w:lastRowFirstColumn="0" w:lastRowLastColumn="0"/>
            </w:pPr>
            <w:r>
              <w:t>Submit supplementary documents for a specific invoice issuer.</w:t>
            </w:r>
          </w:p>
        </w:tc>
        <w:tc>
          <w:tcPr>
            <w:tcW w:w="1518" w:type="dxa"/>
            <w:tcBorders>
              <w:left w:val="none" w:sz="0" w:space="0" w:color="auto"/>
              <w:right w:val="none" w:sz="0" w:space="0" w:color="auto"/>
            </w:tcBorders>
            <w:shd w:val="clear" w:color="auto" w:fill="auto"/>
          </w:tcPr>
          <w:p w14:paraId="1AF35D81" w14:textId="77777777" w:rsidR="005D1604" w:rsidRPr="00427C54" w:rsidRDefault="005D16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D85" w14:textId="77777777" w:rsidR="005D1604" w:rsidRPr="00427C54" w:rsidRDefault="005D16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89" w14:textId="77777777" w:rsidR="005D1604" w:rsidRPr="00427C54" w:rsidRDefault="005D1604" w:rsidP="00EC1183">
            <w:pPr>
              <w:pStyle w:val="Tabelle"/>
              <w:cnfStyle w:val="000000100000" w:firstRow="0" w:lastRow="0" w:firstColumn="0" w:lastColumn="0" w:oddVBand="0" w:evenVBand="0" w:oddHBand="1" w:evenHBand="0" w:firstRowFirstColumn="0" w:firstRowLastColumn="0" w:lastRowFirstColumn="0" w:lastRowLastColumn="0"/>
            </w:pPr>
          </w:p>
        </w:tc>
      </w:tr>
      <w:tr w:rsidR="00D65744" w:rsidRPr="00427C54" w14:paraId="1AF35D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8B" w14:textId="77777777" w:rsidR="00D65744" w:rsidRPr="00427C54" w:rsidRDefault="00D65744" w:rsidP="00EC1183">
            <w:pPr>
              <w:pStyle w:val="Tabelle"/>
            </w:pPr>
            <w:r>
              <w:t>8.2</w:t>
            </w:r>
          </w:p>
        </w:tc>
        <w:tc>
          <w:tcPr>
            <w:tcW w:w="3279" w:type="dxa"/>
            <w:shd w:val="clear" w:color="auto" w:fill="auto"/>
          </w:tcPr>
          <w:p w14:paraId="1AF35D8E" w14:textId="25B336AB" w:rsidR="00D65744"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pPr>
            <w:r>
              <w:t>Submit a second supplementary document for a specific invoice issuer.</w:t>
            </w:r>
          </w:p>
        </w:tc>
        <w:tc>
          <w:tcPr>
            <w:tcW w:w="1518" w:type="dxa"/>
            <w:shd w:val="clear" w:color="auto" w:fill="auto"/>
          </w:tcPr>
          <w:p w14:paraId="1AF35D8F" w14:textId="77777777" w:rsidR="00D65744" w:rsidRPr="00427C54" w:rsidRDefault="00D65744"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AF35D90" w14:textId="21CFE38B" w:rsidR="00D65744" w:rsidRPr="00427C54" w:rsidRDefault="00D65744"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D93" w14:textId="77777777" w:rsidR="00D65744"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D9D" w14:textId="77777777" w:rsidR="000E7D62" w:rsidRPr="00427C54" w:rsidRDefault="000E7D62" w:rsidP="00D52F38">
      <w:pPr>
        <w:pStyle w:val="Fliesstext"/>
      </w:pPr>
    </w:p>
    <w:p w14:paraId="1AF35D9F" w14:textId="23B96327" w:rsidR="000E7D62" w:rsidRPr="00427C54" w:rsidRDefault="00BC7432" w:rsidP="00EC1183">
      <w:pPr>
        <w:pStyle w:val="Heading2"/>
        <w:pageBreakBefore/>
      </w:pPr>
      <w:bookmarkStart w:id="17" w:name="_Toc137541648"/>
      <w:r>
        <w:lastRenderedPageBreak/>
        <w:t>Querying Invoice Issuer Supplementary Documents</w:t>
      </w:r>
      <w:bookmarkEnd w:id="17"/>
    </w:p>
    <w:p w14:paraId="1AF35DA0" w14:textId="4B2B3FD8" w:rsidR="000E7D62" w:rsidRPr="00427C54" w:rsidRDefault="00E2273F" w:rsidP="00D52F38">
      <w:pPr>
        <w:pStyle w:val="Fliesstext"/>
      </w:pPr>
      <w:r>
        <w:t>This use case is a supporting element of the services provided by SIX and enables the network partner to see which supplementary documents its invoice issuers have, e.g. to determine the validity period of a supplementary document.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A9"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A2" w14:textId="77777777" w:rsidR="00906D1B" w:rsidRPr="00427C54" w:rsidRDefault="00906D1B" w:rsidP="00EC118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A3"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A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2778418"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DA5" w14:textId="36C60DBE"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A8" w14:textId="0CAC35E8"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2706AC" w:rsidRPr="00427C54" w14:paraId="1AF35DB2"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AA" w14:textId="77777777" w:rsidR="002706AC" w:rsidRPr="00427C54" w:rsidRDefault="002706AC" w:rsidP="00EC1183">
            <w:pPr>
              <w:pStyle w:val="Tabelle"/>
            </w:pPr>
            <w:r>
              <w:t>9.1</w:t>
            </w:r>
          </w:p>
        </w:tc>
        <w:tc>
          <w:tcPr>
            <w:tcW w:w="3279" w:type="dxa"/>
            <w:tcBorders>
              <w:left w:val="none" w:sz="0" w:space="0" w:color="auto"/>
              <w:right w:val="none" w:sz="0" w:space="0" w:color="auto"/>
            </w:tcBorders>
            <w:shd w:val="clear" w:color="auto" w:fill="auto"/>
          </w:tcPr>
          <w:p w14:paraId="1AF35DAC" w14:textId="44DC34E9"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pPr>
            <w:r>
              <w:t>Query information on supplementary documents of a specific invoice issuer.</w:t>
            </w:r>
          </w:p>
        </w:tc>
        <w:tc>
          <w:tcPr>
            <w:tcW w:w="1518" w:type="dxa"/>
            <w:tcBorders>
              <w:left w:val="none" w:sz="0" w:space="0" w:color="auto"/>
              <w:right w:val="none" w:sz="0" w:space="0" w:color="auto"/>
            </w:tcBorders>
            <w:shd w:val="clear" w:color="auto" w:fill="auto"/>
          </w:tcPr>
          <w:p w14:paraId="1AF35DAD" w14:textId="77777777"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DAE" w14:textId="647CB26D"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B1" w14:textId="77777777"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B3" w14:textId="77777777" w:rsidR="000E7D62" w:rsidRPr="00427C54" w:rsidRDefault="000E7D62" w:rsidP="00D52F38">
      <w:pPr>
        <w:pStyle w:val="Fliesstext"/>
      </w:pPr>
    </w:p>
    <w:p w14:paraId="1AF35DB4" w14:textId="1D84C2C0" w:rsidR="000B1D96" w:rsidRPr="00427C54" w:rsidRDefault="00BC7432" w:rsidP="00EC1183">
      <w:pPr>
        <w:pStyle w:val="Heading2"/>
        <w:pageBreakBefore/>
      </w:pPr>
      <w:bookmarkStart w:id="18" w:name="_Toc137541649"/>
      <w:r>
        <w:lastRenderedPageBreak/>
        <w:t>Editing Invoice Issuer Supplementary Documents</w:t>
      </w:r>
      <w:bookmarkEnd w:id="18"/>
    </w:p>
    <w:p w14:paraId="1AF35DB5" w14:textId="77777777" w:rsidR="000B1D96" w:rsidRPr="00427C54" w:rsidRDefault="000B1D96" w:rsidP="00D52F38">
      <w:pPr>
        <w:pStyle w:val="Fliesstext"/>
      </w:pPr>
      <w:r>
        <w:t>This use case is a supporting element of the services provided by SIX and enables the primary network partner to edit its submitted supplementary documents for its invoice issuers.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DB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B7"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DB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B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093B0958"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DBA" w14:textId="0511AA82"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DBD" w14:textId="6568663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2706AC" w:rsidRPr="00427C54" w14:paraId="1AF35DC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BF" w14:textId="77777777" w:rsidR="002706AC" w:rsidRPr="00427C54" w:rsidRDefault="002706AC" w:rsidP="00EC1183">
            <w:pPr>
              <w:pStyle w:val="Tabelle"/>
            </w:pPr>
            <w:r>
              <w:t>10.1</w:t>
            </w:r>
          </w:p>
        </w:tc>
        <w:tc>
          <w:tcPr>
            <w:tcW w:w="3394" w:type="dxa"/>
            <w:tcBorders>
              <w:left w:val="none" w:sz="0" w:space="0" w:color="auto"/>
              <w:right w:val="none" w:sz="0" w:space="0" w:color="auto"/>
            </w:tcBorders>
            <w:shd w:val="clear" w:color="auto" w:fill="auto"/>
          </w:tcPr>
          <w:p w14:paraId="1AF35DC2" w14:textId="191B0841" w:rsidR="00682B89"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pPr>
            <w:r>
              <w:t>Edit supplementary documents for a specific invoice issuer.</w:t>
            </w:r>
          </w:p>
        </w:tc>
        <w:tc>
          <w:tcPr>
            <w:tcW w:w="1518" w:type="dxa"/>
            <w:tcBorders>
              <w:left w:val="none" w:sz="0" w:space="0" w:color="auto"/>
              <w:right w:val="none" w:sz="0" w:space="0" w:color="auto"/>
            </w:tcBorders>
            <w:shd w:val="clear" w:color="auto" w:fill="auto"/>
          </w:tcPr>
          <w:p w14:paraId="1AF35DC3" w14:textId="77777777"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DC4" w14:textId="3594B201"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DCE" w14:textId="77777777"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D8" w14:textId="77777777" w:rsidR="00AF536D" w:rsidRPr="00427C54" w:rsidRDefault="00AF536D" w:rsidP="00D52F38">
      <w:pPr>
        <w:pStyle w:val="Fliesstext"/>
      </w:pPr>
    </w:p>
    <w:p w14:paraId="1AF35DDA" w14:textId="086E50FA" w:rsidR="000E7D62" w:rsidRPr="00427C54" w:rsidRDefault="00BC7432" w:rsidP="00EC1183">
      <w:pPr>
        <w:pStyle w:val="Heading2"/>
        <w:pageBreakBefore/>
      </w:pPr>
      <w:bookmarkStart w:id="19" w:name="_Toc137541650"/>
      <w:r>
        <w:lastRenderedPageBreak/>
        <w:t>Deleting Invoice Issuer Supplementary Documents</w:t>
      </w:r>
      <w:bookmarkEnd w:id="19"/>
    </w:p>
    <w:p w14:paraId="1AF35DDB" w14:textId="2BFC8570" w:rsidR="000E7D62" w:rsidRPr="00427C54" w:rsidRDefault="00E2273F" w:rsidP="00D52F38">
      <w:pPr>
        <w:pStyle w:val="Fliesstext"/>
      </w:pPr>
      <w:r>
        <w:t>This use case is a supporting element of the services provided by SIX and enables the primary network partner to delete invoice issuer supplementary documents.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1417"/>
        <w:gridCol w:w="1800"/>
        <w:gridCol w:w="8123"/>
      </w:tblGrid>
      <w:tr w:rsidR="00906D1B" w:rsidRPr="00427C54" w14:paraId="1AF35DE4"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DDD" w14:textId="77777777" w:rsidR="00906D1B" w:rsidRPr="00427C54" w:rsidRDefault="00906D1B" w:rsidP="00EC1183">
            <w:pPr>
              <w:pStyle w:val="Tabelle"/>
            </w:pPr>
            <w:r>
              <w:t>ID</w:t>
            </w:r>
          </w:p>
        </w:tc>
        <w:tc>
          <w:tcPr>
            <w:tcW w:w="2694" w:type="dxa"/>
            <w:tcBorders>
              <w:top w:val="none" w:sz="0" w:space="0" w:color="auto"/>
              <w:left w:val="none" w:sz="0" w:space="0" w:color="auto"/>
              <w:bottom w:val="none" w:sz="0" w:space="0" w:color="auto"/>
              <w:right w:val="none" w:sz="0" w:space="0" w:color="auto"/>
            </w:tcBorders>
            <w:shd w:val="clear" w:color="auto" w:fill="CDC7C1"/>
          </w:tcPr>
          <w:p w14:paraId="1AF35DDE"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DD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DE0C854"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DE0" w14:textId="174C63BB"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8123" w:type="dxa"/>
            <w:tcBorders>
              <w:top w:val="none" w:sz="0" w:space="0" w:color="auto"/>
              <w:left w:val="none" w:sz="0" w:space="0" w:color="auto"/>
              <w:bottom w:val="none" w:sz="0" w:space="0" w:color="auto"/>
              <w:right w:val="none" w:sz="0" w:space="0" w:color="auto"/>
            </w:tcBorders>
            <w:shd w:val="clear" w:color="auto" w:fill="CDC7C1"/>
          </w:tcPr>
          <w:p w14:paraId="1AF35DE3" w14:textId="6B89709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2706AC" w:rsidRPr="00427C54" w14:paraId="1AF35DEF"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DE5" w14:textId="77777777" w:rsidR="002706AC" w:rsidRPr="00427C54" w:rsidRDefault="002706AC" w:rsidP="00EC1183">
            <w:pPr>
              <w:pStyle w:val="Tabelle"/>
            </w:pPr>
            <w:r>
              <w:t>11.1</w:t>
            </w:r>
          </w:p>
        </w:tc>
        <w:tc>
          <w:tcPr>
            <w:tcW w:w="2694" w:type="dxa"/>
            <w:tcBorders>
              <w:left w:val="none" w:sz="0" w:space="0" w:color="auto"/>
              <w:right w:val="none" w:sz="0" w:space="0" w:color="auto"/>
            </w:tcBorders>
            <w:shd w:val="clear" w:color="auto" w:fill="auto"/>
          </w:tcPr>
          <w:p w14:paraId="1AF35DE8" w14:textId="2CE064AC" w:rsidR="00682B89"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pPr>
            <w:r>
              <w:t>Delete supplementary document for a specific invoice issuer.</w:t>
            </w:r>
          </w:p>
        </w:tc>
        <w:tc>
          <w:tcPr>
            <w:tcW w:w="1417" w:type="dxa"/>
            <w:tcBorders>
              <w:left w:val="none" w:sz="0" w:space="0" w:color="auto"/>
              <w:right w:val="none" w:sz="0" w:space="0" w:color="auto"/>
            </w:tcBorders>
            <w:shd w:val="clear" w:color="auto" w:fill="auto"/>
          </w:tcPr>
          <w:p w14:paraId="1AF35DE9" w14:textId="77777777"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DEA" w14:textId="74F3B99A" w:rsidR="002706AC" w:rsidRPr="00427C54" w:rsidRDefault="002706A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123" w:type="dxa"/>
            <w:tcBorders>
              <w:left w:val="none" w:sz="0" w:space="0" w:color="auto"/>
              <w:right w:val="none" w:sz="0" w:space="0" w:color="auto"/>
            </w:tcBorders>
            <w:shd w:val="clear" w:color="auto" w:fill="auto"/>
          </w:tcPr>
          <w:p w14:paraId="1AF35DEE" w14:textId="77777777" w:rsidR="002706AC" w:rsidRPr="00427C54" w:rsidRDefault="002706A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F8" w14:textId="77777777" w:rsidR="000E7D62" w:rsidRPr="00427C54" w:rsidRDefault="000E7D62" w:rsidP="00D52F38">
      <w:pPr>
        <w:pStyle w:val="Fliesstext"/>
      </w:pPr>
    </w:p>
    <w:p w14:paraId="1AF35DFA" w14:textId="0309426F" w:rsidR="000E7D62" w:rsidRPr="00427C54" w:rsidRDefault="00E2273F" w:rsidP="00EC1183">
      <w:pPr>
        <w:pStyle w:val="Heading2"/>
        <w:pageBreakBefore/>
      </w:pPr>
      <w:bookmarkStart w:id="20" w:name="_Toc137541651"/>
      <w:r>
        <w:lastRenderedPageBreak/>
        <w:t>Querying Invoice Recipients (</w:t>
      </w:r>
      <w:r w:rsidRPr="00427C54">
        <w:rPr>
          <w:color w:val="FF0000"/>
        </w:rPr>
        <w:t>*</w:t>
      </w:r>
      <w:r>
        <w:t>)</w:t>
      </w:r>
      <w:bookmarkEnd w:id="20"/>
    </w:p>
    <w:p w14:paraId="1AF35DFB" w14:textId="0F485F77" w:rsidR="00E2273F" w:rsidRPr="00427C54" w:rsidRDefault="00E2273F" w:rsidP="00D52F38">
      <w:pPr>
        <w:pStyle w:val="Fliesstext"/>
      </w:pPr>
      <w:r>
        <w:t>This service is a central element of the services provided by SIX and supports a simplified (invoice issuer-initiated) process of subscribing an invoice recipient to the invoice issuer for obtaining electronic invoices. This operation is also referred to as “Invoice Recipient Look-up”.</w:t>
      </w:r>
    </w:p>
    <w:p w14:paraId="1AF35DFC" w14:textId="457C0EAC" w:rsidR="00E2273F" w:rsidRPr="00427C54" w:rsidRDefault="00E2273F" w:rsidP="00D52F38">
      <w:pPr>
        <w:pStyle w:val="Fliesstext"/>
      </w:pPr>
      <w:r>
        <w:t>Only invoice recipients that have consented to the look-up process or have an active relationship with the invoice issuer can be found.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pPr>
            <w: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E01" w14:textId="127F9189"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7777777" w:rsidR="004A746E" w:rsidRPr="00427C54" w:rsidRDefault="004A746E" w:rsidP="00EC1183">
            <w:pPr>
              <w:pStyle w:val="Tabelle"/>
            </w:pPr>
            <w:r>
              <w:t>12.1</w:t>
            </w:r>
          </w:p>
        </w:tc>
        <w:tc>
          <w:tcPr>
            <w:tcW w:w="3808" w:type="dxa"/>
            <w:tcBorders>
              <w:left w:val="none" w:sz="0" w:space="0" w:color="auto"/>
              <w:right w:val="none" w:sz="0" w:space="0" w:color="auto"/>
            </w:tcBorders>
            <w:shd w:val="clear" w:color="auto" w:fill="auto"/>
          </w:tcPr>
          <w:p w14:paraId="6466AD68"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09" w14:textId="7687386D" w:rsidR="00C751BC" w:rsidRPr="00427C54" w:rsidRDefault="00C751BC" w:rsidP="00EC1183">
            <w:pPr>
              <w:pStyle w:val="Tabelle"/>
              <w:cnfStyle w:val="000000100000" w:firstRow="0" w:lastRow="0" w:firstColumn="0" w:lastColumn="0" w:oddVBand="0" w:evenVBand="0" w:oddHBand="1" w:evenHBand="0" w:firstRowFirstColumn="0" w:firstRowLastColumn="0" w:lastRowFirstColumn="0" w:lastRowLastColumn="0"/>
            </w:pPr>
            <w:r>
              <w:t>The invoice recipient is found.</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7777777" w:rsidR="002706AC" w:rsidRPr="00427C54" w:rsidRDefault="002706AC" w:rsidP="00EC1183">
            <w:pPr>
              <w:pStyle w:val="Tabelle"/>
            </w:pPr>
            <w:r>
              <w:t>12.2</w:t>
            </w:r>
          </w:p>
        </w:tc>
        <w:tc>
          <w:tcPr>
            <w:tcW w:w="3808" w:type="dxa"/>
            <w:shd w:val="clear" w:color="auto" w:fill="auto"/>
          </w:tcPr>
          <w:p w14:paraId="1AF35E17" w14:textId="727118D1"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customer ID (Participant Identification Number —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7777777" w:rsidR="004A746E" w:rsidRPr="00427C54" w:rsidRDefault="004A746E" w:rsidP="00EC1183">
            <w:pPr>
              <w:pStyle w:val="Tabelle"/>
            </w:pPr>
            <w:r>
              <w:t>12.3</w:t>
            </w:r>
          </w:p>
        </w:tc>
        <w:tc>
          <w:tcPr>
            <w:tcW w:w="3808" w:type="dxa"/>
            <w:tcBorders>
              <w:left w:val="none" w:sz="0" w:space="0" w:color="auto"/>
              <w:right w:val="none" w:sz="0" w:space="0" w:color="auto"/>
            </w:tcBorders>
            <w:shd w:val="clear" w:color="auto" w:fill="auto"/>
          </w:tcPr>
          <w:p w14:paraId="7B6D8A7C"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25" w14:textId="70D90F85" w:rsidR="00C751BC" w:rsidRPr="00427C54" w:rsidRDefault="00C751BC" w:rsidP="00EC1183">
            <w:pPr>
              <w:pStyle w:val="Tabelle"/>
              <w:cnfStyle w:val="000000100000" w:firstRow="0" w:lastRow="0" w:firstColumn="0" w:lastColumn="0" w:oddVBand="0" w:evenVBand="0" w:oddHBand="1" w:evenHBand="0" w:firstRowFirstColumn="0" w:firstRowLastColumn="0" w:lastRowFirstColumn="0" w:lastRowLastColumn="0"/>
            </w:pPr>
            <w:r>
              <w:t>The invoice recipient is not found.</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50640B19" w:rsidR="004A746E" w:rsidRPr="00427C54" w:rsidRDefault="004A746E" w:rsidP="00EC1183">
            <w:pPr>
              <w:pStyle w:val="Tabelle"/>
            </w:pPr>
            <w:r>
              <w:t>12.4</w:t>
            </w:r>
          </w:p>
        </w:tc>
        <w:tc>
          <w:tcPr>
            <w:tcW w:w="3808" w:type="dxa"/>
            <w:tcBorders>
              <w:bottom w:val="single" w:sz="4" w:space="0" w:color="auto"/>
            </w:tcBorders>
            <w:shd w:val="clear" w:color="auto" w:fill="auto"/>
          </w:tcPr>
          <w:p w14:paraId="1AF35E31" w14:textId="505009A8"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by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44388C4D" w:rsidR="004A746E" w:rsidRPr="00427C54" w:rsidRDefault="004A746E" w:rsidP="00EC1183">
            <w:pPr>
              <w:pStyle w:val="Tabelle"/>
            </w:pPr>
            <w:r>
              <w:t>12.5</w:t>
            </w:r>
          </w:p>
        </w:tc>
        <w:tc>
          <w:tcPr>
            <w:tcW w:w="3808" w:type="dxa"/>
            <w:tcBorders>
              <w:left w:val="single" w:sz="4" w:space="0" w:color="auto"/>
              <w:right w:val="single" w:sz="4" w:space="0" w:color="auto"/>
            </w:tcBorders>
            <w:shd w:val="clear" w:color="auto" w:fill="auto"/>
          </w:tcPr>
          <w:p w14:paraId="27089FA0" w14:textId="51324C11"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several possible invoice recipients by e-mail address.</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1729C53F" w:rsidR="004A746E" w:rsidRPr="00427C54" w:rsidRDefault="004A746E" w:rsidP="00A10D3C">
            <w:pPr>
              <w:pStyle w:val="Tabelle"/>
              <w:pageBreakBefore/>
            </w:pPr>
            <w:r>
              <w:lastRenderedPageBreak/>
              <w:t>12.6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Search for several possible invoice recipients by</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customer ID (Participant Identification Number —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6CBA6FC0" w:rsidR="004A746E" w:rsidRPr="00427C54" w:rsidRDefault="004A746E" w:rsidP="00EC1183">
            <w:pPr>
              <w:pStyle w:val="Tabelle"/>
            </w:pPr>
            <w:r>
              <w:t>12.7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multiple possible invoice recipients by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E39" w14:textId="1EFEA18A" w:rsidR="000E7D62" w:rsidRPr="00427C54" w:rsidRDefault="00AB02D0" w:rsidP="00EC1183">
      <w:pPr>
        <w:pStyle w:val="Heading2"/>
        <w:pageBreakBefore/>
      </w:pPr>
      <w:bookmarkStart w:id="21" w:name="_Toc137541652"/>
      <w:r>
        <w:t>Submitting Business Cases (</w:t>
      </w:r>
      <w:r w:rsidRPr="00427C54">
        <w:rPr>
          <w:color w:val="FF0000"/>
        </w:rPr>
        <w:t>*</w:t>
      </w:r>
      <w:r>
        <w:t>)</w:t>
      </w:r>
      <w:bookmarkEnd w:id="21"/>
    </w:p>
    <w:p w14:paraId="1AF35E3A" w14:textId="77777777" w:rsidR="00AB02D0" w:rsidRPr="00427C54" w:rsidRDefault="00AB02D0" w:rsidP="00D52F38">
      <w:pPr>
        <w:pStyle w:val="Fliesstext"/>
      </w:pPr>
      <w:r>
        <w:t>This use case is a core element of the services provided by SIX. It ensures that business cases are sent from the network partner to the eBill infrastructure.</w:t>
      </w:r>
    </w:p>
    <w:p w14:paraId="1AF35E3B" w14:textId="77777777" w:rsidR="00AB02D0" w:rsidRPr="00427C54" w:rsidRDefault="00AB02D0" w:rsidP="00D52F38">
      <w:pPr>
        <w:pStyle w:val="Fliesstext"/>
      </w:pPr>
      <w:r>
        <w:t>Business cases can be submitted via any network partner. Submission results in a business case being placed in the data room of the network partner and invoice issuer involved.</w:t>
      </w:r>
    </w:p>
    <w:tbl>
      <w:tblPr>
        <w:tblStyle w:val="LightShadi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pPr>
            <w: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rPr>
            </w:pPr>
            <w:r>
              <w:t>Brief description of test</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E40" w14:textId="46E178EA"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77777777" w:rsidR="009F2123" w:rsidRPr="00427C54" w:rsidRDefault="009F2123" w:rsidP="00CC7AB6">
            <w:pPr>
              <w:pStyle w:val="Tabelle"/>
            </w:pPr>
            <w:r>
              <w:t>13.1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r>
              <w:t>Submit an invoice.</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7777777" w:rsidR="00C8446C" w:rsidRPr="00427C54" w:rsidRDefault="00C8446C" w:rsidP="00CC7AB6">
            <w:pPr>
              <w:pStyle w:val="Tabelle"/>
            </w:pPr>
            <w:r>
              <w:t>13.2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reminder.</w:t>
            </w:r>
          </w:p>
          <w:p w14:paraId="1AF35E55" w14:textId="05F0DF4A" w:rsidR="00C8446C"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reminders)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77777777" w:rsidR="00C8446C" w:rsidRPr="00427C54" w:rsidRDefault="00C8446C" w:rsidP="00CC7AB6">
            <w:pPr>
              <w:pStyle w:val="Tabelle"/>
            </w:pPr>
            <w:r>
              <w:t>13.3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an installment invoice.</w:t>
            </w:r>
          </w:p>
          <w:p w14:paraId="1AF35E66" w14:textId="745A6D54"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installment invoices)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77777777" w:rsidR="00C8446C" w:rsidRPr="00427C54" w:rsidRDefault="00C8446C" w:rsidP="00CC7AB6">
            <w:pPr>
              <w:pStyle w:val="Tabelle"/>
            </w:pPr>
            <w:r>
              <w:t>13.4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credit note.</w:t>
            </w:r>
          </w:p>
          <w:p w14:paraId="1AF35E74" w14:textId="0E0E40F4" w:rsidR="00C8446C"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credit notes)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77777777" w:rsidR="00C8446C" w:rsidRPr="00427C54" w:rsidRDefault="00C8446C" w:rsidP="00CC7AB6">
            <w:pPr>
              <w:pStyle w:val="Tabelle"/>
            </w:pPr>
            <w:r>
              <w:t>13.5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 notification.</w:t>
            </w:r>
          </w:p>
          <w:p w14:paraId="1AF35E82" w14:textId="1A9FADAA"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notifications)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4AE3F65C" w:rsidR="00C8446C" w:rsidRPr="00427C54" w:rsidRDefault="00C8446C" w:rsidP="00CC7AB6">
            <w:pPr>
              <w:pStyle w:val="Tabelle"/>
            </w:pPr>
            <w:r>
              <w:t>13.6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Rolled-over invoice.</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an invoice with reference to another business case of the same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1D10B658" w:rsidR="00A04B33" w:rsidRPr="00427C54" w:rsidRDefault="00A04B33" w:rsidP="00CC7AB6">
            <w:pPr>
              <w:pStyle w:val="Tabelle"/>
            </w:pPr>
            <w:r>
              <w:t>13.7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CC7AB6">
            <w:pPr>
              <w:pStyle w:val="Tabelle"/>
              <w:cnfStyle w:val="000000100000" w:firstRow="0" w:lastRow="0" w:firstColumn="0" w:lastColumn="0" w:oddVBand="0" w:evenVBand="0" w:oddHBand="1" w:evenHBand="0" w:firstRowFirstColumn="0" w:firstRowLastColumn="0" w:lastRowFirstColumn="0" w:lastRowLastColumn="0"/>
            </w:pPr>
            <w:r>
              <w:t>Submit a donation request.</w:t>
            </w:r>
          </w:p>
          <w:p w14:paraId="103C39A1" w14:textId="77777777" w:rsidR="00A04B33" w:rsidRPr="00427C54" w:rsidRDefault="00A04B33" w:rsidP="00CC7AB6">
            <w:pPr>
              <w:pStyle w:val="Tabelle"/>
              <w:cnfStyle w:val="000000100000" w:firstRow="0" w:lastRow="0" w:firstColumn="0" w:lastColumn="0" w:oddVBand="0" w:evenVBand="0" w:oddHBand="1" w:evenHBand="0" w:firstRowFirstColumn="0" w:firstRowLastColumn="0" w:lastRowFirstColumn="0" w:lastRowLastColumn="0"/>
            </w:pPr>
            <w:r>
              <w:t>Without a specific donation purpose or donation amount.</w:t>
            </w:r>
          </w:p>
          <w:p w14:paraId="2C48913E" w14:textId="17B26A32" w:rsidR="00A04B33" w:rsidRPr="00427C54" w:rsidRDefault="00C751BC" w:rsidP="00CC7AB6">
            <w:pPr>
              <w:pStyle w:val="Tabelle"/>
              <w:cnfStyle w:val="000000100000" w:firstRow="0" w:lastRow="0" w:firstColumn="0" w:lastColumn="0" w:oddVBand="0" w:evenVBand="0" w:oddHBand="1" w:evenHBand="0" w:firstRowFirstColumn="0" w:firstRowLastColumn="0" w:lastRowFirstColumn="0" w:lastRowLastColumn="0"/>
            </w:pPr>
            <w:r>
              <w:t>(o</w:t>
            </w:r>
            <w:r w:rsidR="008A6E31">
              <w:t>ptional if the invoice issuer does not submit donation requests</w:t>
            </w:r>
            <w: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1731C935" w:rsidR="00C8446C" w:rsidRPr="00427C54" w:rsidRDefault="00C8446C" w:rsidP="00CC7AB6">
            <w:pPr>
              <w:pStyle w:val="Tabelle"/>
            </w:pPr>
            <w:r>
              <w:t>13.8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pPr>
            <w:r>
              <w:t>Submit a donation request (earmarked).</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pPr>
            <w:r>
              <w:t>With a specific donation purposes and donation amounts.</w:t>
            </w:r>
          </w:p>
          <w:p w14:paraId="5FB8A282" w14:textId="05EA77F5" w:rsidR="00C8446C" w:rsidRPr="00427C54" w:rsidRDefault="00C751BC" w:rsidP="00A7396E">
            <w:pPr>
              <w:pStyle w:val="Tabelle"/>
              <w:cnfStyle w:val="000000000000" w:firstRow="0" w:lastRow="0" w:firstColumn="0" w:lastColumn="0" w:oddVBand="0" w:evenVBand="0" w:oddHBand="0" w:evenHBand="0" w:firstRowFirstColumn="0" w:firstRowLastColumn="0" w:lastRowFirstColumn="0" w:lastRowLastColumn="0"/>
            </w:pPr>
            <w:r>
              <w:t>(o</w:t>
            </w:r>
            <w:r w:rsidR="00A7396E">
              <w:t>ptional if the invoice issuer does not submit donation requests</w:t>
            </w:r>
            <w: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56EE53B8" w:rsidR="00C8446C" w:rsidRPr="00427C54" w:rsidRDefault="00C8446C" w:rsidP="00CC7AB6">
            <w:pPr>
              <w:pStyle w:val="Tabelle"/>
            </w:pPr>
            <w:r>
              <w:t>13.9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Submit incorrect invoice.</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Invoice recipient has not subscribed to the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492B0816" w:rsidR="008A6E31" w:rsidRPr="00427C54" w:rsidRDefault="008A6E31" w:rsidP="00CC7AB6">
            <w:pPr>
              <w:pStyle w:val="Tabelle"/>
            </w:pPr>
            <w:r>
              <w:t>13.10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Submit incorrect invoice.</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With incorrect identification.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p>
        </w:tc>
      </w:tr>
    </w:tbl>
    <w:p w14:paraId="1AF35EAC" w14:textId="77777777" w:rsidR="001C1956" w:rsidRPr="00427C54" w:rsidRDefault="001C1956">
      <w:pPr>
        <w:spacing w:line="240" w:lineRule="auto"/>
        <w:ind w:left="0"/>
      </w:pPr>
    </w:p>
    <w:p w14:paraId="1AF35EAD" w14:textId="77777777" w:rsidR="000E7D62" w:rsidRPr="00427C54" w:rsidRDefault="00E877DF" w:rsidP="00EC1183">
      <w:pPr>
        <w:pStyle w:val="Heading2"/>
        <w:pageBreakBefore/>
      </w:pPr>
      <w:bookmarkStart w:id="22" w:name="_Toc137541653"/>
      <w:r>
        <w:t>Querying Business Case Data</w:t>
      </w:r>
      <w:bookmarkEnd w:id="22"/>
    </w:p>
    <w:p w14:paraId="1AF35EAE" w14:textId="795742B7" w:rsidR="000E7D62" w:rsidRPr="00427C54" w:rsidRDefault="00E877DF" w:rsidP="00D52F38">
      <w:pPr>
        <w:pStyle w:val="Fliesstext"/>
      </w:pPr>
      <w:r>
        <w:t>This use case is a supporting element of the services provided by SIX and enables the network partner to request information concerning business cases that it has initiated.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EB3" w14:textId="3C6F3653"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77777777" w:rsidR="009F2123" w:rsidRPr="00427C54" w:rsidRDefault="009F2123" w:rsidP="00EC1183">
            <w:pPr>
              <w:pStyle w:val="Tabelle"/>
            </w:pPr>
            <w:r>
              <w:t>14.1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invoice.</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77777777" w:rsidR="009F2123" w:rsidRPr="00427C54" w:rsidRDefault="009F2123" w:rsidP="00EC1183">
            <w:pPr>
              <w:pStyle w:val="Tabelle"/>
            </w:pPr>
            <w:r>
              <w:t>14.2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reminder.</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77777777" w:rsidR="009F2123" w:rsidRPr="00427C54" w:rsidRDefault="009F2123" w:rsidP="00EC1183">
            <w:pPr>
              <w:pStyle w:val="Tabelle"/>
            </w:pPr>
            <w:r>
              <w:t>14.3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installment invoice.</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F30E9FB" w:rsidR="00C8446C" w:rsidRPr="00427C54" w:rsidRDefault="00C8446C" w:rsidP="00EC1183">
            <w:pPr>
              <w:pStyle w:val="Tabelle"/>
            </w:pPr>
            <w:r>
              <w:t>14.4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donation request.</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EDE" w14:textId="77777777" w:rsidR="000E7D62" w:rsidRPr="00427C54" w:rsidRDefault="000E7D62" w:rsidP="00D52F38">
      <w:pPr>
        <w:pStyle w:val="Fliesstext"/>
      </w:pPr>
    </w:p>
    <w:p w14:paraId="1AF35EE2" w14:textId="77777777" w:rsidR="000E7D62" w:rsidRPr="00427C54" w:rsidRDefault="00E877DF" w:rsidP="00EC1183">
      <w:pPr>
        <w:pStyle w:val="Heading2"/>
        <w:pageBreakBefore/>
      </w:pPr>
      <w:bookmarkStart w:id="23" w:name="_Toc137541654"/>
      <w:r>
        <w:t>Querying Business Case Processing Events</w:t>
      </w:r>
      <w:bookmarkEnd w:id="23"/>
    </w:p>
    <w:p w14:paraId="1AF35EE3" w14:textId="77777777" w:rsidR="000E7D62" w:rsidRPr="00427C54" w:rsidRDefault="00E877DF" w:rsidP="00D52F38">
      <w:pPr>
        <w:pStyle w:val="Fliesstext"/>
      </w:pPr>
      <w:r>
        <w:t>This use case is a supporting element of the services provided by SIX and enables the network partner to query business case processing events and forward the information to its invoice issuers.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EE8" w14:textId="0B6238B8"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77777777" w:rsidR="00F63404" w:rsidRPr="00427C54" w:rsidRDefault="00F63404" w:rsidP="00EC1183">
            <w:pPr>
              <w:pStyle w:val="Tabelle"/>
            </w:pPr>
            <w:r>
              <w:t>15.1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(invoice and reminder).</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2FB80CDC" w:rsidR="00F63404" w:rsidRPr="00427C54" w:rsidRDefault="00F63404" w:rsidP="00EC1183">
            <w:pPr>
              <w:pStyle w:val="Tabelle"/>
            </w:pPr>
            <w:r>
              <w:t>15.2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r>
              <w:t>Query status change of business cases (donation requests with a specific donation purpose).</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521E0EC9" w:rsidR="00F63404" w:rsidRPr="00427C54" w:rsidRDefault="00F63404" w:rsidP="00EC1183">
            <w:pPr>
              <w:pStyle w:val="Tabelle"/>
            </w:pPr>
            <w:r>
              <w:t>15.3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(installment invoice).</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F0D" w14:textId="77777777" w:rsidR="000E7D62" w:rsidRPr="00427C54" w:rsidRDefault="000E7D62" w:rsidP="00D52F38">
      <w:pPr>
        <w:pStyle w:val="Fliesstext"/>
      </w:pPr>
    </w:p>
    <w:p w14:paraId="1AF35F3C" w14:textId="50B9679C" w:rsidR="000E7D62" w:rsidRPr="00427C54" w:rsidRDefault="00EC6336" w:rsidP="00EC1183">
      <w:pPr>
        <w:pStyle w:val="Heading2"/>
        <w:pageBreakBefore/>
      </w:pPr>
      <w:bookmarkStart w:id="24" w:name="_Toc137541655"/>
      <w:r>
        <w:t>Retrieving Subscription and Cancellation Events (</w:t>
      </w:r>
      <w:r w:rsidR="008C2597" w:rsidRPr="00427C54">
        <w:rPr>
          <w:color w:val="FF0000"/>
        </w:rPr>
        <w:t>*</w:t>
      </w:r>
      <w:r>
        <w:t>)</w:t>
      </w:r>
      <w:bookmarkEnd w:id="24"/>
    </w:p>
    <w:p w14:paraId="1AF35F3D" w14:textId="69152E24" w:rsidR="000E7D62" w:rsidRPr="00427C54" w:rsidRDefault="00E66FE7" w:rsidP="00D52F38">
      <w:pPr>
        <w:pStyle w:val="Fliesstext"/>
      </w:pPr>
      <w:r>
        <w:t>This use case is an element of the services provided by SIX and enables the network partner to obtain events for the delivery permit created between the invoice recipient and invoice issuer and to forward the information to its invoice issuers. By processing of these events, validation errors during submission can be avoided.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F42" w14:textId="63227AAA"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28A7A934" w:rsidR="009F2123" w:rsidRPr="00427C54" w:rsidRDefault="009F2123" w:rsidP="00EC1183">
            <w:pPr>
              <w:pStyle w:val="Tabelle"/>
            </w:pPr>
            <w:r>
              <w:t>16.1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events via delivery permit (subscription).</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725F756E" w:rsidR="009F2123" w:rsidRPr="00427C54" w:rsidRDefault="009F2123" w:rsidP="00EC1183">
            <w:pPr>
              <w:pStyle w:val="Tabelle"/>
            </w:pPr>
            <w:r>
              <w:t>16.2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events via delivery permit (cancellation).</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F64" w14:textId="77777777" w:rsidR="000E7D62" w:rsidRPr="00427C54" w:rsidRDefault="000E7D62" w:rsidP="00D52F38">
      <w:pPr>
        <w:pStyle w:val="Fliesstext"/>
      </w:pPr>
    </w:p>
    <w:p w14:paraId="1AF35F66" w14:textId="77777777" w:rsidR="000E7D62" w:rsidRPr="00427C54" w:rsidRDefault="004D6AC9" w:rsidP="00EC1183">
      <w:pPr>
        <w:pStyle w:val="Heading2"/>
        <w:pageBreakBefore/>
      </w:pPr>
      <w:bookmarkStart w:id="25" w:name="_Toc137541656"/>
      <w:r>
        <w:t>Querying Changed E-Mail Addresses</w:t>
      </w:r>
      <w:bookmarkEnd w:id="25"/>
    </w:p>
    <w:p w14:paraId="1AF35F67" w14:textId="77777777" w:rsidR="004D6AC9" w:rsidRPr="00427C54" w:rsidRDefault="004D6AC9" w:rsidP="00D52F38">
      <w:pPr>
        <w:pStyle w:val="Fliesstext"/>
      </w:pPr>
      <w:r>
        <w:t>This use case is a supporting element of the services provided by SIX and enables the network partner to retrieve events for changed e-mail addresses and to forward the information to its invoice issuers. By processing of these events, validation errors during submission can be avoided.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1AF35F6C" w14:textId="7CC9FF1B"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08E92C1B" w:rsidR="009F2123" w:rsidRPr="00427C54" w:rsidRDefault="009F2123" w:rsidP="00EC1183">
            <w:pPr>
              <w:pStyle w:val="Tabelle"/>
            </w:pPr>
            <w:r>
              <w:t>17.1</w:t>
            </w:r>
          </w:p>
        </w:tc>
        <w:tc>
          <w:tcPr>
            <w:tcW w:w="3394" w:type="dxa"/>
            <w:tcBorders>
              <w:left w:val="none" w:sz="0" w:space="0" w:color="auto"/>
              <w:right w:val="none" w:sz="0" w:space="0" w:color="auto"/>
            </w:tcBorders>
            <w:shd w:val="clear" w:color="auto" w:fill="auto"/>
          </w:tcPr>
          <w:p w14:paraId="1AF35F74" w14:textId="7E771376"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Collect events about e-mail addresses that have been changed.</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bookmarkEnd w:id="6"/>
    </w:tbl>
    <w:p w14:paraId="1AF35F86" w14:textId="77777777" w:rsidR="000E7D62" w:rsidRPr="00427C54" w:rsidRDefault="000E7D62" w:rsidP="00D52F38">
      <w:pPr>
        <w:pStyle w:val="Fliesstext"/>
      </w:pPr>
    </w:p>
    <w:p w14:paraId="28DAC45C" w14:textId="57C166A7" w:rsidR="00B82961" w:rsidRPr="00427C54" w:rsidRDefault="00B82961" w:rsidP="00EC1183">
      <w:pPr>
        <w:pStyle w:val="Heading2"/>
        <w:pageBreakBefore/>
      </w:pPr>
      <w:bookmarkStart w:id="26" w:name="_Toc137541657"/>
      <w:r>
        <w:t>Invoice Recipient Subscription via Invoice Issuer Website</w:t>
      </w:r>
      <w:bookmarkEnd w:id="26"/>
    </w:p>
    <w:p w14:paraId="61E4D067" w14:textId="3AF3BE82" w:rsidR="00B82961" w:rsidRPr="00427C54" w:rsidRDefault="00B82961" w:rsidP="00D52F38">
      <w:pPr>
        <w:pStyle w:val="Fliesstext"/>
      </w:pPr>
      <w:r>
        <w:t>This service supports the invoice recipient-initiated subscription to the invoice issuer via the invoice issuer’s website/portal.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562FE358" w14:textId="5D7B9019"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5D7DC5A5" w:rsidR="00B82961" w:rsidRPr="00427C54" w:rsidRDefault="00B82961" w:rsidP="00EC1183">
            <w:pPr>
              <w:pStyle w:val="Tabelle"/>
            </w:pPr>
            <w:r>
              <w:t>18.1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Invoice recipient can register for eBill directly on the invoice issuer’s website.</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243DFF64" w:rsidR="00B82961" w:rsidRPr="00427C54" w:rsidRDefault="00B82961" w:rsidP="00EC1183">
            <w:pPr>
              <w:pStyle w:val="Tabelle"/>
            </w:pPr>
            <w:r>
              <w:t>18.2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Invoice recipient subscribes via the invoice issuer’s website with an incorrect verification code.</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63B9C6" w14:textId="118EF5D3" w:rsidR="0039550C" w:rsidRPr="00427C54" w:rsidRDefault="0039550C" w:rsidP="00D52F38">
      <w:pPr>
        <w:pStyle w:val="Fliesstext"/>
      </w:pPr>
    </w:p>
    <w:p w14:paraId="31C29451" w14:textId="6B2757D0" w:rsidR="00AB1219" w:rsidRPr="00427C54" w:rsidRDefault="00AB1219" w:rsidP="00EC1183">
      <w:pPr>
        <w:pStyle w:val="Heading2"/>
        <w:pageBreakBefore/>
      </w:pPr>
      <w:bookmarkStart w:id="27" w:name="_Toc137541658"/>
      <w:r>
        <w:t>Checking if Invoice Recipient Is Available in eBill Infrastructure</w:t>
      </w:r>
      <w:bookmarkEnd w:id="27"/>
    </w:p>
    <w:p w14:paraId="321B0D8B" w14:textId="5D787CC3" w:rsidR="00AB1219" w:rsidRPr="00427C54" w:rsidRDefault="00AB1219" w:rsidP="00D52F38">
      <w:pPr>
        <w:pStyle w:val="Fliesstext"/>
      </w:pPr>
      <w:r>
        <w:t>This service enables a network partner to check whether an invoice recipient is available in the eBill infrastructure based on the “billRecipientId” participant number.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2B922EAF" w14:textId="791DD4BE"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3368A9A8" w:rsidR="00C8446C" w:rsidRPr="00427C54" w:rsidRDefault="00FB5B53" w:rsidP="00EC1183">
            <w:pPr>
              <w:pStyle w:val="Tabelle"/>
            </w:pPr>
            <w:r>
              <w:t>19.1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Check if an invoice recipient exists. Customer is found.</w:t>
            </w:r>
          </w:p>
        </w:tc>
        <w:tc>
          <w:tcPr>
            <w:tcW w:w="1518" w:type="dxa"/>
            <w:tcBorders>
              <w:left w:val="none" w:sz="0" w:space="0" w:color="auto"/>
              <w:right w:val="none" w:sz="0" w:space="0" w:color="auto"/>
            </w:tcBorders>
            <w:shd w:val="clear" w:color="auto" w:fill="auto"/>
          </w:tcPr>
          <w:p w14:paraId="23985F82"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F201330" w:rsidR="00C8446C" w:rsidRPr="00427C54" w:rsidRDefault="00FB5B53" w:rsidP="00EC1183">
            <w:pPr>
              <w:pStyle w:val="Tabelle"/>
            </w:pPr>
            <w:r>
              <w:t>19.2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Check if an invoice recipient exists. Customer is not found.</w:t>
            </w:r>
          </w:p>
        </w:tc>
        <w:tc>
          <w:tcPr>
            <w:tcW w:w="1518" w:type="dxa"/>
            <w:shd w:val="clear" w:color="auto" w:fill="auto"/>
          </w:tcPr>
          <w:p w14:paraId="5A996A4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F8C574" w14:textId="7EBBD512" w:rsidR="00AB1219" w:rsidRPr="00427C54" w:rsidRDefault="00AB1219" w:rsidP="00D52F38">
      <w:pPr>
        <w:pStyle w:val="Fliesstext"/>
      </w:pPr>
    </w:p>
    <w:p w14:paraId="65849B29" w14:textId="74B54744" w:rsidR="00AB1219" w:rsidRPr="00427C54" w:rsidRDefault="00AB1219" w:rsidP="00EC1183">
      <w:pPr>
        <w:pStyle w:val="Heading2"/>
        <w:pageBreakBefore/>
      </w:pPr>
      <w:bookmarkStart w:id="28" w:name="_Toc137541659"/>
      <w:r>
        <w:t>Creating or Editing Subscription Forms in eBill Infrastructure</w:t>
      </w:r>
      <w:bookmarkEnd w:id="28"/>
    </w:p>
    <w:p w14:paraId="07D942BA" w14:textId="3F892675" w:rsidR="00AB1219" w:rsidRPr="00427C54" w:rsidRDefault="00AB1219" w:rsidP="00D52F38">
      <w:pPr>
        <w:pStyle w:val="Fliesstext"/>
      </w:pPr>
      <w:r>
        <w:t>This use case is a supporting element of the services provided by SIX and makes it possible for an NWP to save a subscription form for an invoice issuer directly in the eBill infrastructure. As for the additional fields, only fields that are mandatory should be created. Such a subscription form will be accessed whenever an invoice recipient wishes to subscribe to an invoice issuer. Only the primary network partner of an invoice issuer can save subscription forms for this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63C79E01" w14:textId="6C311EA0"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794DB1ED" w:rsidR="00AB1219" w:rsidRPr="00427C54" w:rsidRDefault="00AB1219" w:rsidP="00EC1183">
            <w:pPr>
              <w:pStyle w:val="Tabelle"/>
            </w:pPr>
            <w:r>
              <w:t>20.1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Create a subscription form in the eBill infrastructure.</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7EE6BF75" w:rsidR="00C8446C" w:rsidRPr="00427C54" w:rsidRDefault="00C8446C" w:rsidP="00EC1183">
            <w:pPr>
              <w:pStyle w:val="Tabelle"/>
            </w:pPr>
            <w:r>
              <w:t>20.2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Create a subscription form for a donation invoice issuer in the eBill infrastructure.</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4DE26B14" w:rsidR="00C8446C" w:rsidRPr="00427C54" w:rsidRDefault="00C8446C" w:rsidP="00EC1183">
            <w:pPr>
              <w:pStyle w:val="Tabelle"/>
            </w:pPr>
            <w:r>
              <w:t>20.3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Edit an existing subscription form in the eBill infrastructure.</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3B17E7AD" w14:textId="1F1FBC2E" w:rsidR="00AB1219" w:rsidRPr="00427C54" w:rsidRDefault="00AB1219" w:rsidP="00D52F38">
      <w:pPr>
        <w:pStyle w:val="Fliesstext"/>
      </w:pPr>
    </w:p>
    <w:p w14:paraId="01B38D54" w14:textId="1D321056" w:rsidR="00AB1219" w:rsidRPr="00427C54" w:rsidRDefault="00AB1219" w:rsidP="00EC1183">
      <w:pPr>
        <w:pStyle w:val="Heading2"/>
        <w:pageBreakBefore/>
      </w:pPr>
      <w:bookmarkStart w:id="29" w:name="_Toc137541660"/>
      <w:r>
        <w:t>Querying Subscription Forms</w:t>
      </w:r>
      <w:bookmarkEnd w:id="29"/>
    </w:p>
    <w:p w14:paraId="532492F8" w14:textId="77777777" w:rsidR="00AB1219" w:rsidRPr="00427C54" w:rsidRDefault="00AB1219" w:rsidP="00D52F38">
      <w:pPr>
        <w:pStyle w:val="Fliesstext"/>
      </w:pPr>
      <w:r>
        <w:t>The network partner can query the subscription forms saved for an invoice issuer. The network partner receives the saved data for the requested subscription form. Only the primary network partner can receive the data on an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pPr>
            <w: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60B18FC8" w14:textId="07D45C4F"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73BBA80A" w:rsidR="00C17525" w:rsidRPr="00427C54" w:rsidRDefault="00C17525" w:rsidP="00EC1183">
            <w:pPr>
              <w:pStyle w:val="Tabelle"/>
            </w:pPr>
            <w:r>
              <w:t>21.1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Query form data of an invoice issuer in the eBill infrastructure.</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F82EC82" w14:textId="7CB7E8C0" w:rsidR="00AB1219" w:rsidRPr="00427C54" w:rsidRDefault="00AB1219" w:rsidP="00D52F38">
      <w:pPr>
        <w:pStyle w:val="Fliesstext"/>
      </w:pPr>
    </w:p>
    <w:p w14:paraId="4521AE13" w14:textId="7A96BCD6" w:rsidR="00F237E0" w:rsidRPr="00427C54" w:rsidRDefault="00F237E0" w:rsidP="00EC1183">
      <w:pPr>
        <w:pStyle w:val="Heading2"/>
        <w:pageBreakBefore/>
      </w:pPr>
      <w:bookmarkStart w:id="30" w:name="_Toc137541661"/>
      <w:r>
        <w:t>Deleting Subscription Forms</w:t>
      </w:r>
      <w:bookmarkEnd w:id="30"/>
    </w:p>
    <w:p w14:paraId="4573368F" w14:textId="158F8440" w:rsidR="00F237E0" w:rsidRPr="00427C54" w:rsidRDefault="00F237E0" w:rsidP="00D52F38">
      <w:pPr>
        <w:pStyle w:val="Fliesstext"/>
      </w:pPr>
      <w:r>
        <w:t>The network partner can delete its subscription forms saved for an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Test result</w:t>
            </w:r>
          </w:p>
          <w:p w14:paraId="3089E07C" w14:textId="2ABCFB87" w:rsidR="00906D1B" w:rsidRPr="00D77609"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D77609">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75FB0E14" w:rsidR="00C17525" w:rsidRPr="00427C54" w:rsidRDefault="00C17525" w:rsidP="00EC1183">
            <w:pPr>
              <w:pStyle w:val="Tabelle"/>
            </w:pPr>
            <w:r>
              <w:t>22.1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Delete the subscription form of an invoice issuer in the eBill infrastructure.</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01BD4BD9" w14:textId="56137835" w:rsidR="00AB1219" w:rsidRPr="00427C54" w:rsidRDefault="00AB1219" w:rsidP="00D52F38">
      <w:pPr>
        <w:pStyle w:val="Fliesstext"/>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731C3" w14:textId="77777777" w:rsidR="002B0959" w:rsidRDefault="002B0959" w:rsidP="004C2BA7">
      <w:pPr>
        <w:spacing w:line="240" w:lineRule="auto"/>
      </w:pPr>
      <w:r>
        <w:separator/>
      </w:r>
    </w:p>
  </w:endnote>
  <w:endnote w:type="continuationSeparator" w:id="0">
    <w:p w14:paraId="42D872EF" w14:textId="77777777" w:rsidR="002B0959" w:rsidRDefault="002B0959" w:rsidP="004C2BA7">
      <w:pPr>
        <w:spacing w:line="240" w:lineRule="auto"/>
      </w:pPr>
      <w:r>
        <w:continuationSeparator/>
      </w:r>
    </w:p>
  </w:endnote>
  <w:endnote w:type="continuationNotice" w:id="1">
    <w:p w14:paraId="0BE66707" w14:textId="77777777" w:rsidR="002B0959" w:rsidRDefault="002B09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5AE43C" w:rsidR="00C8446C" w:rsidRDefault="00C8446C">
    <w:pPr>
      <w:pStyle w:val="Footer"/>
      <w:pBdr>
        <w:top w:val="single" w:sz="6" w:space="1" w:color="auto"/>
      </w:pBdr>
      <w:tabs>
        <w:tab w:val="clear" w:pos="8505"/>
        <w:tab w:val="right" w:pos="9356"/>
      </w:tabs>
    </w:pPr>
    <w:r>
      <w:rPr>
        <w:b/>
      </w:rPr>
      <w:fldChar w:fldCharType="begin"/>
    </w:r>
    <w:r w:rsidRPr="00634CCD">
      <w:rPr>
        <w:b/>
      </w:rPr>
      <w:instrText xml:space="preserve"> PAGE </w:instrText>
    </w:r>
    <w:r>
      <w:rPr>
        <w:b/>
      </w:rPr>
      <w:fldChar w:fldCharType="separate"/>
    </w:r>
    <w:r>
      <w:rPr>
        <w:b/>
      </w:rPr>
      <w:t>13</w:t>
    </w:r>
    <w:r>
      <w:rPr>
        <w:b/>
      </w:rPr>
      <w:fldChar w:fldCharType="end"/>
    </w:r>
    <w:r w:rsidRPr="00634CCD">
      <w:tab/>
    </w:r>
    <w:r>
      <w:fldChar w:fldCharType="begin"/>
    </w:r>
    <w:r w:rsidRPr="00634CCD">
      <w:instrText xml:space="preserve"> DOCPROPERTY "Version"  \* MERGEFORMAT </w:instrText>
    </w:r>
    <w:r>
      <w:fldChar w:fldCharType="separate"/>
    </w:r>
    <w:r>
      <w:rPr>
        <w:b/>
      </w:rPr>
      <w:t>Version</w:t>
    </w:r>
    <w:r w:rsidR="00004673">
      <w:t xml:space="preserve"> 1.5</w:t>
    </w:r>
    <w:r>
      <w:fldChar w:fldCharType="end"/>
    </w:r>
    <w:r>
      <w:rPr>
        <w:i/>
      </w:rPr>
      <w:t xml:space="preserve"> / </w:t>
    </w:r>
    <w:r>
      <w:fldChar w:fldCharType="begin"/>
    </w:r>
    <w:r w:rsidRPr="006439DE">
      <w:instrText xml:space="preserve"> DOCPROPERTY "Ausgabedatum"  \* MERGEFORMAT </w:instrText>
    </w:r>
    <w:r>
      <w:fldChar w:fldCharType="separate"/>
    </w:r>
    <w:r>
      <w:rPr>
        <w:b/>
      </w:rPr>
      <w:t>27/10/2021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ooter"/>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94269" behindDoc="0" locked="0" layoutInCell="0" allowOverlap="1" wp14:anchorId="33D2A33C" wp14:editId="263E4A9F">
              <wp:simplePos x="0" y="0"/>
              <wp:positionH relativeFrom="page">
                <wp:align>left</wp:align>
              </wp:positionH>
              <wp:positionV relativeFrom="page">
                <wp:align>bottom</wp:align>
              </wp:positionV>
              <wp:extent cx="7772400" cy="457200"/>
              <wp:effectExtent l="0" t="0" r="0" b="0"/>
              <wp:wrapNone/>
              <wp:docPr id="1" name="MSIPCM17c5497f89a6bd0d45482009"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3A3F78C8" w:rsidR="00C8446C" w:rsidRPr="00DC2141" w:rsidRDefault="00DC2141" w:rsidP="00DC2141">
                          <w:pPr>
                            <w:ind w:left="0"/>
                            <w:rPr>
                              <w:rFonts w:ascii="Calibri" w:hAnsi="Calibri" w:cs="Calibri"/>
                            </w:rPr>
                          </w:pPr>
                          <w:r w:rsidRPr="00DC2141">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MSIPCM17c5497f89a6bd0d45482009"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94269;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3A3F78C8" w:rsidR="00C8446C" w:rsidRPr="00DC2141" w:rsidRDefault="00DC2141" w:rsidP="00DC2141">
                    <w:pPr>
                      <w:ind w:left="0"/>
                      <w:rPr>
                        <w:rFonts w:ascii="Calibri" w:hAnsi="Calibri" w:cs="Calibri"/>
                      </w:rPr>
                    </w:pPr>
                    <w:r w:rsidRPr="00DC2141">
                      <w:rPr>
                        <w:rFonts w:ascii="Calibri" w:hAnsi="Calibri" w:cs="Calibri"/>
                      </w:rPr>
                      <w:t>Sensitivity: C2 Internal</w:t>
                    </w:r>
                  </w:p>
                </w:txbxContent>
              </v:textbox>
              <w10:wrap anchorx="page" anchory="page"/>
            </v:shape>
          </w:pict>
        </mc:Fallback>
      </mc:AlternateContent>
    </w:r>
    <w:r>
      <w:rPr>
        <w:sz w:val="18"/>
      </w:rPr>
      <w:t>Version 1.5 –18/10/2021</w:t>
    </w:r>
    <w:r w:rsidRPr="00807AFE">
      <w:rPr>
        <w:b/>
        <w:sz w:val="18"/>
      </w:rPr>
      <w:tab/>
    </w:r>
    <w:r>
      <w:rPr>
        <w:b/>
        <w:sz w:val="18"/>
      </w:rPr>
      <w:tab/>
    </w:r>
    <w:r w:rsidRPr="00807AFE">
      <w:rPr>
        <w:i/>
        <w:sz w:val="18"/>
      </w:rPr>
      <w:tab/>
    </w:r>
    <w:r>
      <w:rPr>
        <w:sz w:val="18"/>
      </w:rPr>
      <w:t xml:space="preserve">Page </w:t>
    </w:r>
    <w:r w:rsidRPr="00B43A23">
      <w:rPr>
        <w:sz w:val="18"/>
      </w:rPr>
      <w:fldChar w:fldCharType="begin"/>
    </w:r>
    <w:r w:rsidRPr="00B43A23">
      <w:rPr>
        <w:sz w:val="18"/>
      </w:rPr>
      <w:instrText xml:space="preserve"> PAGE </w:instrText>
    </w:r>
    <w:r w:rsidRPr="00B43A23">
      <w:rPr>
        <w:sz w:val="18"/>
      </w:rPr>
      <w:fldChar w:fldCharType="separate"/>
    </w:r>
    <w:r>
      <w:rPr>
        <w:sz w:val="18"/>
      </w:rPr>
      <w:t>8</w:t>
    </w:r>
    <w:r w:rsidRPr="00B43A23">
      <w:rPr>
        <w:sz w:val="18"/>
      </w:rPr>
      <w:fldChar w:fldCharType="end"/>
    </w:r>
    <w:r>
      <w:rPr>
        <w:sz w:val="18"/>
      </w:rPr>
      <w:t xml:space="preserve"> of </w:t>
    </w:r>
    <w:r w:rsidRPr="00B43A23">
      <w:rPr>
        <w:sz w:val="18"/>
      </w:rPr>
      <w:fldChar w:fldCharType="begin"/>
    </w:r>
    <w:r w:rsidRPr="00B43A23">
      <w:rPr>
        <w:sz w:val="18"/>
      </w:rPr>
      <w:instrText xml:space="preserve"> NUMPAGES   \* MERGEFORMAT </w:instrText>
    </w:r>
    <w:r w:rsidRPr="00B43A23">
      <w:rPr>
        <w:sz w:val="18"/>
      </w:rPr>
      <w:fldChar w:fldCharType="separate"/>
    </w:r>
    <w:r>
      <w:rPr>
        <w:sz w:val="18"/>
      </w:rPr>
      <w:t>24</w:t>
    </w:r>
    <w:r w:rsidRPr="00B43A23">
      <w:rPr>
        <w:sz w:val="18"/>
      </w:rPr>
      <w:fldChar w:fldCharType="end"/>
    </w:r>
  </w:p>
  <w:p w14:paraId="03414696" w14:textId="5750F6D4" w:rsidR="00C8446C" w:rsidRPr="00282ECB" w:rsidRDefault="00C8446C" w:rsidP="00282ECB">
    <w:pPr>
      <w:pStyle w:val="Footer"/>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09E36150" w:rsidR="00C8446C" w:rsidRPr="00BC0165" w:rsidRDefault="00D77609" w:rsidP="00BC0165">
    <w:pPr>
      <w:tabs>
        <w:tab w:val="left" w:pos="1701"/>
        <w:tab w:val="right" w:pos="8505"/>
      </w:tabs>
      <w:spacing w:before="60"/>
      <w:ind w:left="0"/>
    </w:pPr>
    <w:r>
      <w:rPr>
        <w:noProof/>
      </w:rPr>
      <mc:AlternateContent>
        <mc:Choice Requires="wps">
          <w:drawing>
            <wp:anchor distT="0" distB="0" distL="114300" distR="114300" simplePos="0" relativeHeight="251694797" behindDoc="0" locked="0" layoutInCell="0" allowOverlap="1" wp14:anchorId="7318DDF3" wp14:editId="43C31666">
              <wp:simplePos x="0" y="0"/>
              <wp:positionH relativeFrom="page">
                <wp:align>left</wp:align>
              </wp:positionH>
              <wp:positionV relativeFrom="page">
                <wp:align>bottom</wp:align>
              </wp:positionV>
              <wp:extent cx="7772400" cy="463550"/>
              <wp:effectExtent l="0" t="0" r="0" b="12700"/>
              <wp:wrapNone/>
              <wp:docPr id="2" name="MSIPCMfb3e444e8941788e5d83e075"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223145" w14:textId="251AFA4B" w:rsidR="00D77609" w:rsidRPr="00DC2141" w:rsidRDefault="00DC2141" w:rsidP="00DC2141">
                          <w:pPr>
                            <w:ind w:left="0"/>
                            <w:rPr>
                              <w:rFonts w:ascii="Calibri" w:hAnsi="Calibri" w:cs="Calibri"/>
                            </w:rPr>
                          </w:pPr>
                          <w:r w:rsidRPr="00DC2141">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7318DDF3" id="_x0000_t202" coordsize="21600,21600" o:spt="202" path="m,l,21600r21600,l21600,xe">
              <v:stroke joinstyle="miter"/>
              <v:path gradientshapeok="t" o:connecttype="rect"/>
            </v:shapetype>
            <v:shape id="MSIPCMfb3e444e8941788e5d83e075"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94797;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52223145" w14:textId="251AFA4B" w:rsidR="00D77609" w:rsidRPr="00DC2141" w:rsidRDefault="00DC2141" w:rsidP="00DC2141">
                    <w:pPr>
                      <w:ind w:left="0"/>
                      <w:rPr>
                        <w:rFonts w:ascii="Calibri" w:hAnsi="Calibri" w:cs="Calibri"/>
                      </w:rPr>
                    </w:pPr>
                    <w:r w:rsidRPr="00DC2141">
                      <w:rPr>
                        <w:rFonts w:ascii="Calibri" w:hAnsi="Calibri" w:cs="Calibri"/>
                      </w:rPr>
                      <w:t>Sensitivity: C2 Internal</w:t>
                    </w:r>
                  </w:p>
                </w:txbxContent>
              </v:textbox>
              <w10:wrap anchorx="page" anchory="page"/>
            </v:shape>
          </w:pict>
        </mc:Fallback>
      </mc:AlternateContent>
    </w:r>
    <w:r w:rsidR="00BC0165" w:rsidRPr="00BC0165">
      <w:tab/>
    </w:r>
    <w:r w:rsidR="00DC2141">
      <w:fldChar w:fldCharType="begin"/>
    </w:r>
    <w:r w:rsidR="00DC2141">
      <w:instrText xml:space="preserve"> DOCPROPERTY  Version  \* MERGEFORMAT </w:instrText>
    </w:r>
    <w:r w:rsidR="00DC2141">
      <w:fldChar w:fldCharType="separate"/>
    </w:r>
    <w:r w:rsidR="00BC0165">
      <w:t>Version 1.7</w:t>
    </w:r>
    <w:r w:rsidR="00DC2141">
      <w:fldChar w:fldCharType="end"/>
    </w:r>
    <w:r w:rsidR="00BC0165">
      <w:t xml:space="preserve"> – </w:t>
    </w:r>
    <w:r w:rsidR="00DC2141">
      <w:fldChar w:fldCharType="begin"/>
    </w:r>
    <w:r w:rsidR="00DC2141">
      <w:instrText xml:space="preserve"> DOCPROPERTY  Ausgabedatum  \* MERGEFORMAT </w:instrText>
    </w:r>
    <w:r w:rsidR="00DC2141">
      <w:fldChar w:fldCharType="separate"/>
    </w:r>
    <w:r w:rsidR="00BC0165">
      <w:t>01/06/2023</w:t>
    </w:r>
    <w:r w:rsidR="00DC2141">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0C3F2AED" w:rsidR="004F1680" w:rsidRPr="003C264F" w:rsidRDefault="00D77609" w:rsidP="003C264F">
    <w:pPr>
      <w:pBdr>
        <w:top w:val="single" w:sz="6" w:space="1" w:color="auto"/>
      </w:pBdr>
      <w:tabs>
        <w:tab w:val="center" w:pos="4678"/>
        <w:tab w:val="right" w:pos="9356"/>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97374" behindDoc="0" locked="0" layoutInCell="0" allowOverlap="1" wp14:anchorId="6E5E7B38" wp14:editId="507164B9">
              <wp:simplePos x="0" y="0"/>
              <wp:positionH relativeFrom="page">
                <wp:align>left</wp:align>
              </wp:positionH>
              <wp:positionV relativeFrom="page">
                <wp:align>bottom</wp:align>
              </wp:positionV>
              <wp:extent cx="7772400" cy="463550"/>
              <wp:effectExtent l="0" t="0" r="0" b="12700"/>
              <wp:wrapNone/>
              <wp:docPr id="3" name="MSIPCMf4cd4d9086cf7e55a5b97ef2"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910F47" w14:textId="160F1633" w:rsidR="00D77609" w:rsidRPr="00DC2141" w:rsidRDefault="00DC2141" w:rsidP="00DC2141">
                          <w:pPr>
                            <w:ind w:left="0"/>
                            <w:rPr>
                              <w:rFonts w:ascii="Calibri" w:hAnsi="Calibri" w:cs="Calibri"/>
                            </w:rPr>
                          </w:pPr>
                          <w:r w:rsidRPr="00DC2141">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6E5E7B38" id="_x0000_t202" coordsize="21600,21600" o:spt="202" path="m,l,21600r21600,l21600,xe">
              <v:stroke joinstyle="miter"/>
              <v:path gradientshapeok="t" o:connecttype="rect"/>
            </v:shapetype>
            <v:shape id="MSIPCMf4cd4d9086cf7e55a5b97ef2"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9737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76910F47" w14:textId="160F1633" w:rsidR="00D77609" w:rsidRPr="00DC2141" w:rsidRDefault="00DC2141" w:rsidP="00DC2141">
                    <w:pPr>
                      <w:ind w:left="0"/>
                      <w:rPr>
                        <w:rFonts w:ascii="Calibri" w:hAnsi="Calibri" w:cs="Calibri"/>
                      </w:rPr>
                    </w:pPr>
                    <w:r w:rsidRPr="00DC2141">
                      <w:rPr>
                        <w:rFonts w:ascii="Calibri" w:hAnsi="Calibri" w:cs="Calibri"/>
                      </w:rPr>
                      <w:t>Sensitivity: C2 Internal</w:t>
                    </w:r>
                  </w:p>
                </w:txbxContent>
              </v:textbox>
              <w10:wrap anchorx="page" anchory="page"/>
            </v:shape>
          </w:pict>
        </mc:Fallback>
      </mc:AlternateContent>
    </w:r>
    <w:r w:rsidR="003C264F" w:rsidRPr="003C264F">
      <w:rPr>
        <w:color w:val="auto"/>
        <w:sz w:val="19"/>
      </w:rPr>
      <w:fldChar w:fldCharType="begin"/>
    </w:r>
    <w:r w:rsidR="003C264F" w:rsidRPr="003C264F">
      <w:rPr>
        <w:color w:val="auto"/>
        <w:sz w:val="19"/>
      </w:rPr>
      <w:instrText xml:space="preserve"> DOCPROPERTY "Version"  \* MERGEFORMAT </w:instrText>
    </w:r>
    <w:r w:rsidR="003C264F" w:rsidRPr="003C264F">
      <w:rPr>
        <w:color w:val="auto"/>
        <w:sz w:val="19"/>
      </w:rPr>
      <w:fldChar w:fldCharType="separate"/>
    </w:r>
    <w:r w:rsidR="003C264F">
      <w:rPr>
        <w:color w:val="auto"/>
        <w:sz w:val="19"/>
      </w:rPr>
      <w:t>Version 1.7</w:t>
    </w:r>
    <w:r w:rsidR="003C264F" w:rsidRPr="003C264F">
      <w:rPr>
        <w:color w:val="auto"/>
        <w:sz w:val="19"/>
      </w:rPr>
      <w:fldChar w:fldCharType="end"/>
    </w:r>
    <w:r w:rsidR="003C264F">
      <w:rPr>
        <w:color w:val="auto"/>
        <w:sz w:val="19"/>
      </w:rPr>
      <w:t xml:space="preserve"> – </w:t>
    </w:r>
    <w:r w:rsidR="003C264F" w:rsidRPr="003C264F">
      <w:rPr>
        <w:color w:val="auto"/>
        <w:sz w:val="19"/>
      </w:rPr>
      <w:fldChar w:fldCharType="begin"/>
    </w:r>
    <w:r w:rsidR="003C264F" w:rsidRPr="003C264F">
      <w:rPr>
        <w:color w:val="auto"/>
        <w:sz w:val="19"/>
      </w:rPr>
      <w:instrText xml:space="preserve"> DOCPROPERTY "Ausgabedatum"  \* MERGEFORMAT </w:instrText>
    </w:r>
    <w:r w:rsidR="003C264F" w:rsidRPr="003C264F">
      <w:rPr>
        <w:color w:val="auto"/>
        <w:sz w:val="19"/>
      </w:rPr>
      <w:fldChar w:fldCharType="separate"/>
    </w:r>
    <w:r w:rsidR="003C264F">
      <w:rPr>
        <w:color w:val="auto"/>
        <w:sz w:val="19"/>
      </w:rPr>
      <w:t>01/06/2023</w:t>
    </w:r>
    <w:r w:rsidR="003C264F" w:rsidRPr="003C264F">
      <w:rPr>
        <w:color w:val="auto"/>
        <w:sz w:val="19"/>
      </w:rPr>
      <w:fldChar w:fldCharType="end"/>
    </w:r>
    <w:r w:rsidR="003C264F" w:rsidRPr="003C264F">
      <w:rPr>
        <w:color w:val="auto"/>
        <w:sz w:val="19"/>
      </w:rPr>
      <w:tab/>
    </w:r>
    <w:r w:rsidR="003C264F" w:rsidRPr="003C264F">
      <w:rPr>
        <w:color w:val="auto"/>
        <w:sz w:val="19"/>
      </w:rPr>
      <w:tab/>
    </w:r>
    <w:r w:rsidR="003C264F">
      <w:rPr>
        <w:color w:val="auto"/>
        <w:sz w:val="19"/>
      </w:rPr>
      <w:t xml:space="preserve">Page </w:t>
    </w:r>
    <w:r w:rsidR="003C264F" w:rsidRPr="003C264F">
      <w:rPr>
        <w:color w:val="auto"/>
        <w:sz w:val="19"/>
      </w:rPr>
      <w:fldChar w:fldCharType="begin"/>
    </w:r>
    <w:r w:rsidR="003C264F" w:rsidRPr="003C264F">
      <w:rPr>
        <w:color w:val="auto"/>
        <w:sz w:val="19"/>
      </w:rPr>
      <w:instrText xml:space="preserve"> PAGE </w:instrText>
    </w:r>
    <w:r w:rsidR="003C264F" w:rsidRPr="003C264F">
      <w:rPr>
        <w:color w:val="auto"/>
        <w:sz w:val="19"/>
      </w:rPr>
      <w:fldChar w:fldCharType="separate"/>
    </w:r>
    <w:r w:rsidR="003C264F">
      <w:rPr>
        <w:color w:val="auto"/>
        <w:sz w:val="19"/>
      </w:rPr>
      <w:t>2</w:t>
    </w:r>
    <w:r w:rsidR="003C264F" w:rsidRPr="003C264F">
      <w:rPr>
        <w:color w:val="auto"/>
        <w:sz w:val="19"/>
      </w:rPr>
      <w:fldChar w:fldCharType="end"/>
    </w:r>
    <w:r w:rsidR="003C264F">
      <w:rPr>
        <w:color w:val="auto"/>
        <w:sz w:val="19"/>
      </w:rPr>
      <w:t xml:space="preserve"> of </w:t>
    </w:r>
    <w:r w:rsidR="003C264F" w:rsidRPr="003C264F">
      <w:rPr>
        <w:color w:val="auto"/>
        <w:sz w:val="19"/>
      </w:rPr>
      <w:fldChar w:fldCharType="begin"/>
    </w:r>
    <w:r w:rsidR="003C264F" w:rsidRPr="003C264F">
      <w:rPr>
        <w:color w:val="auto"/>
        <w:sz w:val="19"/>
      </w:rPr>
      <w:instrText xml:space="preserve"> NUMPAGES </w:instrText>
    </w:r>
    <w:r w:rsidR="003C264F" w:rsidRPr="003C264F">
      <w:rPr>
        <w:color w:val="auto"/>
        <w:sz w:val="19"/>
      </w:rPr>
      <w:fldChar w:fldCharType="separate"/>
    </w:r>
    <w:r w:rsidR="003C264F">
      <w:rPr>
        <w:color w:val="auto"/>
        <w:sz w:val="19"/>
      </w:rPr>
      <w:t>25</w:t>
    </w:r>
    <w:r w:rsidR="003C264F" w:rsidRPr="003C264F">
      <w:rPr>
        <w:color w:val="auto"/>
        <w:sz w:val="1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08A947C4" w:rsidR="00712A71" w:rsidRPr="00642ADD" w:rsidRDefault="00D77609" w:rsidP="00777216">
    <w:pPr>
      <w:pBdr>
        <w:top w:val="single" w:sz="6" w:space="1" w:color="auto"/>
      </w:pBdr>
      <w:tabs>
        <w:tab w:val="center" w:pos="7938"/>
        <w:tab w:val="right" w:pos="14601"/>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98398" behindDoc="0" locked="0" layoutInCell="0" allowOverlap="1" wp14:anchorId="6132D596" wp14:editId="1F532E00">
              <wp:simplePos x="0" y="0"/>
              <wp:positionH relativeFrom="page">
                <wp:align>left</wp:align>
              </wp:positionH>
              <wp:positionV relativeFrom="page">
                <wp:align>bottom</wp:align>
              </wp:positionV>
              <wp:extent cx="7772400" cy="463550"/>
              <wp:effectExtent l="0" t="0" r="0" b="12700"/>
              <wp:wrapNone/>
              <wp:docPr id="4" name="MSIPCMeabf44888155e9bcf8be3fc8"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72C1E2" w14:textId="7DD8555D" w:rsidR="00D77609" w:rsidRPr="00DC2141" w:rsidRDefault="00DC2141" w:rsidP="00DC2141">
                          <w:pPr>
                            <w:ind w:left="0"/>
                            <w:rPr>
                              <w:rFonts w:ascii="Calibri" w:hAnsi="Calibri" w:cs="Calibri"/>
                            </w:rPr>
                          </w:pPr>
                          <w:r w:rsidRPr="00DC2141">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6132D596" id="_x0000_t202" coordsize="21600,21600" o:spt="202" path="m,l,21600r21600,l21600,xe">
              <v:stroke joinstyle="miter"/>
              <v:path gradientshapeok="t" o:connecttype="rect"/>
            </v:shapetype>
            <v:shape id="MSIPCMeabf44888155e9bcf8be3fc8"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98398;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1872C1E2" w14:textId="7DD8555D" w:rsidR="00D77609" w:rsidRPr="00DC2141" w:rsidRDefault="00DC2141" w:rsidP="00DC2141">
                    <w:pPr>
                      <w:ind w:left="0"/>
                      <w:rPr>
                        <w:rFonts w:ascii="Calibri" w:hAnsi="Calibri" w:cs="Calibri"/>
                      </w:rPr>
                    </w:pPr>
                    <w:r w:rsidRPr="00DC2141">
                      <w:rPr>
                        <w:rFonts w:ascii="Calibri" w:hAnsi="Calibri" w:cs="Calibri"/>
                      </w:rPr>
                      <w:t>Sensitivity: C2 Internal</w:t>
                    </w:r>
                  </w:p>
                </w:txbxContent>
              </v:textbox>
              <w10:wrap anchorx="page" anchory="page"/>
            </v:shape>
          </w:pict>
        </mc:Fallback>
      </mc:AlternateContent>
    </w:r>
    <w:r w:rsidR="00642ADD" w:rsidRPr="00642ADD">
      <w:rPr>
        <w:color w:val="auto"/>
        <w:sz w:val="19"/>
      </w:rPr>
      <w:fldChar w:fldCharType="begin"/>
    </w:r>
    <w:r w:rsidR="00642ADD" w:rsidRPr="00642ADD">
      <w:rPr>
        <w:color w:val="auto"/>
        <w:sz w:val="19"/>
      </w:rPr>
      <w:instrText xml:space="preserve"> DOCPROPERTY "Version"  \* MERGEFORMAT </w:instrText>
    </w:r>
    <w:r w:rsidR="00642ADD" w:rsidRPr="00642ADD">
      <w:rPr>
        <w:color w:val="auto"/>
        <w:sz w:val="19"/>
      </w:rPr>
      <w:fldChar w:fldCharType="separate"/>
    </w:r>
    <w:r w:rsidR="00642ADD">
      <w:rPr>
        <w:color w:val="auto"/>
        <w:sz w:val="19"/>
      </w:rPr>
      <w:t>Version 1.7</w:t>
    </w:r>
    <w:r w:rsidR="00642ADD" w:rsidRPr="00642ADD">
      <w:rPr>
        <w:color w:val="auto"/>
        <w:sz w:val="19"/>
      </w:rPr>
      <w:fldChar w:fldCharType="end"/>
    </w:r>
    <w:r w:rsidR="00642ADD">
      <w:rPr>
        <w:color w:val="auto"/>
        <w:sz w:val="19"/>
      </w:rPr>
      <w:t xml:space="preserve"> – </w:t>
    </w:r>
    <w:r w:rsidR="001F74F9">
      <w:rPr>
        <w:color w:val="auto"/>
        <w:sz w:val="19"/>
      </w:rPr>
      <w:fldChar w:fldCharType="begin"/>
    </w:r>
    <w:r w:rsidR="001F74F9">
      <w:rPr>
        <w:color w:val="auto"/>
        <w:sz w:val="19"/>
      </w:rPr>
      <w:instrText xml:space="preserve"> DOCPROPERTY  Ausgabedatum  \* MERGEFORMAT </w:instrText>
    </w:r>
    <w:r w:rsidR="001F74F9">
      <w:rPr>
        <w:color w:val="auto"/>
        <w:sz w:val="19"/>
      </w:rPr>
      <w:fldChar w:fldCharType="separate"/>
    </w:r>
    <w:r w:rsidR="00642ADD">
      <w:rPr>
        <w:color w:val="auto"/>
        <w:sz w:val="19"/>
      </w:rPr>
      <w:t>01/06/2023</w:t>
    </w:r>
    <w:r w:rsidR="001F74F9">
      <w:rPr>
        <w:color w:val="auto"/>
        <w:sz w:val="19"/>
      </w:rPr>
      <w:fldChar w:fldCharType="end"/>
    </w:r>
    <w:r w:rsidR="00642ADD" w:rsidRPr="00642ADD">
      <w:rPr>
        <w:color w:val="auto"/>
        <w:sz w:val="19"/>
      </w:rPr>
      <w:tab/>
    </w:r>
    <w:r w:rsidR="00642ADD" w:rsidRPr="00642ADD">
      <w:rPr>
        <w:color w:val="auto"/>
        <w:sz w:val="19"/>
      </w:rPr>
      <w:tab/>
    </w:r>
    <w:r w:rsidR="00642ADD">
      <w:rPr>
        <w:color w:val="auto"/>
        <w:sz w:val="19"/>
      </w:rPr>
      <w:t xml:space="preserve">Page </w:t>
    </w:r>
    <w:r w:rsidR="00642ADD" w:rsidRPr="00642ADD">
      <w:rPr>
        <w:color w:val="auto"/>
        <w:sz w:val="19"/>
      </w:rPr>
      <w:fldChar w:fldCharType="begin"/>
    </w:r>
    <w:r w:rsidR="00642ADD" w:rsidRPr="00642ADD">
      <w:rPr>
        <w:color w:val="auto"/>
        <w:sz w:val="19"/>
      </w:rPr>
      <w:instrText xml:space="preserve"> PAGE </w:instrText>
    </w:r>
    <w:r w:rsidR="00642ADD" w:rsidRPr="00642ADD">
      <w:rPr>
        <w:color w:val="auto"/>
        <w:sz w:val="19"/>
      </w:rPr>
      <w:fldChar w:fldCharType="separate"/>
    </w:r>
    <w:r w:rsidR="00642ADD">
      <w:rPr>
        <w:color w:val="auto"/>
        <w:sz w:val="19"/>
      </w:rPr>
      <w:t>8</w:t>
    </w:r>
    <w:r w:rsidR="00642ADD" w:rsidRPr="00642ADD">
      <w:rPr>
        <w:color w:val="auto"/>
        <w:sz w:val="19"/>
      </w:rPr>
      <w:fldChar w:fldCharType="end"/>
    </w:r>
    <w:r w:rsidR="00642ADD">
      <w:rPr>
        <w:color w:val="auto"/>
        <w:sz w:val="19"/>
      </w:rPr>
      <w:t xml:space="preserve"> of </w:t>
    </w:r>
    <w:r w:rsidR="00642ADD" w:rsidRPr="00642ADD">
      <w:rPr>
        <w:color w:val="auto"/>
        <w:sz w:val="19"/>
      </w:rPr>
      <w:fldChar w:fldCharType="begin"/>
    </w:r>
    <w:r w:rsidR="00642ADD" w:rsidRPr="00642ADD">
      <w:rPr>
        <w:color w:val="auto"/>
        <w:sz w:val="19"/>
      </w:rPr>
      <w:instrText xml:space="preserve"> NUMPAGES </w:instrText>
    </w:r>
    <w:r w:rsidR="00642ADD" w:rsidRPr="00642ADD">
      <w:rPr>
        <w:color w:val="auto"/>
        <w:sz w:val="19"/>
      </w:rPr>
      <w:fldChar w:fldCharType="separate"/>
    </w:r>
    <w:r w:rsidR="00642ADD">
      <w:rPr>
        <w:color w:val="auto"/>
        <w:sz w:val="19"/>
      </w:rPr>
      <w:t>25</w:t>
    </w:r>
    <w:r w:rsidR="00642ADD" w:rsidRPr="00642ADD">
      <w:rPr>
        <w:color w:val="auto"/>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CCBD0" w14:textId="77777777" w:rsidR="002B0959" w:rsidRDefault="002B0959" w:rsidP="004C2BA7">
      <w:pPr>
        <w:spacing w:line="240" w:lineRule="auto"/>
      </w:pPr>
      <w:r>
        <w:separator/>
      </w:r>
    </w:p>
  </w:footnote>
  <w:footnote w:type="continuationSeparator" w:id="0">
    <w:p w14:paraId="11C2E0EB" w14:textId="77777777" w:rsidR="002B0959" w:rsidRDefault="002B0959" w:rsidP="004C2BA7">
      <w:pPr>
        <w:spacing w:line="240" w:lineRule="auto"/>
      </w:pPr>
      <w:r>
        <w:continuationSeparator/>
      </w:r>
    </w:p>
  </w:footnote>
  <w:footnote w:type="continuationNotice" w:id="1">
    <w:p w14:paraId="0B06693F" w14:textId="77777777" w:rsidR="002B0959" w:rsidRDefault="002B095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rPr>
      <w:drawing>
        <wp:inline distT="0" distB="0" distL="0" distR="0" wp14:anchorId="1AF35FC4" wp14:editId="1AF35FC5">
          <wp:extent cx="3238500" cy="254000"/>
          <wp:effectExtent l="19050" t="0" r="0" b="0"/>
          <wp:docPr id="17" name="Bild 3"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Header"/>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noProof/>
      </w:rPr>
      <w:drawing>
        <wp:inline distT="0" distB="0" distL="0" distR="0" wp14:anchorId="1AF35FC6" wp14:editId="69633D4E">
          <wp:extent cx="1000800" cy="277200"/>
          <wp:effectExtent l="0" t="0" r="0" b="0"/>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rPr>
      <w:drawing>
        <wp:anchor distT="0" distB="0" distL="114300" distR="114300" simplePos="0" relativeHeight="251641344"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19"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noProof/>
      </w:rPr>
      <w:drawing>
        <wp:inline distT="0" distB="0" distL="0" distR="0" wp14:anchorId="1AF35FCA" wp14:editId="22FB13A8">
          <wp:extent cx="1000800" cy="277200"/>
          <wp:effectExtent l="0" t="0" r="0" b="0"/>
          <wp:docPr id="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53590B5A" wp14:editId="19F224E4">
          <wp:extent cx="1053581" cy="304560"/>
          <wp:effectExtent l="0" t="0" r="0" b="0"/>
          <wp:docPr id="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rPr>
    </w:pPr>
  </w:p>
  <w:p w14:paraId="6BAD6F5A" w14:textId="24E74F54" w:rsidR="004F1680" w:rsidRPr="00AA5730" w:rsidRDefault="00AA5730"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Pr>
        <w:color w:val="auto"/>
        <w:sz w:val="19"/>
      </w:rPr>
      <w:t>Approval Processes and Acceptance Test Report for NWP</w:t>
    </w:r>
    <w:r w:rsidRPr="00AA5730">
      <w:rPr>
        <w:color w:val="auto"/>
        <w:sz w:val="19"/>
        <w:szCs w:val="19"/>
      </w:rPr>
      <w:fldChar w:fldCharType="end"/>
    </w:r>
    <w:r w:rsidRPr="00AA5730">
      <w:rPr>
        <w:color w:val="auto"/>
        <w:sz w:val="19"/>
        <w:szCs w:val="19"/>
      </w:rPr>
      <w:tab/>
    </w:r>
    <w:r>
      <w:rPr>
        <w:color w:val="auto"/>
        <w:sz w:val="19"/>
      </w:rPr>
      <w:t xml:space="preserve"> </w:t>
    </w:r>
    <w:r w:rsidR="0025565F" w:rsidRPr="00541D59">
      <w:rPr>
        <w:color w:val="auto"/>
        <w:sz w:val="19"/>
        <w:szCs w:val="19"/>
      </w:rPr>
      <w:fldChar w:fldCharType="begin"/>
    </w:r>
    <w:r w:rsidR="0025565F" w:rsidRPr="00541D59">
      <w:rPr>
        <w:color w:val="auto"/>
        <w:sz w:val="19"/>
        <w:szCs w:val="19"/>
      </w:rPr>
      <w:instrText xml:space="preserve"> STYLEREF  "Überschrift</w:instrText>
    </w:r>
    <w:r w:rsidR="00541D59" w:rsidRPr="00541D59">
      <w:rPr>
        <w:color w:val="auto"/>
        <w:sz w:val="19"/>
        <w:szCs w:val="19"/>
      </w:rPr>
      <w:instrText xml:space="preserve"> 0</w:instrText>
    </w:r>
    <w:r w:rsidR="0025565F" w:rsidRPr="00541D59">
      <w:rPr>
        <w:color w:val="auto"/>
        <w:sz w:val="19"/>
        <w:szCs w:val="19"/>
      </w:rPr>
      <w:instrText xml:space="preserve"> ohne Einzug"  \* MERGEFORMAT </w:instrText>
    </w:r>
    <w:r w:rsidR="0025565F" w:rsidRPr="00541D59">
      <w:rPr>
        <w:color w:val="auto"/>
        <w:sz w:val="19"/>
        <w:szCs w:val="19"/>
      </w:rPr>
      <w:fldChar w:fldCharType="separate"/>
    </w:r>
    <w:r w:rsidR="00DC2141" w:rsidRPr="00DC2141">
      <w:rPr>
        <w:noProof/>
        <w:color w:val="auto"/>
        <w:sz w:val="19"/>
      </w:rPr>
      <w:t>Table of</w:t>
    </w:r>
    <w:r w:rsidR="00DC2141">
      <w:rPr>
        <w:noProof/>
        <w:color w:val="auto"/>
        <w:sz w:val="19"/>
        <w:szCs w:val="19"/>
      </w:rPr>
      <w:t xml:space="preserve"> Contents</w:t>
    </w:r>
    <w:r w:rsidR="0025565F" w:rsidRPr="00541D59">
      <w:rPr>
        <w:color w:val="auto"/>
        <w:sz w:val="19"/>
        <w:szCs w:val="19"/>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rPr>
    </w:pPr>
  </w:p>
  <w:p w14:paraId="50BD022F" w14:textId="6894FAFD" w:rsidR="00AC1A7E" w:rsidRPr="00AA5730" w:rsidRDefault="00AC1A7E"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Pr>
        <w:color w:val="auto"/>
        <w:sz w:val="19"/>
      </w:rPr>
      <w:t>Approval Processes and Acceptance Test Report for NWP</w:t>
    </w:r>
    <w:r w:rsidRPr="00AA5730">
      <w:rPr>
        <w:color w:val="auto"/>
        <w:sz w:val="19"/>
        <w:szCs w:val="19"/>
      </w:rPr>
      <w:fldChar w:fldCharType="end"/>
    </w:r>
    <w:r w:rsidRPr="00AA5730">
      <w:rPr>
        <w:color w:val="auto"/>
        <w:sz w:val="19"/>
        <w:szCs w:val="19"/>
      </w:rPr>
      <w:tab/>
    </w:r>
    <w:r w:rsidRPr="00AC1A7E">
      <w:rPr>
        <w:color w:val="auto"/>
        <w:sz w:val="19"/>
        <w:szCs w:val="19"/>
      </w:rPr>
      <w:fldChar w:fldCharType="begin"/>
    </w:r>
    <w:r w:rsidRPr="00AC1A7E">
      <w:rPr>
        <w:color w:val="auto"/>
        <w:sz w:val="19"/>
        <w:szCs w:val="19"/>
      </w:rPr>
      <w:instrText xml:space="preserve"> STYLEREF  "1"  \* MERGEFORMAT </w:instrText>
    </w:r>
    <w:r w:rsidRPr="00AC1A7E">
      <w:rPr>
        <w:color w:val="auto"/>
        <w:sz w:val="19"/>
        <w:szCs w:val="19"/>
      </w:rPr>
      <w:fldChar w:fldCharType="separate"/>
    </w:r>
    <w:r w:rsidR="00DC2141" w:rsidRPr="00DC2141">
      <w:rPr>
        <w:noProof/>
        <w:color w:val="auto"/>
        <w:sz w:val="19"/>
      </w:rPr>
      <w:t>Overview of Acceptance Test Report</w:t>
    </w:r>
    <w:r w:rsidRPr="00AC1A7E">
      <w:rPr>
        <w:color w:val="auto"/>
        <w:sz w:val="19"/>
        <w:szCs w:val="19"/>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rPr>
    </w:pPr>
    <w:r w:rsidRPr="005C5E77">
      <w:rPr>
        <w:noProof/>
        <w:color w:val="auto"/>
        <w:sz w:val="24"/>
      </w:rPr>
      <w:drawing>
        <wp:inline distT="0" distB="0" distL="0" distR="0" wp14:anchorId="2D445F40" wp14:editId="3306DAFD">
          <wp:extent cx="1053581" cy="304560"/>
          <wp:effectExtent l="0" t="0" r="0" b="0"/>
          <wp:docPr id="3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43B72FE1" w:rsidR="00712A71" w:rsidRPr="005C5E77" w:rsidRDefault="005C5E77" w:rsidP="00777216">
    <w:pPr>
      <w:pBdr>
        <w:bottom w:val="single" w:sz="6" w:space="2" w:color="auto"/>
      </w:pBdr>
      <w:tabs>
        <w:tab w:val="center" w:pos="14175"/>
      </w:tabs>
      <w:spacing w:line="260" w:lineRule="atLeast"/>
      <w:ind w:left="0"/>
      <w:rPr>
        <w:color w:val="auto"/>
        <w:sz w:val="19"/>
      </w:rPr>
    </w:pPr>
    <w:r w:rsidRPr="005C5E77">
      <w:rPr>
        <w:color w:val="auto"/>
        <w:sz w:val="19"/>
      </w:rPr>
      <w:fldChar w:fldCharType="begin"/>
    </w:r>
    <w:r w:rsidRPr="005C5E77">
      <w:rPr>
        <w:color w:val="auto"/>
        <w:sz w:val="19"/>
      </w:rPr>
      <w:instrText xml:space="preserve"> DOCPROPERTY  Title  \* MERGEFORMAT </w:instrText>
    </w:r>
    <w:r w:rsidRPr="005C5E77">
      <w:rPr>
        <w:color w:val="auto"/>
        <w:sz w:val="19"/>
      </w:rPr>
      <w:fldChar w:fldCharType="separate"/>
    </w:r>
    <w:r>
      <w:rPr>
        <w:color w:val="auto"/>
        <w:sz w:val="19"/>
      </w:rPr>
      <w:t>Approval Processes and Acceptance Test Report for Network Partners</w:t>
    </w:r>
    <w:r w:rsidRPr="005C5E77">
      <w:rPr>
        <w:color w:val="auto"/>
        <w:sz w:val="19"/>
      </w:rPr>
      <w:fldChar w:fldCharType="end"/>
    </w:r>
    <w:r w:rsidRPr="005C5E77">
      <w:rPr>
        <w:color w:val="auto"/>
        <w:sz w:val="19"/>
      </w:rPr>
      <w:tab/>
    </w:r>
    <w:r>
      <w:rPr>
        <w:color w:val="auto"/>
        <w:sz w:val="19"/>
      </w:rPr>
      <w:t xml:space="preserve"> </w:t>
    </w:r>
    <w:r w:rsidRPr="005C5E77">
      <w:rPr>
        <w:color w:val="auto"/>
        <w:sz w:val="19"/>
      </w:rPr>
      <w:fldChar w:fldCharType="begin"/>
    </w:r>
    <w:r w:rsidRPr="005C5E77">
      <w:rPr>
        <w:color w:val="auto"/>
        <w:sz w:val="19"/>
      </w:rPr>
      <w:instrText xml:space="preserve"> STYLEREF  "1"  \* MERGEFORMAT </w:instrText>
    </w:r>
    <w:r w:rsidRPr="005C5E77">
      <w:rPr>
        <w:color w:val="auto"/>
        <w:sz w:val="19"/>
      </w:rPr>
      <w:fldChar w:fldCharType="separate"/>
    </w:r>
    <w:r w:rsidR="00DC2141">
      <w:rPr>
        <w:noProof/>
        <w:color w:val="auto"/>
        <w:sz w:val="19"/>
      </w:rPr>
      <w:t>Network Partner Function Test Cases</w:t>
    </w:r>
    <w:r w:rsidRPr="005C5E77">
      <w:rPr>
        <w:color w:val="auto"/>
        <w:sz w:val="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ListBullet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9"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5"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6" w15:restartNumberingAfterBreak="0">
    <w:nsid w:val="5E8141DE"/>
    <w:multiLevelType w:val="multilevel"/>
    <w:tmpl w:val="A3EAC756"/>
    <w:lvl w:ilvl="0">
      <w:start w:val="1"/>
      <w:numFmt w:val="decimal"/>
      <w:pStyle w:val="Heading1"/>
      <w:lvlText w:val="%1"/>
      <w:lvlJc w:val="left"/>
      <w:pPr>
        <w:tabs>
          <w:tab w:val="num" w:pos="1701"/>
        </w:tabs>
        <w:ind w:left="1701" w:hanging="1701"/>
      </w:pPr>
      <w:rPr>
        <w:rFonts w:hint="default"/>
      </w:rPr>
    </w:lvl>
    <w:lvl w:ilvl="1">
      <w:start w:val="1"/>
      <w:numFmt w:val="decimal"/>
      <w:pStyle w:val="Heading2"/>
      <w:lvlText w:val="%1.%2"/>
      <w:lvlJc w:val="left"/>
      <w:pPr>
        <w:tabs>
          <w:tab w:val="num" w:pos="1701"/>
        </w:tabs>
        <w:ind w:left="1701" w:hanging="1701"/>
      </w:pPr>
      <w:rPr>
        <w:rFonts w:ascii="Noto Sans" w:hAnsi="Noto Sans" w:cs="Noto Sans" w:hint="default"/>
      </w:rPr>
    </w:lvl>
    <w:lvl w:ilvl="2">
      <w:start w:val="1"/>
      <w:numFmt w:val="decimal"/>
      <w:pStyle w:val="Heading3"/>
      <w:lvlText w:val="%1.%2.%3"/>
      <w:lvlJc w:val="left"/>
      <w:pPr>
        <w:tabs>
          <w:tab w:val="num" w:pos="1701"/>
        </w:tabs>
        <w:ind w:left="1701" w:hanging="1701"/>
      </w:pPr>
      <w:rPr>
        <w:rFonts w:hint="default"/>
      </w:rPr>
    </w:lvl>
    <w:lvl w:ilvl="3">
      <w:start w:val="1"/>
      <w:numFmt w:val="decimal"/>
      <w:pStyle w:val="Heading4"/>
      <w:lvlText w:val="%1.%2.%3.%4"/>
      <w:lvlJc w:val="left"/>
      <w:pPr>
        <w:tabs>
          <w:tab w:val="num" w:pos="0"/>
        </w:tabs>
        <w:ind w:left="708" w:hanging="708"/>
      </w:pPr>
      <w:rPr>
        <w:rFonts w:hint="default"/>
      </w:rPr>
    </w:lvl>
    <w:lvl w:ilvl="4">
      <w:start w:val="1"/>
      <w:numFmt w:val="decimal"/>
      <w:pStyle w:val="Heading5"/>
      <w:lvlText w:val="%1.%2.%3.%4.%5"/>
      <w:lvlJc w:val="left"/>
      <w:pPr>
        <w:tabs>
          <w:tab w:val="num" w:pos="0"/>
        </w:tabs>
        <w:ind w:left="1416" w:hanging="708"/>
      </w:pPr>
      <w:rPr>
        <w:rFonts w:hint="default"/>
      </w:rPr>
    </w:lvl>
    <w:lvl w:ilvl="5">
      <w:start w:val="1"/>
      <w:numFmt w:val="decimal"/>
      <w:pStyle w:val="Heading6"/>
      <w:lvlText w:val="%1.%2.%3.%4.%5.%6"/>
      <w:lvlJc w:val="left"/>
      <w:pPr>
        <w:tabs>
          <w:tab w:val="num" w:pos="0"/>
        </w:tabs>
        <w:ind w:left="2124" w:hanging="708"/>
      </w:pPr>
      <w:rPr>
        <w:rFonts w:hint="default"/>
      </w:rPr>
    </w:lvl>
    <w:lvl w:ilvl="6">
      <w:start w:val="1"/>
      <w:numFmt w:val="decimal"/>
      <w:pStyle w:val="Heading7"/>
      <w:lvlText w:val="%1.%2.%3.%4.%5.%6.%7"/>
      <w:lvlJc w:val="left"/>
      <w:pPr>
        <w:tabs>
          <w:tab w:val="num" w:pos="0"/>
        </w:tabs>
        <w:ind w:left="2832" w:hanging="708"/>
      </w:pPr>
      <w:rPr>
        <w:rFonts w:hint="default"/>
      </w:rPr>
    </w:lvl>
    <w:lvl w:ilvl="7">
      <w:start w:val="1"/>
      <w:numFmt w:val="decimal"/>
      <w:pStyle w:val="Heading8"/>
      <w:lvlText w:val="%1.%2.%3.%4.%5.%6.%7.%8"/>
      <w:lvlJc w:val="left"/>
      <w:pPr>
        <w:tabs>
          <w:tab w:val="num" w:pos="0"/>
        </w:tabs>
        <w:ind w:left="3540" w:hanging="708"/>
      </w:pPr>
      <w:rPr>
        <w:rFonts w:hint="default"/>
      </w:rPr>
    </w:lvl>
    <w:lvl w:ilvl="8">
      <w:start w:val="1"/>
      <w:numFmt w:val="decimal"/>
      <w:pStyle w:val="Heading9"/>
      <w:lvlText w:val="%1.%2.%3.%4.%5.%6.%7.%8.%9"/>
      <w:lvlJc w:val="left"/>
      <w:pPr>
        <w:tabs>
          <w:tab w:val="num" w:pos="0"/>
        </w:tabs>
        <w:ind w:left="4248" w:hanging="708"/>
      </w:pPr>
      <w:rPr>
        <w:rFonts w:hint="default"/>
      </w:rPr>
    </w:lvl>
  </w:abstractNum>
  <w:abstractNum w:abstractNumId="17"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8"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0"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4"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5"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6"/>
  </w:num>
  <w:num w:numId="2" w16cid:durableId="1158107667">
    <w:abstractNumId w:val="17"/>
  </w:num>
  <w:num w:numId="3" w16cid:durableId="2049799736">
    <w:abstractNumId w:val="19"/>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8"/>
  </w:num>
  <w:num w:numId="7" w16cid:durableId="1443450294">
    <w:abstractNumId w:val="11"/>
  </w:num>
  <w:num w:numId="8" w16cid:durableId="1728608531">
    <w:abstractNumId w:val="23"/>
  </w:num>
  <w:num w:numId="9" w16cid:durableId="2124113282">
    <w:abstractNumId w:val="24"/>
  </w:num>
  <w:num w:numId="10" w16cid:durableId="372655270">
    <w:abstractNumId w:val="6"/>
  </w:num>
  <w:num w:numId="11" w16cid:durableId="110444172">
    <w:abstractNumId w:val="0"/>
  </w:num>
  <w:num w:numId="12" w16cid:durableId="1684554477">
    <w:abstractNumId w:val="12"/>
  </w:num>
  <w:num w:numId="13" w16cid:durableId="1529443939">
    <w:abstractNumId w:val="16"/>
  </w:num>
  <w:num w:numId="14" w16cid:durableId="2032535013">
    <w:abstractNumId w:val="26"/>
  </w:num>
  <w:num w:numId="15" w16cid:durableId="1916548749">
    <w:abstractNumId w:val="22"/>
  </w:num>
  <w:num w:numId="16" w16cid:durableId="2022313862">
    <w:abstractNumId w:val="3"/>
  </w:num>
  <w:num w:numId="17" w16cid:durableId="729882643">
    <w:abstractNumId w:val="25"/>
  </w:num>
  <w:num w:numId="18" w16cid:durableId="161511507">
    <w:abstractNumId w:val="14"/>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9"/>
  </w:num>
  <w:num w:numId="20" w16cid:durableId="223104886">
    <w:abstractNumId w:val="2"/>
  </w:num>
  <w:num w:numId="21" w16cid:durableId="1546942264">
    <w:abstractNumId w:val="13"/>
  </w:num>
  <w:num w:numId="22" w16cid:durableId="362943470">
    <w:abstractNumId w:val="4"/>
  </w:num>
  <w:num w:numId="23" w16cid:durableId="226065566">
    <w:abstractNumId w:val="15"/>
  </w:num>
  <w:num w:numId="24" w16cid:durableId="1593388931">
    <w:abstractNumId w:val="10"/>
  </w:num>
  <w:num w:numId="25" w16cid:durableId="1889880889">
    <w:abstractNumId w:val="20"/>
  </w:num>
  <w:num w:numId="26" w16cid:durableId="1168135029">
    <w:abstractNumId w:val="18"/>
  </w:num>
  <w:num w:numId="27" w16cid:durableId="1404521582">
    <w:abstractNumId w:val="7"/>
  </w:num>
  <w:num w:numId="28" w16cid:durableId="522986556">
    <w:abstractNumId w:val="14"/>
  </w:num>
  <w:num w:numId="29" w16cid:durableId="651912681">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revisionView w:inkAnnotation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674A"/>
    <w:rsid w:val="00022279"/>
    <w:rsid w:val="000279CD"/>
    <w:rsid w:val="00032F01"/>
    <w:rsid w:val="00033895"/>
    <w:rsid w:val="000343CC"/>
    <w:rsid w:val="00034DBF"/>
    <w:rsid w:val="00035D9B"/>
    <w:rsid w:val="000368C5"/>
    <w:rsid w:val="00042E11"/>
    <w:rsid w:val="00045B4D"/>
    <w:rsid w:val="00047A65"/>
    <w:rsid w:val="00047A8C"/>
    <w:rsid w:val="00050CFC"/>
    <w:rsid w:val="000550E4"/>
    <w:rsid w:val="0005520C"/>
    <w:rsid w:val="00055B07"/>
    <w:rsid w:val="00064765"/>
    <w:rsid w:val="00067E47"/>
    <w:rsid w:val="00072563"/>
    <w:rsid w:val="00073822"/>
    <w:rsid w:val="00073CFB"/>
    <w:rsid w:val="00077899"/>
    <w:rsid w:val="0008245E"/>
    <w:rsid w:val="000834C8"/>
    <w:rsid w:val="000871FB"/>
    <w:rsid w:val="00090131"/>
    <w:rsid w:val="000920DD"/>
    <w:rsid w:val="00092E53"/>
    <w:rsid w:val="00093CB8"/>
    <w:rsid w:val="00094181"/>
    <w:rsid w:val="00094684"/>
    <w:rsid w:val="000950A9"/>
    <w:rsid w:val="000979D1"/>
    <w:rsid w:val="000A4DB1"/>
    <w:rsid w:val="000B19F0"/>
    <w:rsid w:val="000B1D96"/>
    <w:rsid w:val="000B1E7B"/>
    <w:rsid w:val="000B2622"/>
    <w:rsid w:val="000B42FC"/>
    <w:rsid w:val="000B6359"/>
    <w:rsid w:val="000B797F"/>
    <w:rsid w:val="000C3CAC"/>
    <w:rsid w:val="000D29D4"/>
    <w:rsid w:val="000D3A55"/>
    <w:rsid w:val="000D5510"/>
    <w:rsid w:val="000E2326"/>
    <w:rsid w:val="000E2E93"/>
    <w:rsid w:val="000E34CB"/>
    <w:rsid w:val="000E40E2"/>
    <w:rsid w:val="000E44AC"/>
    <w:rsid w:val="000E5268"/>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60980"/>
    <w:rsid w:val="00167CE5"/>
    <w:rsid w:val="001708A1"/>
    <w:rsid w:val="0017241F"/>
    <w:rsid w:val="00172C5A"/>
    <w:rsid w:val="00172D61"/>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46DF"/>
    <w:rsid w:val="0025565F"/>
    <w:rsid w:val="002616FD"/>
    <w:rsid w:val="002621EC"/>
    <w:rsid w:val="00264FD1"/>
    <w:rsid w:val="002661A8"/>
    <w:rsid w:val="00267F7E"/>
    <w:rsid w:val="002706AC"/>
    <w:rsid w:val="002726F4"/>
    <w:rsid w:val="00274143"/>
    <w:rsid w:val="002775EC"/>
    <w:rsid w:val="0028023F"/>
    <w:rsid w:val="002818E9"/>
    <w:rsid w:val="00281BEE"/>
    <w:rsid w:val="00282ECB"/>
    <w:rsid w:val="00284E4C"/>
    <w:rsid w:val="00285545"/>
    <w:rsid w:val="00286A65"/>
    <w:rsid w:val="00287F32"/>
    <w:rsid w:val="0029060A"/>
    <w:rsid w:val="00291824"/>
    <w:rsid w:val="00292212"/>
    <w:rsid w:val="00293795"/>
    <w:rsid w:val="002A012B"/>
    <w:rsid w:val="002A1E46"/>
    <w:rsid w:val="002A5B57"/>
    <w:rsid w:val="002A5C57"/>
    <w:rsid w:val="002B05A9"/>
    <w:rsid w:val="002B0959"/>
    <w:rsid w:val="002B0F9B"/>
    <w:rsid w:val="002B34FC"/>
    <w:rsid w:val="002B4C62"/>
    <w:rsid w:val="002B5FBC"/>
    <w:rsid w:val="002B6280"/>
    <w:rsid w:val="002B6F24"/>
    <w:rsid w:val="002C11DF"/>
    <w:rsid w:val="002C699D"/>
    <w:rsid w:val="002C70EE"/>
    <w:rsid w:val="002D1ED2"/>
    <w:rsid w:val="002D2A90"/>
    <w:rsid w:val="002D3862"/>
    <w:rsid w:val="002D5D26"/>
    <w:rsid w:val="002D6439"/>
    <w:rsid w:val="002D7C51"/>
    <w:rsid w:val="002E4646"/>
    <w:rsid w:val="002E4A3D"/>
    <w:rsid w:val="002E6757"/>
    <w:rsid w:val="002F01F1"/>
    <w:rsid w:val="002F4BE1"/>
    <w:rsid w:val="002F4F7D"/>
    <w:rsid w:val="00302804"/>
    <w:rsid w:val="0030296C"/>
    <w:rsid w:val="00302989"/>
    <w:rsid w:val="00302B93"/>
    <w:rsid w:val="00302F8D"/>
    <w:rsid w:val="00303B47"/>
    <w:rsid w:val="003047FD"/>
    <w:rsid w:val="00307C2F"/>
    <w:rsid w:val="003102A6"/>
    <w:rsid w:val="00316675"/>
    <w:rsid w:val="00317CA9"/>
    <w:rsid w:val="003200C1"/>
    <w:rsid w:val="00323949"/>
    <w:rsid w:val="00324100"/>
    <w:rsid w:val="0032484C"/>
    <w:rsid w:val="00324FF7"/>
    <w:rsid w:val="00325179"/>
    <w:rsid w:val="00325873"/>
    <w:rsid w:val="0032790C"/>
    <w:rsid w:val="0033037A"/>
    <w:rsid w:val="00336200"/>
    <w:rsid w:val="003362E5"/>
    <w:rsid w:val="00337295"/>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1857"/>
    <w:rsid w:val="00391D10"/>
    <w:rsid w:val="0039244B"/>
    <w:rsid w:val="00392853"/>
    <w:rsid w:val="0039550C"/>
    <w:rsid w:val="003963A1"/>
    <w:rsid w:val="003A042B"/>
    <w:rsid w:val="003A190C"/>
    <w:rsid w:val="003A3704"/>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4980"/>
    <w:rsid w:val="003E632E"/>
    <w:rsid w:val="003F1072"/>
    <w:rsid w:val="003F110B"/>
    <w:rsid w:val="003F15B4"/>
    <w:rsid w:val="003F3CEC"/>
    <w:rsid w:val="003F71E3"/>
    <w:rsid w:val="0040331F"/>
    <w:rsid w:val="00404604"/>
    <w:rsid w:val="0040620C"/>
    <w:rsid w:val="00410EC6"/>
    <w:rsid w:val="00412251"/>
    <w:rsid w:val="00412D09"/>
    <w:rsid w:val="00414BE7"/>
    <w:rsid w:val="0041556B"/>
    <w:rsid w:val="00415AAA"/>
    <w:rsid w:val="0042109B"/>
    <w:rsid w:val="00423999"/>
    <w:rsid w:val="00425A8D"/>
    <w:rsid w:val="00427C54"/>
    <w:rsid w:val="00430578"/>
    <w:rsid w:val="00431B56"/>
    <w:rsid w:val="0043213F"/>
    <w:rsid w:val="0043225D"/>
    <w:rsid w:val="004334AE"/>
    <w:rsid w:val="004337DE"/>
    <w:rsid w:val="00434EFC"/>
    <w:rsid w:val="004437E2"/>
    <w:rsid w:val="00446471"/>
    <w:rsid w:val="00446770"/>
    <w:rsid w:val="0044717D"/>
    <w:rsid w:val="00447CEE"/>
    <w:rsid w:val="00447D20"/>
    <w:rsid w:val="00451240"/>
    <w:rsid w:val="00452A54"/>
    <w:rsid w:val="00455A65"/>
    <w:rsid w:val="00455F2E"/>
    <w:rsid w:val="00457B92"/>
    <w:rsid w:val="00457FC6"/>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679A"/>
    <w:rsid w:val="00476B31"/>
    <w:rsid w:val="00477389"/>
    <w:rsid w:val="00482714"/>
    <w:rsid w:val="00482D5F"/>
    <w:rsid w:val="00484F1E"/>
    <w:rsid w:val="004855C8"/>
    <w:rsid w:val="00487870"/>
    <w:rsid w:val="00487990"/>
    <w:rsid w:val="00490D0C"/>
    <w:rsid w:val="00491F49"/>
    <w:rsid w:val="00492A1B"/>
    <w:rsid w:val="00493852"/>
    <w:rsid w:val="00493E22"/>
    <w:rsid w:val="004A4C56"/>
    <w:rsid w:val="004A4C77"/>
    <w:rsid w:val="004A576F"/>
    <w:rsid w:val="004A63EC"/>
    <w:rsid w:val="004A746E"/>
    <w:rsid w:val="004B2E0F"/>
    <w:rsid w:val="004B384C"/>
    <w:rsid w:val="004B471E"/>
    <w:rsid w:val="004B5372"/>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21B3"/>
    <w:rsid w:val="004E250B"/>
    <w:rsid w:val="004E3934"/>
    <w:rsid w:val="004E5F30"/>
    <w:rsid w:val="004F1680"/>
    <w:rsid w:val="004F3291"/>
    <w:rsid w:val="004F4310"/>
    <w:rsid w:val="004F614B"/>
    <w:rsid w:val="004F6608"/>
    <w:rsid w:val="004F7DEB"/>
    <w:rsid w:val="005006A8"/>
    <w:rsid w:val="00500ADB"/>
    <w:rsid w:val="00500FF7"/>
    <w:rsid w:val="00501091"/>
    <w:rsid w:val="0050145F"/>
    <w:rsid w:val="00502766"/>
    <w:rsid w:val="00505B8A"/>
    <w:rsid w:val="00505F1E"/>
    <w:rsid w:val="00506294"/>
    <w:rsid w:val="005062B8"/>
    <w:rsid w:val="005104CC"/>
    <w:rsid w:val="005126D7"/>
    <w:rsid w:val="0051471D"/>
    <w:rsid w:val="00514CB0"/>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765E"/>
    <w:rsid w:val="00560A90"/>
    <w:rsid w:val="00561326"/>
    <w:rsid w:val="005634BB"/>
    <w:rsid w:val="005641C2"/>
    <w:rsid w:val="005642B8"/>
    <w:rsid w:val="005659C3"/>
    <w:rsid w:val="00565E94"/>
    <w:rsid w:val="00567F8A"/>
    <w:rsid w:val="005705DA"/>
    <w:rsid w:val="0057180F"/>
    <w:rsid w:val="00572DF1"/>
    <w:rsid w:val="00576611"/>
    <w:rsid w:val="0058404F"/>
    <w:rsid w:val="005921B7"/>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1394"/>
    <w:rsid w:val="005C239C"/>
    <w:rsid w:val="005C3A0B"/>
    <w:rsid w:val="005C43FD"/>
    <w:rsid w:val="005C5E77"/>
    <w:rsid w:val="005D073F"/>
    <w:rsid w:val="005D1604"/>
    <w:rsid w:val="005D1874"/>
    <w:rsid w:val="005D4EA3"/>
    <w:rsid w:val="005D5EA2"/>
    <w:rsid w:val="005D6765"/>
    <w:rsid w:val="005E205F"/>
    <w:rsid w:val="005E3B88"/>
    <w:rsid w:val="005E40F2"/>
    <w:rsid w:val="005E419F"/>
    <w:rsid w:val="005E46A1"/>
    <w:rsid w:val="005E4CDA"/>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2B89"/>
    <w:rsid w:val="00683E2E"/>
    <w:rsid w:val="00684162"/>
    <w:rsid w:val="00684BC5"/>
    <w:rsid w:val="00685355"/>
    <w:rsid w:val="00685370"/>
    <w:rsid w:val="0068548F"/>
    <w:rsid w:val="00686F8A"/>
    <w:rsid w:val="0069422E"/>
    <w:rsid w:val="006949B2"/>
    <w:rsid w:val="00695B3A"/>
    <w:rsid w:val="006A1746"/>
    <w:rsid w:val="006A1EDF"/>
    <w:rsid w:val="006A5846"/>
    <w:rsid w:val="006A5BB2"/>
    <w:rsid w:val="006A68A3"/>
    <w:rsid w:val="006A7FF4"/>
    <w:rsid w:val="006B0BA7"/>
    <w:rsid w:val="006B23CF"/>
    <w:rsid w:val="006B2606"/>
    <w:rsid w:val="006B2A3E"/>
    <w:rsid w:val="006B2E2A"/>
    <w:rsid w:val="006B414F"/>
    <w:rsid w:val="006B420C"/>
    <w:rsid w:val="006C0CD0"/>
    <w:rsid w:val="006C18D3"/>
    <w:rsid w:val="006C277C"/>
    <w:rsid w:val="006C36AC"/>
    <w:rsid w:val="006C66A1"/>
    <w:rsid w:val="006C7697"/>
    <w:rsid w:val="006D1B1F"/>
    <w:rsid w:val="006D30B8"/>
    <w:rsid w:val="006D3763"/>
    <w:rsid w:val="006D50D5"/>
    <w:rsid w:val="006D5789"/>
    <w:rsid w:val="006E0068"/>
    <w:rsid w:val="006E14AA"/>
    <w:rsid w:val="006E2196"/>
    <w:rsid w:val="006E609F"/>
    <w:rsid w:val="006E62A5"/>
    <w:rsid w:val="006E7792"/>
    <w:rsid w:val="006F18F1"/>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62BE"/>
    <w:rsid w:val="007162E7"/>
    <w:rsid w:val="00717916"/>
    <w:rsid w:val="00720238"/>
    <w:rsid w:val="007211F6"/>
    <w:rsid w:val="0072361F"/>
    <w:rsid w:val="00723AB3"/>
    <w:rsid w:val="00726E51"/>
    <w:rsid w:val="0072749B"/>
    <w:rsid w:val="00731E29"/>
    <w:rsid w:val="00733259"/>
    <w:rsid w:val="007343C3"/>
    <w:rsid w:val="007369D2"/>
    <w:rsid w:val="007411CC"/>
    <w:rsid w:val="00741448"/>
    <w:rsid w:val="00743E43"/>
    <w:rsid w:val="0074671F"/>
    <w:rsid w:val="00751C28"/>
    <w:rsid w:val="00752B5A"/>
    <w:rsid w:val="00755AAA"/>
    <w:rsid w:val="007563C1"/>
    <w:rsid w:val="007577A1"/>
    <w:rsid w:val="00760830"/>
    <w:rsid w:val="007614EC"/>
    <w:rsid w:val="00761870"/>
    <w:rsid w:val="0076374C"/>
    <w:rsid w:val="007657DF"/>
    <w:rsid w:val="007663C4"/>
    <w:rsid w:val="00766558"/>
    <w:rsid w:val="00767EA0"/>
    <w:rsid w:val="00770A2A"/>
    <w:rsid w:val="007737F4"/>
    <w:rsid w:val="00776D3E"/>
    <w:rsid w:val="00777216"/>
    <w:rsid w:val="0077780B"/>
    <w:rsid w:val="00780592"/>
    <w:rsid w:val="00780E31"/>
    <w:rsid w:val="00781A26"/>
    <w:rsid w:val="00781AAD"/>
    <w:rsid w:val="00781D8D"/>
    <w:rsid w:val="00785A47"/>
    <w:rsid w:val="00785E62"/>
    <w:rsid w:val="0079093E"/>
    <w:rsid w:val="00791580"/>
    <w:rsid w:val="007917CB"/>
    <w:rsid w:val="00796281"/>
    <w:rsid w:val="007978BC"/>
    <w:rsid w:val="007A23AD"/>
    <w:rsid w:val="007A3F19"/>
    <w:rsid w:val="007A46A7"/>
    <w:rsid w:val="007A4BFF"/>
    <w:rsid w:val="007A66B8"/>
    <w:rsid w:val="007A68CB"/>
    <w:rsid w:val="007A7EE3"/>
    <w:rsid w:val="007B0990"/>
    <w:rsid w:val="007B215B"/>
    <w:rsid w:val="007B4EDB"/>
    <w:rsid w:val="007B5196"/>
    <w:rsid w:val="007B6D14"/>
    <w:rsid w:val="007C00F5"/>
    <w:rsid w:val="007C0B12"/>
    <w:rsid w:val="007C38DD"/>
    <w:rsid w:val="007C3A78"/>
    <w:rsid w:val="007C6278"/>
    <w:rsid w:val="007D0B52"/>
    <w:rsid w:val="007D12BD"/>
    <w:rsid w:val="007D24A2"/>
    <w:rsid w:val="007D588E"/>
    <w:rsid w:val="007D624C"/>
    <w:rsid w:val="007D62B6"/>
    <w:rsid w:val="007D6302"/>
    <w:rsid w:val="007D68F2"/>
    <w:rsid w:val="007E0C87"/>
    <w:rsid w:val="007E4187"/>
    <w:rsid w:val="007E6826"/>
    <w:rsid w:val="007E6ADB"/>
    <w:rsid w:val="007F0928"/>
    <w:rsid w:val="007F2B4D"/>
    <w:rsid w:val="007F35D2"/>
    <w:rsid w:val="007F5870"/>
    <w:rsid w:val="007F6C9D"/>
    <w:rsid w:val="00800B41"/>
    <w:rsid w:val="0080664C"/>
    <w:rsid w:val="0080765F"/>
    <w:rsid w:val="0081194D"/>
    <w:rsid w:val="00811B1C"/>
    <w:rsid w:val="008124F8"/>
    <w:rsid w:val="0081542F"/>
    <w:rsid w:val="00820251"/>
    <w:rsid w:val="008203D6"/>
    <w:rsid w:val="00823FE6"/>
    <w:rsid w:val="008272CF"/>
    <w:rsid w:val="00830B70"/>
    <w:rsid w:val="00830C9B"/>
    <w:rsid w:val="008337D2"/>
    <w:rsid w:val="008358C3"/>
    <w:rsid w:val="008431F0"/>
    <w:rsid w:val="0084504B"/>
    <w:rsid w:val="0084749B"/>
    <w:rsid w:val="008534B2"/>
    <w:rsid w:val="00853B07"/>
    <w:rsid w:val="00855593"/>
    <w:rsid w:val="00855986"/>
    <w:rsid w:val="00860BC0"/>
    <w:rsid w:val="008651B7"/>
    <w:rsid w:val="00865CEE"/>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5312"/>
    <w:rsid w:val="008A0DA3"/>
    <w:rsid w:val="008A3B53"/>
    <w:rsid w:val="008A453E"/>
    <w:rsid w:val="008A54EF"/>
    <w:rsid w:val="008A55E4"/>
    <w:rsid w:val="008A5FA8"/>
    <w:rsid w:val="008A6E31"/>
    <w:rsid w:val="008B0900"/>
    <w:rsid w:val="008B14BD"/>
    <w:rsid w:val="008B2E4B"/>
    <w:rsid w:val="008B4AA6"/>
    <w:rsid w:val="008B53DC"/>
    <w:rsid w:val="008B5B28"/>
    <w:rsid w:val="008B74D2"/>
    <w:rsid w:val="008C0832"/>
    <w:rsid w:val="008C088A"/>
    <w:rsid w:val="008C0C8B"/>
    <w:rsid w:val="008C2597"/>
    <w:rsid w:val="008C42C3"/>
    <w:rsid w:val="008C509B"/>
    <w:rsid w:val="008C6486"/>
    <w:rsid w:val="008D032D"/>
    <w:rsid w:val="008D20E5"/>
    <w:rsid w:val="008D3295"/>
    <w:rsid w:val="008D42F7"/>
    <w:rsid w:val="008D6251"/>
    <w:rsid w:val="008D6CC6"/>
    <w:rsid w:val="008D7E8C"/>
    <w:rsid w:val="008E2086"/>
    <w:rsid w:val="008E37D2"/>
    <w:rsid w:val="008E7852"/>
    <w:rsid w:val="008F0AC6"/>
    <w:rsid w:val="008F0E25"/>
    <w:rsid w:val="008F30A3"/>
    <w:rsid w:val="008F450B"/>
    <w:rsid w:val="008F5CC1"/>
    <w:rsid w:val="009002A0"/>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21EA"/>
    <w:rsid w:val="009732D3"/>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27A5"/>
    <w:rsid w:val="009A2C42"/>
    <w:rsid w:val="009A3439"/>
    <w:rsid w:val="009A4FCB"/>
    <w:rsid w:val="009A5B83"/>
    <w:rsid w:val="009A6177"/>
    <w:rsid w:val="009A7713"/>
    <w:rsid w:val="009A77FD"/>
    <w:rsid w:val="009B023D"/>
    <w:rsid w:val="009B044C"/>
    <w:rsid w:val="009B321F"/>
    <w:rsid w:val="009B4912"/>
    <w:rsid w:val="009B57AD"/>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2FEE"/>
    <w:rsid w:val="00A2518E"/>
    <w:rsid w:val="00A260E5"/>
    <w:rsid w:val="00A26EE5"/>
    <w:rsid w:val="00A3307B"/>
    <w:rsid w:val="00A35B4C"/>
    <w:rsid w:val="00A35E5A"/>
    <w:rsid w:val="00A36E29"/>
    <w:rsid w:val="00A37CC7"/>
    <w:rsid w:val="00A37F47"/>
    <w:rsid w:val="00A41735"/>
    <w:rsid w:val="00A420F3"/>
    <w:rsid w:val="00A45810"/>
    <w:rsid w:val="00A45B29"/>
    <w:rsid w:val="00A45F8C"/>
    <w:rsid w:val="00A52966"/>
    <w:rsid w:val="00A52FD2"/>
    <w:rsid w:val="00A53035"/>
    <w:rsid w:val="00A5515A"/>
    <w:rsid w:val="00A57566"/>
    <w:rsid w:val="00A57EB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361"/>
    <w:rsid w:val="00AC58C0"/>
    <w:rsid w:val="00AC6818"/>
    <w:rsid w:val="00AC7CD6"/>
    <w:rsid w:val="00AD31D3"/>
    <w:rsid w:val="00AD3A7A"/>
    <w:rsid w:val="00AD453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3C64"/>
    <w:rsid w:val="00B2499E"/>
    <w:rsid w:val="00B30B6D"/>
    <w:rsid w:val="00B365D9"/>
    <w:rsid w:val="00B37D45"/>
    <w:rsid w:val="00B41231"/>
    <w:rsid w:val="00B43A23"/>
    <w:rsid w:val="00B44D82"/>
    <w:rsid w:val="00B458BF"/>
    <w:rsid w:val="00B46159"/>
    <w:rsid w:val="00B46DF5"/>
    <w:rsid w:val="00B47076"/>
    <w:rsid w:val="00B50F1A"/>
    <w:rsid w:val="00B51A95"/>
    <w:rsid w:val="00B520C1"/>
    <w:rsid w:val="00B53387"/>
    <w:rsid w:val="00B57538"/>
    <w:rsid w:val="00B6086A"/>
    <w:rsid w:val="00B6190E"/>
    <w:rsid w:val="00B61CFB"/>
    <w:rsid w:val="00B62619"/>
    <w:rsid w:val="00B64E2D"/>
    <w:rsid w:val="00B65B8B"/>
    <w:rsid w:val="00B66599"/>
    <w:rsid w:val="00B6710C"/>
    <w:rsid w:val="00B67BF8"/>
    <w:rsid w:val="00B72F03"/>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C0049A"/>
    <w:rsid w:val="00C00984"/>
    <w:rsid w:val="00C01A06"/>
    <w:rsid w:val="00C04028"/>
    <w:rsid w:val="00C04E82"/>
    <w:rsid w:val="00C07037"/>
    <w:rsid w:val="00C07D64"/>
    <w:rsid w:val="00C07E21"/>
    <w:rsid w:val="00C1098D"/>
    <w:rsid w:val="00C11245"/>
    <w:rsid w:val="00C11C8B"/>
    <w:rsid w:val="00C1339B"/>
    <w:rsid w:val="00C16BDC"/>
    <w:rsid w:val="00C17525"/>
    <w:rsid w:val="00C17B95"/>
    <w:rsid w:val="00C17D1B"/>
    <w:rsid w:val="00C17E88"/>
    <w:rsid w:val="00C2199A"/>
    <w:rsid w:val="00C225C4"/>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7765"/>
    <w:rsid w:val="00C61945"/>
    <w:rsid w:val="00C6195F"/>
    <w:rsid w:val="00C6553A"/>
    <w:rsid w:val="00C6621F"/>
    <w:rsid w:val="00C7198F"/>
    <w:rsid w:val="00C7294A"/>
    <w:rsid w:val="00C72DB5"/>
    <w:rsid w:val="00C747FB"/>
    <w:rsid w:val="00C751BC"/>
    <w:rsid w:val="00C763FB"/>
    <w:rsid w:val="00C8242A"/>
    <w:rsid w:val="00C8446C"/>
    <w:rsid w:val="00C8483E"/>
    <w:rsid w:val="00C85A75"/>
    <w:rsid w:val="00C861F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B02B8"/>
    <w:rsid w:val="00CB0CA5"/>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7760"/>
    <w:rsid w:val="00CE201A"/>
    <w:rsid w:val="00CE2867"/>
    <w:rsid w:val="00CE5E97"/>
    <w:rsid w:val="00CE6915"/>
    <w:rsid w:val="00CF08FF"/>
    <w:rsid w:val="00CF1083"/>
    <w:rsid w:val="00CF1824"/>
    <w:rsid w:val="00CF5BE8"/>
    <w:rsid w:val="00CF5D5B"/>
    <w:rsid w:val="00CF6854"/>
    <w:rsid w:val="00D026B4"/>
    <w:rsid w:val="00D0453D"/>
    <w:rsid w:val="00D04637"/>
    <w:rsid w:val="00D04EB7"/>
    <w:rsid w:val="00D06990"/>
    <w:rsid w:val="00D070E3"/>
    <w:rsid w:val="00D146C3"/>
    <w:rsid w:val="00D14730"/>
    <w:rsid w:val="00D20BC1"/>
    <w:rsid w:val="00D22589"/>
    <w:rsid w:val="00D241ED"/>
    <w:rsid w:val="00D24F39"/>
    <w:rsid w:val="00D25E5A"/>
    <w:rsid w:val="00D30456"/>
    <w:rsid w:val="00D30A68"/>
    <w:rsid w:val="00D3105C"/>
    <w:rsid w:val="00D317D3"/>
    <w:rsid w:val="00D33CA6"/>
    <w:rsid w:val="00D34382"/>
    <w:rsid w:val="00D349A7"/>
    <w:rsid w:val="00D35264"/>
    <w:rsid w:val="00D35621"/>
    <w:rsid w:val="00D36356"/>
    <w:rsid w:val="00D372C9"/>
    <w:rsid w:val="00D40E81"/>
    <w:rsid w:val="00D41A47"/>
    <w:rsid w:val="00D42F8C"/>
    <w:rsid w:val="00D45452"/>
    <w:rsid w:val="00D4743A"/>
    <w:rsid w:val="00D5049C"/>
    <w:rsid w:val="00D50CEB"/>
    <w:rsid w:val="00D525DB"/>
    <w:rsid w:val="00D52F38"/>
    <w:rsid w:val="00D53B36"/>
    <w:rsid w:val="00D622C3"/>
    <w:rsid w:val="00D65744"/>
    <w:rsid w:val="00D660B1"/>
    <w:rsid w:val="00D66195"/>
    <w:rsid w:val="00D73F7A"/>
    <w:rsid w:val="00D7471D"/>
    <w:rsid w:val="00D756DC"/>
    <w:rsid w:val="00D75FF2"/>
    <w:rsid w:val="00D77609"/>
    <w:rsid w:val="00D77817"/>
    <w:rsid w:val="00D8073F"/>
    <w:rsid w:val="00D81C82"/>
    <w:rsid w:val="00D83360"/>
    <w:rsid w:val="00D8535C"/>
    <w:rsid w:val="00D912ED"/>
    <w:rsid w:val="00D91B0C"/>
    <w:rsid w:val="00D92B14"/>
    <w:rsid w:val="00D957B7"/>
    <w:rsid w:val="00D979BD"/>
    <w:rsid w:val="00D97BF7"/>
    <w:rsid w:val="00DA5867"/>
    <w:rsid w:val="00DA6DCA"/>
    <w:rsid w:val="00DB1463"/>
    <w:rsid w:val="00DB2EE9"/>
    <w:rsid w:val="00DB3185"/>
    <w:rsid w:val="00DB4622"/>
    <w:rsid w:val="00DB4EC5"/>
    <w:rsid w:val="00DB5580"/>
    <w:rsid w:val="00DB5CB5"/>
    <w:rsid w:val="00DB7139"/>
    <w:rsid w:val="00DB728E"/>
    <w:rsid w:val="00DB79FA"/>
    <w:rsid w:val="00DC1C61"/>
    <w:rsid w:val="00DC2141"/>
    <w:rsid w:val="00DC265A"/>
    <w:rsid w:val="00DC5758"/>
    <w:rsid w:val="00DC75E4"/>
    <w:rsid w:val="00DC78FF"/>
    <w:rsid w:val="00DD02A1"/>
    <w:rsid w:val="00DD3B24"/>
    <w:rsid w:val="00DD4479"/>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49AF"/>
    <w:rsid w:val="00E2505C"/>
    <w:rsid w:val="00E25222"/>
    <w:rsid w:val="00E26927"/>
    <w:rsid w:val="00E274FD"/>
    <w:rsid w:val="00E27667"/>
    <w:rsid w:val="00E31874"/>
    <w:rsid w:val="00E33C6D"/>
    <w:rsid w:val="00E34336"/>
    <w:rsid w:val="00E36502"/>
    <w:rsid w:val="00E404D3"/>
    <w:rsid w:val="00E408D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4B49"/>
    <w:rsid w:val="00E76742"/>
    <w:rsid w:val="00E80D1C"/>
    <w:rsid w:val="00E8318A"/>
    <w:rsid w:val="00E83BA1"/>
    <w:rsid w:val="00E83FCF"/>
    <w:rsid w:val="00E85A70"/>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D1BA6"/>
    <w:rsid w:val="00ED3CCF"/>
    <w:rsid w:val="00ED4B65"/>
    <w:rsid w:val="00ED535A"/>
    <w:rsid w:val="00ED5FCB"/>
    <w:rsid w:val="00ED72CD"/>
    <w:rsid w:val="00EE00AD"/>
    <w:rsid w:val="00EE024F"/>
    <w:rsid w:val="00EE3576"/>
    <w:rsid w:val="00EE568D"/>
    <w:rsid w:val="00EE5CCA"/>
    <w:rsid w:val="00EE6E2F"/>
    <w:rsid w:val="00EE7DEB"/>
    <w:rsid w:val="00EF3D23"/>
    <w:rsid w:val="00EF6A74"/>
    <w:rsid w:val="00F01FAB"/>
    <w:rsid w:val="00F030A3"/>
    <w:rsid w:val="00F06EDA"/>
    <w:rsid w:val="00F071CF"/>
    <w:rsid w:val="00F108BE"/>
    <w:rsid w:val="00F11971"/>
    <w:rsid w:val="00F15A9E"/>
    <w:rsid w:val="00F237E0"/>
    <w:rsid w:val="00F246D1"/>
    <w:rsid w:val="00F26257"/>
    <w:rsid w:val="00F27FDE"/>
    <w:rsid w:val="00F32D42"/>
    <w:rsid w:val="00F337DF"/>
    <w:rsid w:val="00F35869"/>
    <w:rsid w:val="00F3625D"/>
    <w:rsid w:val="00F36947"/>
    <w:rsid w:val="00F378C3"/>
    <w:rsid w:val="00F37AAB"/>
    <w:rsid w:val="00F40515"/>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E00"/>
    <w:rsid w:val="00F865BC"/>
    <w:rsid w:val="00F90B8F"/>
    <w:rsid w:val="00F90FA2"/>
    <w:rsid w:val="00F9245C"/>
    <w:rsid w:val="00F92602"/>
    <w:rsid w:val="00F92B7A"/>
    <w:rsid w:val="00F93015"/>
    <w:rsid w:val="00F94CAC"/>
    <w:rsid w:val="00F97197"/>
    <w:rsid w:val="00FA0006"/>
    <w:rsid w:val="00FA1F18"/>
    <w:rsid w:val="00FA46C2"/>
    <w:rsid w:val="00FA46D3"/>
    <w:rsid w:val="00FB495D"/>
    <w:rsid w:val="00FB55E1"/>
    <w:rsid w:val="00FB5B53"/>
    <w:rsid w:val="00FB6CC5"/>
    <w:rsid w:val="00FB7DF0"/>
    <w:rsid w:val="00FC0241"/>
    <w:rsid w:val="00FC28E6"/>
    <w:rsid w:val="00FC3538"/>
    <w:rsid w:val="00FD0108"/>
    <w:rsid w:val="00FD0226"/>
    <w:rsid w:val="00FD0246"/>
    <w:rsid w:val="00FD1DD5"/>
    <w:rsid w:val="00FD3E1F"/>
    <w:rsid w:val="00FD4DC7"/>
    <w:rsid w:val="00FD67AA"/>
    <w:rsid w:val="00FD6B61"/>
    <w:rsid w:val="00FE011C"/>
    <w:rsid w:val="00FE011E"/>
    <w:rsid w:val="00FE0A0D"/>
    <w:rsid w:val="00FE198B"/>
    <w:rsid w:val="00FE433D"/>
    <w:rsid w:val="00FE616C"/>
    <w:rsid w:val="00FE63EE"/>
    <w:rsid w:val="00FE6E97"/>
    <w:rsid w:val="00FE716A"/>
    <w:rsid w:val="00FE7D2C"/>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8734AA9E-486D-40C3-8C4E-8DF7B58D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BD67C7"/>
    <w:pPr>
      <w:spacing w:line="260" w:lineRule="exact"/>
      <w:ind w:left="1701"/>
    </w:pPr>
    <w:rPr>
      <w:rFonts w:ascii="Noto Sans" w:eastAsia="Times New Roman" w:hAnsi="Noto Sans"/>
      <w:color w:val="000000"/>
      <w:lang w:eastAsia="de-DE"/>
    </w:rPr>
  </w:style>
  <w:style w:type="paragraph" w:styleId="Heading1">
    <w:name w:val="heading 1"/>
    <w:basedOn w:val="Normal"/>
    <w:next w:val="Abstand11BZ"/>
    <w:link w:val="Heading1Char"/>
    <w:qFormat/>
    <w:rsid w:val="00855986"/>
    <w:pPr>
      <w:keepNext/>
      <w:pageBreakBefore/>
      <w:numPr>
        <w:numId w:val="13"/>
      </w:numPr>
      <w:tabs>
        <w:tab w:val="clear" w:pos="1701"/>
        <w:tab w:val="left" w:pos="851"/>
      </w:tabs>
      <w:spacing w:after="120" w:line="240" w:lineRule="auto"/>
      <w:ind w:left="851" w:hanging="851"/>
      <w:outlineLvl w:val="0"/>
    </w:pPr>
    <w:rPr>
      <w:b/>
      <w:kern w:val="28"/>
      <w:sz w:val="32"/>
    </w:rPr>
  </w:style>
  <w:style w:type="paragraph" w:styleId="Heading2">
    <w:name w:val="heading 2"/>
    <w:basedOn w:val="Normal"/>
    <w:next w:val="Abstand11BZ"/>
    <w:link w:val="Heading2Char"/>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eastAsia="de-CH"/>
    </w:rPr>
  </w:style>
  <w:style w:type="paragraph" w:styleId="Heading3">
    <w:name w:val="heading 3"/>
    <w:basedOn w:val="Normal"/>
    <w:next w:val="Abstand11BZ"/>
    <w:link w:val="Heading3Char"/>
    <w:qFormat/>
    <w:rsid w:val="00B6190E"/>
    <w:pPr>
      <w:keepNext/>
      <w:numPr>
        <w:ilvl w:val="2"/>
        <w:numId w:val="13"/>
      </w:numPr>
      <w:tabs>
        <w:tab w:val="clear" w:pos="1701"/>
      </w:tabs>
      <w:spacing w:after="120" w:line="260" w:lineRule="atLeast"/>
      <w:ind w:left="709" w:hanging="851"/>
      <w:outlineLvl w:val="2"/>
    </w:pPr>
    <w:rPr>
      <w:rFonts w:cs="Noto Sans"/>
      <w:b/>
      <w:sz w:val="24"/>
      <w:szCs w:val="24"/>
    </w:rPr>
  </w:style>
  <w:style w:type="paragraph" w:styleId="Heading4">
    <w:name w:val="heading 4"/>
    <w:basedOn w:val="Heading3"/>
    <w:next w:val="Fliesstext"/>
    <w:link w:val="Heading4Char"/>
    <w:qFormat/>
    <w:rsid w:val="00C33D03"/>
    <w:pPr>
      <w:numPr>
        <w:ilvl w:val="3"/>
      </w:numPr>
      <w:outlineLvl w:val="3"/>
    </w:pPr>
  </w:style>
  <w:style w:type="paragraph" w:styleId="Heading5">
    <w:name w:val="heading 5"/>
    <w:basedOn w:val="Heading3"/>
    <w:next w:val="Normal"/>
    <w:link w:val="Heading5Char"/>
    <w:qFormat/>
    <w:rsid w:val="00C33D03"/>
    <w:pPr>
      <w:numPr>
        <w:ilvl w:val="4"/>
      </w:numPr>
      <w:outlineLvl w:val="4"/>
    </w:pPr>
  </w:style>
  <w:style w:type="paragraph" w:styleId="Heading6">
    <w:name w:val="heading 6"/>
    <w:basedOn w:val="Heading3"/>
    <w:next w:val="Normal"/>
    <w:link w:val="Heading6Char"/>
    <w:qFormat/>
    <w:rsid w:val="00C33D03"/>
    <w:pPr>
      <w:numPr>
        <w:ilvl w:val="5"/>
      </w:numPr>
      <w:outlineLvl w:val="5"/>
    </w:pPr>
  </w:style>
  <w:style w:type="paragraph" w:styleId="Heading7">
    <w:name w:val="heading 7"/>
    <w:basedOn w:val="Heading3"/>
    <w:next w:val="Normal"/>
    <w:link w:val="Heading7Char"/>
    <w:qFormat/>
    <w:rsid w:val="00C33D03"/>
    <w:pPr>
      <w:numPr>
        <w:ilvl w:val="6"/>
      </w:numPr>
      <w:outlineLvl w:val="6"/>
    </w:pPr>
  </w:style>
  <w:style w:type="paragraph" w:styleId="Heading8">
    <w:name w:val="heading 8"/>
    <w:basedOn w:val="Heading3"/>
    <w:next w:val="Normal"/>
    <w:link w:val="Heading8Char"/>
    <w:qFormat/>
    <w:rsid w:val="00C33D03"/>
    <w:pPr>
      <w:numPr>
        <w:ilvl w:val="7"/>
      </w:numPr>
      <w:outlineLvl w:val="7"/>
    </w:pPr>
  </w:style>
  <w:style w:type="paragraph" w:styleId="Heading9">
    <w:name w:val="heading 9"/>
    <w:basedOn w:val="Heading3"/>
    <w:next w:val="Normal"/>
    <w:link w:val="Heading9Char"/>
    <w:qFormat/>
    <w:rsid w:val="00C33D0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Normal"/>
    <w:link w:val="FliesstextZchn"/>
    <w:uiPriority w:val="3"/>
    <w:qFormat/>
    <w:rsid w:val="00EC1183"/>
    <w:pPr>
      <w:spacing w:after="120"/>
      <w:ind w:left="851"/>
    </w:pPr>
  </w:style>
  <w:style w:type="character" w:customStyle="1" w:styleId="FliesstextZchn">
    <w:name w:val="Fliesstext Zchn"/>
    <w:basedOn w:val="DefaultParagraphFont"/>
    <w:link w:val="Fliesstext"/>
    <w:uiPriority w:val="3"/>
    <w:rsid w:val="00EC1183"/>
    <w:rPr>
      <w:rFonts w:ascii="Noto Sans" w:eastAsia="Times New Roman" w:hAnsi="Noto Sans"/>
      <w:color w:val="000000"/>
      <w:lang w:val="en-US"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Normal"/>
    <w:next w:val="Fliesstext"/>
    <w:qFormat/>
    <w:rsid w:val="00D52F38"/>
    <w:pPr>
      <w:spacing w:after="120"/>
      <w:ind w:left="851"/>
    </w:pPr>
    <w:rPr>
      <w:b/>
    </w:rPr>
  </w:style>
  <w:style w:type="paragraph" w:customStyle="1" w:styleId="Bild">
    <w:name w:val="Bild"/>
    <w:basedOn w:val="Normal"/>
    <w:next w:val="Normal"/>
    <w:uiPriority w:val="13"/>
    <w:qFormat/>
    <w:rsid w:val="00C33D03"/>
    <w:pPr>
      <w:spacing w:before="240"/>
    </w:pPr>
  </w:style>
  <w:style w:type="paragraph" w:customStyle="1" w:styleId="Bildlegende">
    <w:name w:val="Bildlegende"/>
    <w:basedOn w:val="Normal"/>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Normal"/>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Normal"/>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Normal"/>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Normal"/>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Normal"/>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Normal"/>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Heading1Char">
    <w:name w:val="Heading 1 Char"/>
    <w:basedOn w:val="DefaultParagraphFont"/>
    <w:link w:val="Heading1"/>
    <w:rsid w:val="00855986"/>
    <w:rPr>
      <w:rFonts w:ascii="Noto Sans" w:eastAsia="Times New Roman" w:hAnsi="Noto Sans"/>
      <w:b/>
      <w:color w:val="000000"/>
      <w:kern w:val="28"/>
      <w:sz w:val="32"/>
      <w:lang w:val="en-US" w:eastAsia="de-DE"/>
    </w:rPr>
  </w:style>
  <w:style w:type="character" w:customStyle="1" w:styleId="Heading2Char">
    <w:name w:val="Heading 2 Char"/>
    <w:basedOn w:val="DefaultParagraphFont"/>
    <w:link w:val="Heading2"/>
    <w:rsid w:val="00102D62"/>
    <w:rPr>
      <w:rFonts w:ascii="Noto Sans" w:eastAsia="Times New Roman" w:hAnsi="Noto Sans" w:cs="Arial"/>
      <w:b/>
      <w:bCs/>
      <w:sz w:val="28"/>
      <w:szCs w:val="28"/>
      <w:lang w:val="en-US" w:eastAsia="de-CH"/>
    </w:rPr>
  </w:style>
  <w:style w:type="character" w:customStyle="1" w:styleId="Heading3Char">
    <w:name w:val="Heading 3 Char"/>
    <w:basedOn w:val="DefaultParagraphFont"/>
    <w:link w:val="Heading3"/>
    <w:rsid w:val="00B6190E"/>
    <w:rPr>
      <w:rFonts w:ascii="Noto Sans" w:eastAsia="Times New Roman" w:hAnsi="Noto Sans" w:cs="Noto Sans"/>
      <w:b/>
      <w:color w:val="000000"/>
      <w:sz w:val="24"/>
      <w:szCs w:val="24"/>
      <w:lang w:val="en-US" w:eastAsia="de-DE"/>
    </w:rPr>
  </w:style>
  <w:style w:type="character" w:customStyle="1" w:styleId="Heading4Char">
    <w:name w:val="Heading 4 Char"/>
    <w:basedOn w:val="DefaultParagraphFont"/>
    <w:link w:val="Heading4"/>
    <w:rsid w:val="006F7F2D"/>
    <w:rPr>
      <w:rFonts w:ascii="Arial" w:eastAsia="Times New Roman" w:hAnsi="Arial"/>
      <w:b/>
      <w:color w:val="000000"/>
      <w:lang w:val="en-US" w:eastAsia="de-DE"/>
    </w:rPr>
  </w:style>
  <w:style w:type="character" w:customStyle="1" w:styleId="Heading5Char">
    <w:name w:val="Heading 5 Char"/>
    <w:basedOn w:val="DefaultParagraphFont"/>
    <w:link w:val="Heading5"/>
    <w:rsid w:val="006F7F2D"/>
    <w:rPr>
      <w:rFonts w:ascii="Arial" w:eastAsia="Times New Roman" w:hAnsi="Arial"/>
      <w:b/>
      <w:color w:val="000000"/>
      <w:lang w:val="en-US" w:eastAsia="de-DE"/>
    </w:rPr>
  </w:style>
  <w:style w:type="character" w:customStyle="1" w:styleId="Heading6Char">
    <w:name w:val="Heading 6 Char"/>
    <w:basedOn w:val="DefaultParagraphFont"/>
    <w:link w:val="Heading6"/>
    <w:rsid w:val="006F7F2D"/>
    <w:rPr>
      <w:rFonts w:ascii="Arial" w:eastAsia="Times New Roman" w:hAnsi="Arial"/>
      <w:b/>
      <w:color w:val="000000"/>
      <w:lang w:val="en-US" w:eastAsia="de-DE"/>
    </w:rPr>
  </w:style>
  <w:style w:type="character" w:customStyle="1" w:styleId="Heading7Char">
    <w:name w:val="Heading 7 Char"/>
    <w:basedOn w:val="DefaultParagraphFont"/>
    <w:link w:val="Heading7"/>
    <w:rsid w:val="006F7F2D"/>
    <w:rPr>
      <w:rFonts w:ascii="Arial" w:eastAsia="Times New Roman" w:hAnsi="Arial"/>
      <w:b/>
      <w:color w:val="000000"/>
      <w:lang w:val="en-US" w:eastAsia="de-DE"/>
    </w:rPr>
  </w:style>
  <w:style w:type="character" w:customStyle="1" w:styleId="Heading8Char">
    <w:name w:val="Heading 8 Char"/>
    <w:basedOn w:val="DefaultParagraphFont"/>
    <w:link w:val="Heading8"/>
    <w:rsid w:val="006F7F2D"/>
    <w:rPr>
      <w:rFonts w:ascii="Arial" w:eastAsia="Times New Roman" w:hAnsi="Arial"/>
      <w:b/>
      <w:color w:val="000000"/>
      <w:lang w:val="en-US" w:eastAsia="de-DE"/>
    </w:rPr>
  </w:style>
  <w:style w:type="character" w:customStyle="1" w:styleId="Heading9Char">
    <w:name w:val="Heading 9 Char"/>
    <w:basedOn w:val="DefaultParagraphFont"/>
    <w:link w:val="Heading9"/>
    <w:rsid w:val="006F7F2D"/>
    <w:rPr>
      <w:rFonts w:ascii="Arial" w:eastAsia="Times New Roman" w:hAnsi="Arial"/>
      <w:b/>
      <w:color w:val="000000"/>
      <w:lang w:val="en-US" w:eastAsia="de-DE"/>
    </w:rPr>
  </w:style>
  <w:style w:type="paragraph" w:styleId="Caption">
    <w:name w:val="caption"/>
    <w:basedOn w:val="Normal"/>
    <w:next w:val="Fliesstext"/>
    <w:uiPriority w:val="8"/>
    <w:qFormat/>
    <w:rsid w:val="00C33D03"/>
    <w:pPr>
      <w:spacing w:before="120" w:after="120" w:line="240" w:lineRule="atLeast"/>
    </w:pPr>
    <w:rPr>
      <w:rFonts w:cs="Arial"/>
      <w:bCs/>
      <w:color w:val="auto"/>
      <w:sz w:val="18"/>
      <w:szCs w:val="18"/>
      <w:lang w:eastAsia="de-CH"/>
    </w:rPr>
  </w:style>
  <w:style w:type="character" w:styleId="Strong">
    <w:name w:val="Strong"/>
    <w:basedOn w:val="DefaultParagraphFont"/>
    <w:uiPriority w:val="22"/>
    <w:qFormat/>
    <w:rsid w:val="00C33D03"/>
    <w:rPr>
      <w:b/>
      <w:bCs/>
    </w:rPr>
  </w:style>
  <w:style w:type="paragraph" w:styleId="ListParagraph">
    <w:name w:val="List Paragraph"/>
    <w:basedOn w:val="Normal"/>
    <w:link w:val="ListParagraphChar"/>
    <w:uiPriority w:val="34"/>
    <w:qFormat/>
    <w:rsid w:val="00C33D03"/>
    <w:pPr>
      <w:ind w:left="720"/>
      <w:contextualSpacing/>
    </w:pPr>
  </w:style>
  <w:style w:type="character" w:customStyle="1" w:styleId="ListParagraphChar">
    <w:name w:val="List Paragraph Char"/>
    <w:basedOn w:val="DefaultParagraphFont"/>
    <w:link w:val="ListParagraph"/>
    <w:uiPriority w:val="99"/>
    <w:semiHidden/>
    <w:locked/>
    <w:rsid w:val="006F7F2D"/>
    <w:rPr>
      <w:rFonts w:ascii="Noto Sans" w:eastAsia="Times New Roman" w:hAnsi="Noto Sans"/>
      <w:color w:val="000000"/>
      <w:lang w:val="en-US" w:eastAsia="de-DE"/>
    </w:rPr>
  </w:style>
  <w:style w:type="paragraph" w:styleId="TOCHeading">
    <w:name w:val="TOC Heading"/>
    <w:basedOn w:val="Heading1"/>
    <w:next w:val="Normal"/>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Header">
    <w:name w:val="header"/>
    <w:basedOn w:val="Normal"/>
    <w:link w:val="HeaderChar"/>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HeaderChar">
    <w:name w:val="Header Char"/>
    <w:basedOn w:val="DefaultParagraphFont"/>
    <w:link w:val="Header"/>
    <w:uiPriority w:val="99"/>
    <w:semiHidden/>
    <w:rsid w:val="006F7F2D"/>
    <w:rPr>
      <w:rFonts w:ascii="Noto Sans" w:eastAsia="Times New Roman" w:hAnsi="Noto Sans"/>
      <w:lang w:val="en-US" w:eastAsia="de-DE"/>
    </w:rPr>
  </w:style>
  <w:style w:type="paragraph" w:styleId="Footer">
    <w:name w:val="footer"/>
    <w:basedOn w:val="Normal"/>
    <w:link w:val="FooterChar"/>
    <w:uiPriority w:val="99"/>
    <w:semiHidden/>
    <w:rsid w:val="004C2BA7"/>
    <w:pPr>
      <w:tabs>
        <w:tab w:val="right" w:pos="8505"/>
      </w:tabs>
      <w:spacing w:before="60"/>
      <w:ind w:left="0"/>
    </w:pPr>
  </w:style>
  <w:style w:type="character" w:customStyle="1" w:styleId="FooterChar">
    <w:name w:val="Footer Char"/>
    <w:basedOn w:val="DefaultParagraphFont"/>
    <w:link w:val="Footer"/>
    <w:uiPriority w:val="99"/>
    <w:semiHidden/>
    <w:rsid w:val="006F7F2D"/>
    <w:rPr>
      <w:rFonts w:ascii="Noto Sans" w:eastAsia="Times New Roman" w:hAnsi="Noto Sans"/>
      <w:color w:val="000000"/>
      <w:lang w:val="en-US" w:eastAsia="de-DE"/>
    </w:rPr>
  </w:style>
  <w:style w:type="character" w:customStyle="1" w:styleId="AufzhlungPunktZchn">
    <w:name w:val="Aufzählung Punkt Zchn"/>
    <w:basedOn w:val="DefaultParagraphFont"/>
    <w:link w:val="AufzhlungPunkt"/>
    <w:uiPriority w:val="8"/>
    <w:locked/>
    <w:rsid w:val="00D52F38"/>
    <w:rPr>
      <w:rFonts w:ascii="Noto Sans" w:hAnsi="Noto Sans"/>
      <w:color w:val="4F81BD" w:themeColor="accent1"/>
      <w:lang w:val="en-US"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TOC1">
    <w:name w:val="toc 1"/>
    <w:basedOn w:val="Normal"/>
    <w:next w:val="TOC2"/>
    <w:uiPriority w:val="39"/>
    <w:rsid w:val="004C2BA7"/>
    <w:pPr>
      <w:tabs>
        <w:tab w:val="right" w:leader="dot" w:pos="9356"/>
      </w:tabs>
      <w:spacing w:before="120"/>
      <w:ind w:left="1021" w:right="-1418" w:hanging="1021"/>
    </w:pPr>
    <w:rPr>
      <w:b/>
    </w:rPr>
  </w:style>
  <w:style w:type="paragraph" w:styleId="TOC2">
    <w:name w:val="toc 2"/>
    <w:basedOn w:val="TOC1"/>
    <w:uiPriority w:val="39"/>
    <w:rsid w:val="004C2BA7"/>
    <w:pPr>
      <w:spacing w:before="40"/>
    </w:pPr>
    <w:rPr>
      <w:b w:val="0"/>
    </w:rPr>
  </w:style>
  <w:style w:type="paragraph" w:styleId="TOC3">
    <w:name w:val="toc 3"/>
    <w:basedOn w:val="TOC2"/>
    <w:uiPriority w:val="39"/>
    <w:rsid w:val="004C2BA7"/>
    <w:pPr>
      <w:spacing w:before="0"/>
    </w:pPr>
  </w:style>
  <w:style w:type="paragraph" w:styleId="Index1">
    <w:name w:val="index 1"/>
    <w:basedOn w:val="Normal"/>
    <w:next w:val="Normal"/>
    <w:semiHidden/>
    <w:rsid w:val="004C2BA7"/>
    <w:pPr>
      <w:tabs>
        <w:tab w:val="right" w:leader="dot" w:pos="8505"/>
      </w:tabs>
      <w:ind w:left="221" w:hanging="221"/>
    </w:pPr>
  </w:style>
  <w:style w:type="paragraph" w:styleId="Index2">
    <w:name w:val="index 2"/>
    <w:basedOn w:val="Normal"/>
    <w:next w:val="Normal"/>
    <w:semiHidden/>
    <w:rsid w:val="004C2BA7"/>
    <w:pPr>
      <w:tabs>
        <w:tab w:val="right" w:leader="dot" w:pos="8505"/>
      </w:tabs>
      <w:ind w:left="440" w:hanging="220"/>
    </w:pPr>
  </w:style>
  <w:style w:type="paragraph" w:styleId="Index3">
    <w:name w:val="index 3"/>
    <w:basedOn w:val="Normal"/>
    <w:next w:val="Normal"/>
    <w:semiHidden/>
    <w:rsid w:val="004C2BA7"/>
    <w:pPr>
      <w:tabs>
        <w:tab w:val="right" w:leader="dot" w:pos="8505"/>
      </w:tabs>
      <w:ind w:left="660" w:hanging="220"/>
    </w:pPr>
  </w:style>
  <w:style w:type="paragraph" w:styleId="Index4">
    <w:name w:val="index 4"/>
    <w:basedOn w:val="Normal"/>
    <w:next w:val="Normal"/>
    <w:semiHidden/>
    <w:rsid w:val="004C2BA7"/>
    <w:pPr>
      <w:tabs>
        <w:tab w:val="right" w:leader="dot" w:pos="8505"/>
      </w:tabs>
      <w:ind w:left="880" w:hanging="220"/>
    </w:pPr>
  </w:style>
  <w:style w:type="paragraph" w:styleId="Index5">
    <w:name w:val="index 5"/>
    <w:basedOn w:val="Normal"/>
    <w:next w:val="Normal"/>
    <w:semiHidden/>
    <w:rsid w:val="004C2BA7"/>
    <w:pPr>
      <w:tabs>
        <w:tab w:val="right" w:leader="dot" w:pos="8505"/>
      </w:tabs>
      <w:ind w:left="1100" w:hanging="220"/>
    </w:pPr>
  </w:style>
  <w:style w:type="paragraph" w:styleId="Index6">
    <w:name w:val="index 6"/>
    <w:basedOn w:val="Normal"/>
    <w:next w:val="Normal"/>
    <w:semiHidden/>
    <w:rsid w:val="004C2BA7"/>
    <w:pPr>
      <w:tabs>
        <w:tab w:val="right" w:leader="dot" w:pos="8505"/>
      </w:tabs>
      <w:ind w:left="1320" w:hanging="220"/>
    </w:pPr>
  </w:style>
  <w:style w:type="paragraph" w:styleId="Index7">
    <w:name w:val="index 7"/>
    <w:basedOn w:val="Normal"/>
    <w:next w:val="Normal"/>
    <w:semiHidden/>
    <w:rsid w:val="004C2BA7"/>
    <w:pPr>
      <w:tabs>
        <w:tab w:val="right" w:leader="dot" w:pos="8505"/>
      </w:tabs>
      <w:ind w:left="1540" w:hanging="220"/>
    </w:pPr>
  </w:style>
  <w:style w:type="paragraph" w:styleId="Index8">
    <w:name w:val="index 8"/>
    <w:basedOn w:val="Normal"/>
    <w:next w:val="Normal"/>
    <w:semiHidden/>
    <w:rsid w:val="004C2BA7"/>
    <w:pPr>
      <w:tabs>
        <w:tab w:val="right" w:leader="dot" w:pos="8505"/>
      </w:tabs>
      <w:ind w:left="1760" w:hanging="220"/>
    </w:pPr>
  </w:style>
  <w:style w:type="paragraph" w:styleId="Index9">
    <w:name w:val="index 9"/>
    <w:basedOn w:val="Normal"/>
    <w:next w:val="Normal"/>
    <w:semiHidden/>
    <w:rsid w:val="004C2BA7"/>
    <w:pPr>
      <w:tabs>
        <w:tab w:val="right" w:leader="dot" w:pos="8505"/>
      </w:tabs>
      <w:ind w:left="1980" w:hanging="220"/>
    </w:pPr>
  </w:style>
  <w:style w:type="paragraph" w:styleId="TOC4">
    <w:name w:val="toc 4"/>
    <w:basedOn w:val="Normal"/>
    <w:next w:val="Normal"/>
    <w:semiHidden/>
    <w:rsid w:val="004C2BA7"/>
    <w:pPr>
      <w:tabs>
        <w:tab w:val="right" w:leader="dot" w:pos="8505"/>
      </w:tabs>
      <w:ind w:left="0"/>
    </w:pPr>
  </w:style>
  <w:style w:type="paragraph" w:styleId="TOC5">
    <w:name w:val="toc 5"/>
    <w:basedOn w:val="Normal"/>
    <w:next w:val="Normal"/>
    <w:semiHidden/>
    <w:rsid w:val="004C2BA7"/>
    <w:pPr>
      <w:tabs>
        <w:tab w:val="right" w:leader="dot" w:pos="8505"/>
      </w:tabs>
      <w:ind w:left="880"/>
    </w:pPr>
  </w:style>
  <w:style w:type="paragraph" w:styleId="TOC6">
    <w:name w:val="toc 6"/>
    <w:basedOn w:val="Normal"/>
    <w:next w:val="Normal"/>
    <w:semiHidden/>
    <w:rsid w:val="004C2BA7"/>
    <w:pPr>
      <w:tabs>
        <w:tab w:val="right" w:leader="dot" w:pos="8505"/>
      </w:tabs>
      <w:ind w:left="1100"/>
    </w:pPr>
  </w:style>
  <w:style w:type="paragraph" w:styleId="TOC7">
    <w:name w:val="toc 7"/>
    <w:basedOn w:val="Normal"/>
    <w:next w:val="Normal"/>
    <w:semiHidden/>
    <w:rsid w:val="004C2BA7"/>
    <w:pPr>
      <w:tabs>
        <w:tab w:val="right" w:leader="dot" w:pos="8505"/>
      </w:tabs>
      <w:ind w:left="1320"/>
    </w:pPr>
  </w:style>
  <w:style w:type="paragraph" w:styleId="TOC8">
    <w:name w:val="toc 8"/>
    <w:basedOn w:val="Normal"/>
    <w:next w:val="Normal"/>
    <w:semiHidden/>
    <w:rsid w:val="004C2BA7"/>
    <w:pPr>
      <w:tabs>
        <w:tab w:val="right" w:leader="dot" w:pos="8505"/>
      </w:tabs>
      <w:ind w:left="1540"/>
    </w:pPr>
  </w:style>
  <w:style w:type="paragraph" w:styleId="TOC9">
    <w:name w:val="toc 9"/>
    <w:basedOn w:val="Normal"/>
    <w:next w:val="Normal"/>
    <w:semiHidden/>
    <w:rsid w:val="004C2BA7"/>
    <w:pPr>
      <w:tabs>
        <w:tab w:val="right" w:leader="dot" w:pos="8505"/>
      </w:tabs>
      <w:ind w:left="1760"/>
    </w:pPr>
  </w:style>
  <w:style w:type="paragraph" w:customStyle="1" w:styleId="TabelleZwischentitel">
    <w:name w:val="Tabelle Zwischentitel"/>
    <w:basedOn w:val="Normal"/>
    <w:next w:val="Normal"/>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rPr>
  </w:style>
  <w:style w:type="paragraph" w:customStyle="1" w:styleId="Tabelle">
    <w:name w:val="Tabelle"/>
    <w:basedOn w:val="Normal"/>
    <w:link w:val="TabelleZchn"/>
    <w:uiPriority w:val="9"/>
    <w:rsid w:val="004C2BA7"/>
    <w:pPr>
      <w:tabs>
        <w:tab w:val="left" w:pos="227"/>
      </w:tabs>
      <w:spacing w:before="40" w:after="40"/>
      <w:ind w:left="0"/>
    </w:pPr>
  </w:style>
  <w:style w:type="character" w:customStyle="1" w:styleId="TabelleZchn">
    <w:name w:val="Tabelle Zchn"/>
    <w:basedOn w:val="DefaultParagraphFont"/>
    <w:link w:val="Tabelle"/>
    <w:uiPriority w:val="9"/>
    <w:locked/>
    <w:rsid w:val="006F7F2D"/>
    <w:rPr>
      <w:rFonts w:ascii="Noto Sans" w:eastAsia="Times New Roman" w:hAnsi="Noto Sans"/>
      <w:color w:val="000000"/>
      <w:lang w:val="en-US" w:eastAsia="de-DE"/>
    </w:rPr>
  </w:style>
  <w:style w:type="paragraph" w:styleId="BodyText">
    <w:name w:val="Body Text"/>
    <w:basedOn w:val="Normal"/>
    <w:link w:val="BodyTextChar"/>
    <w:semiHidden/>
    <w:rsid w:val="004C2BA7"/>
    <w:pPr>
      <w:spacing w:before="2948" w:line="900" w:lineRule="atLeast"/>
      <w:ind w:left="0"/>
      <w:jc w:val="center"/>
    </w:pPr>
    <w:rPr>
      <w:b/>
      <w:sz w:val="72"/>
    </w:rPr>
  </w:style>
  <w:style w:type="character" w:customStyle="1" w:styleId="BodyTextChar">
    <w:name w:val="Body Text Char"/>
    <w:basedOn w:val="DefaultParagraphFont"/>
    <w:link w:val="BodyText"/>
    <w:semiHidden/>
    <w:rsid w:val="004C2BA7"/>
    <w:rPr>
      <w:rFonts w:ascii="Arial" w:eastAsia="Times New Roman" w:hAnsi="Arial"/>
      <w:b/>
      <w:color w:val="000000"/>
      <w:sz w:val="72"/>
      <w:lang w:val="en-US"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Normal"/>
    <w:semiHidden/>
    <w:rsid w:val="004C2BA7"/>
    <w:pPr>
      <w:tabs>
        <w:tab w:val="right" w:leader="dot" w:pos="7484"/>
        <w:tab w:val="left" w:pos="7655"/>
        <w:tab w:val="right" w:pos="8505"/>
      </w:tabs>
      <w:spacing w:after="120" w:line="260" w:lineRule="atLeast"/>
      <w:ind w:left="0"/>
    </w:pPr>
    <w:rPr>
      <w:b/>
      <w:sz w:val="32"/>
    </w:rPr>
  </w:style>
  <w:style w:type="paragraph" w:styleId="NormalIndent">
    <w:name w:val="Normal Indent"/>
    <w:basedOn w:val="Normal"/>
    <w:semiHidden/>
    <w:rsid w:val="004C2BA7"/>
    <w:pPr>
      <w:ind w:left="708"/>
    </w:pPr>
  </w:style>
  <w:style w:type="paragraph" w:customStyle="1" w:styleId="Verzeichnis0">
    <w:name w:val="Verzeichnis 0"/>
    <w:basedOn w:val="Normal"/>
    <w:next w:val="TOC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TOC2"/>
    <w:semiHidden/>
    <w:rsid w:val="004C2BA7"/>
    <w:pPr>
      <w:tabs>
        <w:tab w:val="right" w:leader="dot" w:pos="8335"/>
      </w:tabs>
      <w:spacing w:before="240" w:line="260" w:lineRule="atLeast"/>
      <w:ind w:left="1701" w:right="0" w:firstLine="0"/>
    </w:pPr>
    <w:rPr>
      <w:b/>
      <w:sz w:val="22"/>
    </w:rPr>
  </w:style>
  <w:style w:type="character" w:styleId="Hyperlink">
    <w:name w:val="Hyperlink"/>
    <w:basedOn w:val="DefaultParagraphFont"/>
    <w:uiPriority w:val="99"/>
    <w:rsid w:val="004C2BA7"/>
    <w:rPr>
      <w:color w:val="0000FF"/>
      <w:u w:val="single"/>
    </w:rPr>
  </w:style>
  <w:style w:type="paragraph" w:customStyle="1" w:styleId="berschrift2Anhang">
    <w:name w:val="Überschrift 2 Anhang"/>
    <w:basedOn w:val="Normal"/>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Normal"/>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BalloonText">
    <w:name w:val="Balloon Text"/>
    <w:basedOn w:val="Normal"/>
    <w:link w:val="BalloonTextChar"/>
    <w:semiHidden/>
    <w:rsid w:val="004C2BA7"/>
    <w:rPr>
      <w:rFonts w:ascii="Tahoma" w:hAnsi="Tahoma" w:cs="Tahoma"/>
      <w:sz w:val="16"/>
      <w:szCs w:val="16"/>
    </w:rPr>
  </w:style>
  <w:style w:type="character" w:customStyle="1" w:styleId="BalloonTextChar">
    <w:name w:val="Balloon Text Char"/>
    <w:basedOn w:val="DefaultParagraphFont"/>
    <w:link w:val="BalloonText"/>
    <w:semiHidden/>
    <w:rsid w:val="004C2BA7"/>
    <w:rPr>
      <w:rFonts w:ascii="Tahoma" w:eastAsia="Times New Roman" w:hAnsi="Tahoma" w:cs="Tahoma"/>
      <w:color w:val="000000"/>
      <w:sz w:val="16"/>
      <w:szCs w:val="16"/>
      <w:lang w:val="en-US" w:eastAsia="de-DE"/>
    </w:rPr>
  </w:style>
  <w:style w:type="paragraph" w:styleId="EnvelopeAddress">
    <w:name w:val="envelope address"/>
    <w:basedOn w:val="Normal"/>
    <w:semiHidden/>
    <w:rsid w:val="004C2BA7"/>
    <w:pPr>
      <w:framePr w:w="4320" w:h="2160" w:hRule="exact" w:hSpace="141" w:wrap="auto" w:hAnchor="page" w:xAlign="center" w:yAlign="bottom"/>
      <w:spacing w:line="260" w:lineRule="atLeast"/>
      <w:ind w:left="1"/>
    </w:pPr>
    <w:rPr>
      <w:color w:val="auto"/>
      <w:lang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DefaultParagraphFont"/>
    <w:uiPriority w:val="99"/>
    <w:semiHidden/>
    <w:rsid w:val="004C2BA7"/>
    <w:rPr>
      <w:rFonts w:ascii="Arial" w:hAnsi="Arial"/>
      <w:b/>
      <w:i/>
      <w:sz w:val="20"/>
    </w:rPr>
  </w:style>
  <w:style w:type="character" w:customStyle="1" w:styleId="berschrift1blindChar">
    <w:name w:val="Überschrift 1 blind Char"/>
    <w:basedOn w:val="DefaultParagraphFont"/>
    <w:semiHidden/>
    <w:rsid w:val="004C2BA7"/>
    <w:rPr>
      <w:rFonts w:ascii="Arial" w:hAnsi="Arial"/>
      <w:b/>
      <w:color w:val="000000"/>
      <w:sz w:val="32"/>
      <w:lang w:val="en-US" w:eastAsia="de-DE" w:bidi="ar-SA"/>
    </w:rPr>
  </w:style>
  <w:style w:type="paragraph" w:styleId="FootnoteText">
    <w:name w:val="footnote text"/>
    <w:basedOn w:val="Fliesstext"/>
    <w:link w:val="FootnoteTextChar"/>
    <w:uiPriority w:val="1"/>
    <w:semiHidden/>
    <w:qFormat/>
    <w:rsid w:val="008534B2"/>
    <w:pPr>
      <w:tabs>
        <w:tab w:val="left" w:pos="1928"/>
      </w:tabs>
      <w:spacing w:after="60" w:line="252" w:lineRule="auto"/>
      <w:ind w:left="1928" w:hanging="227"/>
    </w:pPr>
    <w:rPr>
      <w:sz w:val="16"/>
    </w:rPr>
  </w:style>
  <w:style w:type="character" w:customStyle="1" w:styleId="FootnoteTextChar">
    <w:name w:val="Footnote Text Char"/>
    <w:basedOn w:val="DefaultParagraphFont"/>
    <w:link w:val="FootnoteText"/>
    <w:uiPriority w:val="1"/>
    <w:semiHidden/>
    <w:rsid w:val="006F7F2D"/>
    <w:rPr>
      <w:rFonts w:ascii="Noto Sans" w:eastAsia="Times New Roman" w:hAnsi="Noto Sans"/>
      <w:color w:val="000000"/>
      <w:sz w:val="16"/>
      <w:lang w:val="en-US" w:eastAsia="de-DE"/>
    </w:rPr>
  </w:style>
  <w:style w:type="character" w:styleId="FootnoteReference">
    <w:name w:val="footnote reference"/>
    <w:uiPriority w:val="1"/>
    <w:semiHidden/>
    <w:rsid w:val="004C2BA7"/>
    <w:rPr>
      <w:vertAlign w:val="superscript"/>
    </w:rPr>
  </w:style>
  <w:style w:type="table" w:styleId="TableGrid">
    <w:name w:val="Table Grid"/>
    <w:basedOn w:val="TableNormal"/>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4C2BA7"/>
    <w:pPr>
      <w:spacing w:before="100" w:beforeAutospacing="1" w:after="100" w:afterAutospacing="1" w:line="240" w:lineRule="auto"/>
      <w:ind w:left="0"/>
    </w:pPr>
    <w:rPr>
      <w:rFonts w:ascii="Times New Roman" w:hAnsi="Times New Roman"/>
      <w:color w:val="auto"/>
      <w:sz w:val="24"/>
      <w:szCs w:val="24"/>
      <w:lang w:eastAsia="en-US"/>
    </w:rPr>
  </w:style>
  <w:style w:type="character" w:styleId="CommentReference">
    <w:name w:val="annotation reference"/>
    <w:basedOn w:val="DefaultParagraphFont"/>
    <w:semiHidden/>
    <w:rsid w:val="004C2BA7"/>
    <w:rPr>
      <w:sz w:val="16"/>
      <w:szCs w:val="16"/>
    </w:rPr>
  </w:style>
  <w:style w:type="paragraph" w:styleId="CommentText">
    <w:name w:val="annotation text"/>
    <w:basedOn w:val="Normal"/>
    <w:link w:val="CommentTextChar"/>
    <w:semiHidden/>
    <w:rsid w:val="004C2BA7"/>
    <w:pPr>
      <w:spacing w:line="240" w:lineRule="auto"/>
    </w:pPr>
  </w:style>
  <w:style w:type="character" w:customStyle="1" w:styleId="CommentTextChar">
    <w:name w:val="Comment Text Char"/>
    <w:basedOn w:val="DefaultParagraphFont"/>
    <w:link w:val="CommentText"/>
    <w:semiHidden/>
    <w:rsid w:val="004C2BA7"/>
    <w:rPr>
      <w:rFonts w:ascii="Arial" w:eastAsia="Times New Roman" w:hAnsi="Arial"/>
      <w:color w:val="000000"/>
      <w:lang w:val="en-US" w:eastAsia="de-DE"/>
    </w:rPr>
  </w:style>
  <w:style w:type="paragraph" w:styleId="CommentSubject">
    <w:name w:val="annotation subject"/>
    <w:basedOn w:val="CommentText"/>
    <w:next w:val="CommentText"/>
    <w:link w:val="CommentSubjectChar"/>
    <w:semiHidden/>
    <w:rsid w:val="004C2BA7"/>
    <w:rPr>
      <w:b/>
      <w:bCs/>
    </w:rPr>
  </w:style>
  <w:style w:type="character" w:customStyle="1" w:styleId="CommentSubjectChar">
    <w:name w:val="Comment Subject Char"/>
    <w:basedOn w:val="CommentTextChar"/>
    <w:link w:val="CommentSubject"/>
    <w:semiHidden/>
    <w:rsid w:val="004C2BA7"/>
    <w:rPr>
      <w:rFonts w:ascii="Arial" w:eastAsia="Times New Roman" w:hAnsi="Arial"/>
      <w:b/>
      <w:bCs/>
      <w:color w:val="000000"/>
      <w:lang w:val="en-US" w:eastAsia="de-DE"/>
    </w:rPr>
  </w:style>
  <w:style w:type="paragraph" w:styleId="Revision">
    <w:name w:val="Revision"/>
    <w:hidden/>
    <w:uiPriority w:val="99"/>
    <w:semiHidden/>
    <w:rsid w:val="004C2BA7"/>
    <w:rPr>
      <w:rFonts w:ascii="Arial" w:eastAsia="Times New Roman" w:hAnsi="Arial"/>
      <w:color w:val="000000"/>
      <w:lang w:eastAsia="de-DE"/>
    </w:rPr>
  </w:style>
  <w:style w:type="paragraph" w:customStyle="1" w:styleId="Deckblatt-Titel">
    <w:name w:val="Deckblatt-Titel"/>
    <w:basedOn w:val="Normal"/>
    <w:uiPriority w:val="99"/>
    <w:semiHidden/>
    <w:rsid w:val="004C2BA7"/>
    <w:pPr>
      <w:spacing w:before="3000" w:line="240" w:lineRule="auto"/>
      <w:ind w:left="0"/>
    </w:pPr>
    <w:rPr>
      <w:b/>
      <w:bCs/>
      <w:color w:val="auto"/>
      <w:spacing w:val="10"/>
      <w:sz w:val="52"/>
    </w:rPr>
  </w:style>
  <w:style w:type="paragraph" w:customStyle="1" w:styleId="Deckblatt-Text">
    <w:name w:val="Deckblatt-Text"/>
    <w:basedOn w:val="Normal"/>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rPr>
  </w:style>
  <w:style w:type="character" w:styleId="Emphasis">
    <w:name w:val="Emphasis"/>
    <w:basedOn w:val="DefaultParagraphFon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rPr>
  </w:style>
  <w:style w:type="paragraph" w:customStyle="1" w:styleId="ZZ-Deckblatt-Klassifikationsvermerk">
    <w:name w:val="ZZ-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ListBullet3">
    <w:name w:val="List Bullet 3"/>
    <w:basedOn w:val="Normal"/>
    <w:autoRedefine/>
    <w:uiPriority w:val="99"/>
    <w:semiHidden/>
    <w:rsid w:val="004C2BA7"/>
    <w:pPr>
      <w:tabs>
        <w:tab w:val="num" w:pos="926"/>
      </w:tabs>
      <w:ind w:left="926" w:hanging="360"/>
    </w:pPr>
    <w:rPr>
      <w:sz w:val="22"/>
    </w:rPr>
  </w:style>
  <w:style w:type="character" w:customStyle="1" w:styleId="tw4winTerm">
    <w:name w:val="tw4winTerm"/>
    <w:semiHidden/>
    <w:rsid w:val="004C2BA7"/>
    <w:rPr>
      <w:color w:val="0000FF"/>
    </w:rPr>
  </w:style>
  <w:style w:type="paragraph" w:customStyle="1" w:styleId="AufzhlungStrichUnter8">
    <w:name w:val="Aufzählung Strich Unter8"/>
    <w:basedOn w:val="Normal"/>
    <w:semiHidden/>
    <w:rsid w:val="004C2BA7"/>
    <w:pPr>
      <w:numPr>
        <w:numId w:val="10"/>
      </w:numPr>
      <w:tabs>
        <w:tab w:val="clear" w:pos="3081"/>
        <w:tab w:val="left" w:pos="2381"/>
      </w:tabs>
      <w:ind w:left="2382" w:hanging="227"/>
    </w:pPr>
    <w:rPr>
      <w:rFonts w:cs="Arial"/>
      <w:sz w:val="22"/>
      <w:szCs w:val="22"/>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ListBullet4">
    <w:name w:val="List Bullet 4"/>
    <w:basedOn w:val="Normal"/>
    <w:autoRedefine/>
    <w:uiPriority w:val="99"/>
    <w:semiHidden/>
    <w:rsid w:val="004C2BA7"/>
    <w:pPr>
      <w:tabs>
        <w:tab w:val="num" w:pos="1209"/>
      </w:tabs>
      <w:ind w:left="1209" w:hanging="360"/>
    </w:pPr>
    <w:rPr>
      <w:sz w:val="22"/>
    </w:rPr>
  </w:style>
  <w:style w:type="table" w:customStyle="1" w:styleId="TabellemitKopfzeilefarbig">
    <w:name w:val="Tabelle mit Kopfzeile farbig"/>
    <w:basedOn w:val="TableNormal"/>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ClosingChar">
    <w:name w:val="Closing Char"/>
    <w:basedOn w:val="DefaultParagraphFont"/>
    <w:link w:val="Closing"/>
    <w:uiPriority w:val="99"/>
    <w:semiHidden/>
    <w:rsid w:val="004C2BA7"/>
    <w:rPr>
      <w:rFonts w:ascii="Frutiger 45 Light" w:hAnsi="Frutiger 45 Light"/>
      <w:sz w:val="21"/>
      <w:lang w:val="en-US" w:bidi="he-IL"/>
    </w:rPr>
  </w:style>
  <w:style w:type="paragraph" w:styleId="Closing">
    <w:name w:val="Closing"/>
    <w:basedOn w:val="Normal"/>
    <w:link w:val="ClosingChar"/>
    <w:uiPriority w:val="99"/>
    <w:semiHidden/>
    <w:rsid w:val="004C2BA7"/>
    <w:pPr>
      <w:spacing w:line="260" w:lineRule="atLeast"/>
      <w:ind w:left="4252"/>
    </w:pPr>
    <w:rPr>
      <w:rFonts w:ascii="Frutiger 45 Light" w:eastAsiaTheme="minorEastAsia" w:hAnsi="Frutiger 45 Light"/>
      <w:color w:val="auto"/>
      <w:sz w:val="21"/>
      <w:lang w:eastAsia="ja-JP" w:bidi="he-IL"/>
    </w:rPr>
  </w:style>
  <w:style w:type="character" w:customStyle="1" w:styleId="GruformelZchn1">
    <w:name w:val="Grußformel Zchn1"/>
    <w:basedOn w:val="DefaultParagraphFont"/>
    <w:semiHidden/>
    <w:rsid w:val="004C2BA7"/>
    <w:rPr>
      <w:rFonts w:ascii="Arial" w:eastAsia="Times New Roman" w:hAnsi="Arial"/>
      <w:color w:val="000000"/>
      <w:lang w:val="en-US" w:eastAsia="de-DE"/>
    </w:rPr>
  </w:style>
  <w:style w:type="character" w:styleId="FollowedHyperlink">
    <w:name w:val="FollowedHyperlink"/>
    <w:basedOn w:val="DefaultParagraphFont"/>
    <w:semiHidden/>
    <w:rsid w:val="004C2BA7"/>
    <w:rPr>
      <w:color w:val="800080" w:themeColor="followedHyperlink"/>
      <w:u w:val="single"/>
    </w:rPr>
  </w:style>
  <w:style w:type="paragraph" w:customStyle="1" w:styleId="Abstand14BZ">
    <w:name w:val="Abstand 1/4 BZ"/>
    <w:basedOn w:val="Normal"/>
    <w:uiPriority w:val="4"/>
    <w:semiHidden/>
    <w:rsid w:val="004C2BA7"/>
    <w:pPr>
      <w:spacing w:line="60" w:lineRule="exact"/>
    </w:pPr>
    <w:rPr>
      <w:sz w:val="22"/>
    </w:rPr>
  </w:style>
  <w:style w:type="paragraph" w:styleId="ListBullet2">
    <w:name w:val="List Bullet 2"/>
    <w:basedOn w:val="Normal"/>
    <w:autoRedefine/>
    <w:uiPriority w:val="99"/>
    <w:semiHidden/>
    <w:rsid w:val="004C2BA7"/>
    <w:pPr>
      <w:numPr>
        <w:numId w:val="11"/>
      </w:numPr>
    </w:pPr>
    <w:rPr>
      <w:sz w:val="22"/>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Normal"/>
    <w:uiPriority w:val="99"/>
    <w:semiHidden/>
    <w:rsid w:val="004C2BA7"/>
    <w:pPr>
      <w:spacing w:before="60" w:after="60" w:line="260" w:lineRule="atLeast"/>
      <w:ind w:left="0"/>
    </w:pPr>
    <w:rPr>
      <w:rFonts w:eastAsiaTheme="minorHAnsi" w:cs="Arial"/>
      <w:sz w:val="22"/>
      <w:szCs w:val="22"/>
      <w:lang w:eastAsia="de-CH"/>
    </w:rPr>
  </w:style>
  <w:style w:type="paragraph" w:customStyle="1" w:styleId="tabelleberschrift0">
    <w:name w:val="tabelleberschrift"/>
    <w:basedOn w:val="Normal"/>
    <w:uiPriority w:val="99"/>
    <w:semiHidden/>
    <w:rsid w:val="004C2BA7"/>
    <w:pPr>
      <w:spacing w:before="60" w:after="60" w:line="240" w:lineRule="auto"/>
      <w:ind w:left="0"/>
    </w:pPr>
    <w:rPr>
      <w:rFonts w:eastAsiaTheme="minorHAnsi" w:cs="Arial"/>
      <w:b/>
      <w:bCs/>
      <w:color w:val="auto"/>
      <w:lang w:eastAsia="de-CH"/>
    </w:rPr>
  </w:style>
  <w:style w:type="paragraph" w:customStyle="1" w:styleId="FliesstextohneEinzug">
    <w:name w:val="Fliesstext ohne Einzug"/>
    <w:basedOn w:val="Fliesstext"/>
    <w:uiPriority w:val="3"/>
    <w:rsid w:val="00BD67C7"/>
    <w:pPr>
      <w:ind w:left="0"/>
    </w:pPr>
    <w:rPr>
      <w:rFonts w:cs="Noto Sans"/>
      <w:lang w:eastAsia="en-US"/>
    </w:rPr>
  </w:style>
  <w:style w:type="table" w:customStyle="1" w:styleId="HelleSchattierung11">
    <w:name w:val="Helle Schattierung11"/>
    <w:basedOn w:val="TableNormal"/>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Normal"/>
    <w:uiPriority w:val="99"/>
    <w:semiHidden/>
    <w:rsid w:val="004C2BA7"/>
    <w:pPr>
      <w:tabs>
        <w:tab w:val="left" w:pos="4253"/>
      </w:tabs>
      <w:spacing w:after="120" w:line="240" w:lineRule="atLeast"/>
      <w:ind w:left="0"/>
    </w:pPr>
  </w:style>
  <w:style w:type="table" w:customStyle="1" w:styleId="Tabellenraster1">
    <w:name w:val="Tabellenraster1"/>
    <w:basedOn w:val="TableNormal"/>
    <w:next w:val="TableGrid"/>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Paragraph"/>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ParagraphChar"/>
    <w:link w:val="ListC"/>
    <w:uiPriority w:val="99"/>
    <w:semiHidden/>
    <w:rsid w:val="006F7F2D"/>
    <w:rPr>
      <w:rFonts w:ascii="Noto Sans" w:eastAsia="Times New Roman" w:hAnsi="Noto Sans"/>
      <w:color w:val="000000"/>
      <w:lang w:val="en-US" w:eastAsia="de-DE"/>
    </w:rPr>
  </w:style>
  <w:style w:type="table" w:customStyle="1" w:styleId="MittleresRaster3-Akzent11">
    <w:name w:val="Mittleres Raster 3 - Akzent 11"/>
    <w:basedOn w:val="TableNormal"/>
    <w:next w:val="MediumGrid3-Acc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1">
    <w:name w:val="Medium Grid 3 Accent 1"/>
    <w:basedOn w:val="TableNormal"/>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DefaultParagraphFont"/>
    <w:uiPriority w:val="99"/>
    <w:semiHidden/>
    <w:rsid w:val="00F108BE"/>
    <w:rPr>
      <w:rFonts w:ascii="Verdana" w:hAnsi="Verdana" w:hint="default"/>
      <w:color w:val="0000FF"/>
      <w:u w:val="single"/>
    </w:rPr>
  </w:style>
  <w:style w:type="paragraph" w:customStyle="1" w:styleId="ZZ-Deckblatt-Titel">
    <w:name w:val="ZZ-Deckblatt-Titel"/>
    <w:basedOn w:val="Normal"/>
    <w:uiPriority w:val="99"/>
    <w:semiHidden/>
    <w:rsid w:val="00302F8D"/>
    <w:pPr>
      <w:spacing w:before="3000" w:line="240" w:lineRule="auto"/>
      <w:ind w:left="0"/>
      <w:jc w:val="center"/>
    </w:pPr>
    <w:rPr>
      <w:rFonts w:ascii="Noto Serif" w:hAnsi="Noto Serif"/>
      <w:b/>
      <w:bCs/>
      <w:color w:val="auto"/>
      <w:spacing w:val="10"/>
      <w:sz w:val="60"/>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PageNumber">
    <w:name w:val="page number"/>
    <w:basedOn w:val="DefaultParagraphFont"/>
    <w:uiPriority w:val="99"/>
    <w:semiHidden/>
    <w:rsid w:val="00B520C1"/>
    <w:rPr>
      <w:rFonts w:ascii="Arial" w:hAnsi="Arial" w:cs="Times New Roman"/>
      <w:b/>
      <w:sz w:val="20"/>
    </w:rPr>
  </w:style>
  <w:style w:type="paragraph" w:customStyle="1" w:styleId="Dokumenttitel">
    <w:name w:val="Dokumenttitel"/>
    <w:basedOn w:val="Normal"/>
    <w:uiPriority w:val="21"/>
    <w:semiHidden/>
    <w:qFormat/>
    <w:rsid w:val="000979D1"/>
    <w:pPr>
      <w:spacing w:after="600" w:line="240" w:lineRule="atLeast"/>
      <w:ind w:left="0"/>
    </w:pPr>
    <w:rPr>
      <w:rFonts w:ascii="Arial" w:hAnsi="Arial" w:cs="Arial"/>
      <w:color w:val="auto"/>
      <w:sz w:val="40"/>
      <w:szCs w:val="40"/>
      <w:lang w:eastAsia="de-CH"/>
    </w:rPr>
  </w:style>
  <w:style w:type="paragraph" w:customStyle="1" w:styleId="NormalALO10pt">
    <w:name w:val="Normal ALO 10pt"/>
    <w:basedOn w:val="Normal"/>
    <w:link w:val="NormalALO10ptChar"/>
    <w:qFormat/>
    <w:rsid w:val="000979D1"/>
    <w:pPr>
      <w:spacing w:after="120" w:line="276" w:lineRule="auto"/>
      <w:ind w:left="0"/>
    </w:pPr>
    <w:rPr>
      <w:rFonts w:eastAsiaTheme="minorEastAsia" w:cs="Noto Sans"/>
      <w:color w:val="auto"/>
      <w:lang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DefaultParagraphFon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NoList"/>
    <w:uiPriority w:val="99"/>
    <w:locked/>
    <w:rsid w:val="000979D1"/>
    <w:pPr>
      <w:numPr>
        <w:numId w:val="16"/>
      </w:numPr>
    </w:pPr>
  </w:style>
  <w:style w:type="paragraph" w:customStyle="1" w:styleId="Headingx">
    <w:name w:val="Heading x"/>
    <w:basedOn w:val="ListParagraph"/>
    <w:autoRedefine/>
    <w:qFormat/>
    <w:rsid w:val="002F4F7D"/>
    <w:pPr>
      <w:numPr>
        <w:numId w:val="17"/>
      </w:numPr>
      <w:spacing w:after="200" w:line="276" w:lineRule="auto"/>
    </w:pPr>
    <w:rPr>
      <w:rFonts w:eastAsiaTheme="minorEastAsia" w:cs="Noto Sans"/>
      <w:color w:val="auto"/>
      <w:lang w:eastAsia="ja-JP"/>
    </w:rPr>
  </w:style>
  <w:style w:type="paragraph" w:customStyle="1" w:styleId="Heading2ALO">
    <w:name w:val="Heading 2 ALO"/>
    <w:basedOn w:val="ListParagraph"/>
    <w:link w:val="Heading2ALOChar"/>
    <w:qFormat/>
    <w:rsid w:val="00E53D12"/>
    <w:pPr>
      <w:numPr>
        <w:ilvl w:val="1"/>
        <w:numId w:val="17"/>
      </w:numPr>
      <w:spacing w:after="120" w:line="276" w:lineRule="auto"/>
      <w:contextualSpacing w:val="0"/>
    </w:pPr>
    <w:rPr>
      <w:rFonts w:eastAsiaTheme="minorEastAsia" w:cs="Noto Sans"/>
      <w:b/>
      <w:color w:val="auto"/>
      <w:lang w:eastAsia="ja-JP"/>
    </w:rPr>
  </w:style>
  <w:style w:type="paragraph" w:customStyle="1" w:styleId="Heading3ALO">
    <w:name w:val="Heading 3 ALO"/>
    <w:basedOn w:val="ListParagraph"/>
    <w:qFormat/>
    <w:rsid w:val="00E53D12"/>
    <w:pPr>
      <w:numPr>
        <w:ilvl w:val="2"/>
        <w:numId w:val="17"/>
      </w:numPr>
      <w:spacing w:after="120" w:line="276" w:lineRule="auto"/>
      <w:contextualSpacing w:val="0"/>
    </w:pPr>
    <w:rPr>
      <w:rFonts w:eastAsiaTheme="minorEastAsia" w:cs="Noto Sans"/>
      <w:b/>
      <w:color w:val="auto"/>
      <w:lang w:eastAsia="ja-JP"/>
    </w:rPr>
  </w:style>
  <w:style w:type="character" w:customStyle="1" w:styleId="Heading2ALOChar">
    <w:name w:val="Heading 2 ALO Char"/>
    <w:basedOn w:val="DefaultParagraphFont"/>
    <w:link w:val="Heading2ALO"/>
    <w:rsid w:val="00E53D12"/>
    <w:rPr>
      <w:rFonts w:ascii="Noto Sans" w:hAnsi="Noto Sans" w:cs="Noto Sans"/>
      <w:b/>
    </w:rPr>
  </w:style>
  <w:style w:type="paragraph" w:customStyle="1" w:styleId="Aufzhlunga-b-c">
    <w:name w:val="Aufzählung a-b-c"/>
    <w:basedOn w:val="Normal"/>
    <w:uiPriority w:val="8"/>
    <w:qFormat/>
    <w:rsid w:val="00703341"/>
    <w:pPr>
      <w:numPr>
        <w:numId w:val="18"/>
      </w:numPr>
      <w:spacing w:before="60" w:line="240" w:lineRule="atLeast"/>
    </w:pPr>
    <w:rPr>
      <w:rFonts w:ascii="Arial" w:hAnsi="Arial"/>
      <w:color w:val="auto"/>
    </w:rPr>
  </w:style>
  <w:style w:type="table" w:styleId="TableClassic4">
    <w:name w:val="Table Classic 4"/>
    <w:basedOn w:val="TableNormal"/>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NoteHeading">
    <w:name w:val="Note Heading"/>
    <w:basedOn w:val="TabelleText"/>
    <w:next w:val="Normal"/>
    <w:link w:val="NoteHeadingChar"/>
    <w:uiPriority w:val="1"/>
    <w:semiHidden/>
    <w:rsid w:val="001B341C"/>
    <w:pPr>
      <w:ind w:left="0"/>
    </w:pPr>
    <w:rPr>
      <w:sz w:val="19"/>
    </w:rPr>
  </w:style>
  <w:style w:type="character" w:customStyle="1" w:styleId="NoteHeadingChar">
    <w:name w:val="Note Heading Char"/>
    <w:basedOn w:val="DefaultParagraphFont"/>
    <w:link w:val="NoteHeading"/>
    <w:uiPriority w:val="1"/>
    <w:semiHidden/>
    <w:rsid w:val="001B341C"/>
    <w:rPr>
      <w:rFonts w:ascii="Noto Sans" w:eastAsia="Times New Roman" w:hAnsi="Noto Sans" w:cs="Arial"/>
      <w:sz w:val="19"/>
      <w:lang w:val="en-US" w:eastAsia="de-CH"/>
    </w:rPr>
  </w:style>
  <w:style w:type="table" w:styleId="LightShading">
    <w:name w:val="Light Shading"/>
    <w:basedOn w:val="TableNormal"/>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TableNormal"/>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Normal"/>
    <w:uiPriority w:val="3"/>
    <w:qFormat/>
    <w:rsid w:val="00492A1B"/>
    <w:pPr>
      <w:pageBreakBefore/>
      <w:spacing w:after="120" w:line="260" w:lineRule="atLeast"/>
      <w:ind w:left="0"/>
      <w:outlineLvl w:val="0"/>
    </w:pPr>
    <w:rPr>
      <w:b/>
      <w:color w:val="auto"/>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1372222841">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313488605">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17" ma:contentTypeDescription="Ein neues Dokument erstellen." ma:contentTypeScope="" ma:versionID="d1386ac77d3ae844c85479f8a2a9748d">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16bd7d59306632e45b3efd78ac7173f0"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46CBE-DD02-419E-9890-6593FDFF104B}"/>
</file>

<file path=customXml/itemProps2.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3.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4.xml><?xml version="1.0" encoding="utf-8"?>
<ds:datastoreItem xmlns:ds="http://schemas.openxmlformats.org/officeDocument/2006/customXml" ds:itemID="{E79A90F3-7B34-4917-B9E1-8EE7DC30A7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30</Pages>
  <Words>3244</Words>
  <Characters>20443</Characters>
  <Application>Microsoft Office Word</Application>
  <DocSecurity>4</DocSecurity>
  <Lines>170</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Approval Processes and Acceptance Test Report for Network Partners</vt:lpstr>
      <vt:lpstr>Titel des Dokuments</vt:lpstr>
    </vt:vector>
  </TitlesOfParts>
  <Company>SIX</Company>
  <LinksUpToDate>false</LinksUpToDate>
  <CharactersWithSpaces>23640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Approval Processes and Acceptance Test Report for Network Partners</dc:title>
  <dc:creator>Kayser, Franz</dc:creator>
  <cp:lastModifiedBy>Kayser, Franz</cp:lastModifiedBy>
  <cp:revision>2</cp:revision>
  <cp:lastPrinted>2021-12-08T17:22:00Z</cp:lastPrinted>
  <dcterms:created xsi:type="dcterms:W3CDTF">2023-08-04T19:11:00Z</dcterms:created>
  <dcterms:modified xsi:type="dcterms:W3CDTF">2023-08-04T19:11:00Z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2023-08-04T19:11:12Z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0c8c8f2b-84f2-4476-9685-066da3e0c2b6</vt:lpwstr>
  </property>
  <property fmtid="{D5CDD505-2E9C-101B-9397-08002B2CF9AE}" pid="13" name="MSIP_Label_4da52270-6ed3-4abe-ba7c-b9255dadcdf9_ContentBits">
    <vt:lpwstr>2</vt:lpwstr>
  </property>
</Properties>
</file>